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1053C6" w14:textId="77777777" w:rsidR="006F5BCB" w:rsidRDefault="006F5BCB"/>
    <w:p w14:paraId="235374D3" w14:textId="77777777" w:rsidR="00AB620A" w:rsidRPr="00F90579" w:rsidRDefault="00AB620A" w:rsidP="00AB620A">
      <w:pPr>
        <w:jc w:val="center"/>
        <w:rPr>
          <w:rFonts w:eastAsia="Aptos" w:cstheme="minorHAnsi"/>
          <w:b/>
          <w:bCs/>
          <w:kern w:val="2"/>
          <w14:ligatures w14:val="standardContextual"/>
        </w:rPr>
      </w:pPr>
      <w:proofErr w:type="spellStart"/>
      <w:r w:rsidRPr="00F90579">
        <w:rPr>
          <w:rFonts w:eastAsia="Aptos" w:cstheme="minorHAnsi"/>
          <w:b/>
          <w:bCs/>
          <w:kern w:val="2"/>
          <w14:ligatures w14:val="standardContextual"/>
        </w:rPr>
        <w:t>McCordsville</w:t>
      </w:r>
      <w:proofErr w:type="spellEnd"/>
      <w:r w:rsidRPr="00F90579">
        <w:rPr>
          <w:rFonts w:eastAsia="Aptos" w:cstheme="minorHAnsi"/>
          <w:b/>
          <w:bCs/>
          <w:kern w:val="2"/>
          <w14:ligatures w14:val="standardContextual"/>
        </w:rPr>
        <w:t xml:space="preserve"> Architectural Review Committee</w:t>
      </w:r>
    </w:p>
    <w:p w14:paraId="53B575AD" w14:textId="77777777" w:rsidR="00AB620A" w:rsidRPr="00F90579" w:rsidRDefault="00AB620A" w:rsidP="00AB620A">
      <w:pPr>
        <w:jc w:val="center"/>
        <w:rPr>
          <w:rFonts w:eastAsia="Aptos" w:cstheme="minorHAnsi"/>
          <w:b/>
          <w:bCs/>
          <w:kern w:val="2"/>
          <w14:ligatures w14:val="standardContextual"/>
        </w:rPr>
      </w:pPr>
      <w:r w:rsidRPr="00F90579">
        <w:rPr>
          <w:rFonts w:eastAsia="Aptos" w:cstheme="minorHAnsi"/>
          <w:b/>
          <w:bCs/>
          <w:kern w:val="2"/>
          <w14:ligatures w14:val="standardContextual"/>
        </w:rPr>
        <w:t>Meeting Minutes</w:t>
      </w:r>
    </w:p>
    <w:p w14:paraId="7370626F" w14:textId="68F93361" w:rsidR="00AB620A" w:rsidRDefault="00E86DCC" w:rsidP="00AB620A">
      <w:pPr>
        <w:jc w:val="center"/>
        <w:rPr>
          <w:rFonts w:eastAsia="Aptos" w:cstheme="minorHAnsi"/>
          <w:b/>
          <w:bCs/>
          <w:kern w:val="2"/>
          <w14:ligatures w14:val="standardContextual"/>
        </w:rPr>
      </w:pPr>
      <w:r>
        <w:rPr>
          <w:rFonts w:eastAsia="Aptos" w:cstheme="minorHAnsi"/>
          <w:b/>
          <w:bCs/>
          <w:kern w:val="2"/>
          <w14:ligatures w14:val="standardContextual"/>
        </w:rPr>
        <w:t>April 15</w:t>
      </w:r>
      <w:r w:rsidR="00DA2247" w:rsidRPr="00DA2247">
        <w:rPr>
          <w:rFonts w:eastAsia="Aptos" w:cstheme="minorHAnsi"/>
          <w:b/>
          <w:bCs/>
          <w:kern w:val="2"/>
          <w:vertAlign w:val="superscript"/>
          <w14:ligatures w14:val="standardContextual"/>
        </w:rPr>
        <w:t>th</w:t>
      </w:r>
      <w:r w:rsidR="00AB620A" w:rsidRPr="00F90579">
        <w:rPr>
          <w:rFonts w:eastAsia="Aptos" w:cstheme="minorHAnsi"/>
          <w:b/>
          <w:bCs/>
          <w:kern w:val="2"/>
          <w14:ligatures w14:val="standardContextual"/>
        </w:rPr>
        <w:t>, 202</w:t>
      </w:r>
      <w:r w:rsidR="002222B6">
        <w:rPr>
          <w:rFonts w:eastAsia="Aptos" w:cstheme="minorHAnsi"/>
          <w:b/>
          <w:bCs/>
          <w:kern w:val="2"/>
          <w14:ligatures w14:val="standardContextual"/>
        </w:rPr>
        <w:t>5</w:t>
      </w:r>
    </w:p>
    <w:p w14:paraId="397D2E71" w14:textId="7D714E28" w:rsidR="00AB620A" w:rsidRPr="00F90579" w:rsidRDefault="00AB620A" w:rsidP="00AB620A">
      <w:pPr>
        <w:jc w:val="center"/>
        <w:rPr>
          <w:rFonts w:eastAsia="Aptos" w:cstheme="minorHAnsi"/>
          <w:b/>
          <w:bCs/>
          <w:kern w:val="2"/>
          <w14:ligatures w14:val="standardContextual"/>
        </w:rPr>
      </w:pPr>
      <w:r>
        <w:rPr>
          <w:rFonts w:eastAsia="Aptos" w:cstheme="minorHAnsi"/>
          <w:b/>
          <w:bCs/>
          <w:kern w:val="2"/>
          <w14:ligatures w14:val="standardContextual"/>
        </w:rPr>
        <w:t>5:3</w:t>
      </w:r>
      <w:r w:rsidR="00E73351">
        <w:rPr>
          <w:rFonts w:eastAsia="Aptos" w:cstheme="minorHAnsi"/>
          <w:b/>
          <w:bCs/>
          <w:kern w:val="2"/>
          <w14:ligatures w14:val="standardContextual"/>
        </w:rPr>
        <w:t>0</w:t>
      </w:r>
      <w:r>
        <w:rPr>
          <w:rFonts w:eastAsia="Aptos" w:cstheme="minorHAnsi"/>
          <w:b/>
          <w:bCs/>
          <w:kern w:val="2"/>
          <w14:ligatures w14:val="standardContextual"/>
        </w:rPr>
        <w:t xml:space="preserve"> PM </w:t>
      </w:r>
    </w:p>
    <w:p w14:paraId="126B711B" w14:textId="77777777" w:rsidR="00AB620A" w:rsidRPr="00F90579" w:rsidRDefault="00AB620A" w:rsidP="00AB620A">
      <w:pPr>
        <w:jc w:val="center"/>
        <w:rPr>
          <w:rFonts w:eastAsia="Aptos" w:cstheme="minorHAnsi"/>
          <w:b/>
          <w:bCs/>
          <w:kern w:val="2"/>
          <w14:ligatures w14:val="standardContextual"/>
        </w:rPr>
      </w:pPr>
    </w:p>
    <w:p w14:paraId="3EDEDA4C" w14:textId="6EA853CC" w:rsidR="00AB620A" w:rsidRPr="00F90579" w:rsidRDefault="00AB620A" w:rsidP="00B80E37">
      <w:pPr>
        <w:spacing w:line="259" w:lineRule="auto"/>
        <w:rPr>
          <w:rFonts w:eastAsia="Aptos" w:cstheme="minorHAnsi"/>
          <w:kern w:val="2"/>
          <w14:ligatures w14:val="standardContextual"/>
        </w:rPr>
      </w:pPr>
      <w:r w:rsidRPr="00F90579">
        <w:rPr>
          <w:rFonts w:eastAsia="Aptos" w:cstheme="minorHAnsi"/>
          <w:b/>
          <w:bCs/>
          <w:kern w:val="2"/>
          <w14:ligatures w14:val="standardContextual"/>
        </w:rPr>
        <w:t>Members Present</w:t>
      </w:r>
      <w:r w:rsidRPr="00F90579">
        <w:rPr>
          <w:rFonts w:eastAsia="Aptos" w:cstheme="minorHAnsi"/>
          <w:kern w:val="2"/>
          <w14:ligatures w14:val="standardContextual"/>
        </w:rPr>
        <w:t xml:space="preserve">: </w:t>
      </w:r>
      <w:r w:rsidR="004E4613">
        <w:rPr>
          <w:rFonts w:eastAsia="Aptos" w:cstheme="minorHAnsi"/>
          <w:kern w:val="2"/>
          <w14:ligatures w14:val="standardContextual"/>
        </w:rPr>
        <w:t>Bethany Frost</w:t>
      </w:r>
      <w:r>
        <w:rPr>
          <w:rFonts w:eastAsia="Aptos" w:cstheme="minorHAnsi"/>
          <w:kern w:val="2"/>
          <w14:ligatures w14:val="standardContextual"/>
        </w:rPr>
        <w:t>,</w:t>
      </w:r>
      <w:r w:rsidR="00214ED9">
        <w:rPr>
          <w:rFonts w:eastAsia="Aptos" w:cstheme="minorHAnsi"/>
          <w:kern w:val="2"/>
          <w14:ligatures w14:val="standardContextual"/>
        </w:rPr>
        <w:t xml:space="preserve"> </w:t>
      </w:r>
      <w:r w:rsidR="00313938">
        <w:rPr>
          <w:rFonts w:eastAsia="Aptos" w:cstheme="minorHAnsi"/>
          <w:kern w:val="2"/>
          <w14:ligatures w14:val="standardContextual"/>
        </w:rPr>
        <w:t>Tom Strayer</w:t>
      </w:r>
      <w:r w:rsidR="00DA2247">
        <w:rPr>
          <w:rFonts w:eastAsia="Aptos" w:cstheme="minorHAnsi"/>
          <w:kern w:val="2"/>
          <w14:ligatures w14:val="standardContextual"/>
        </w:rPr>
        <w:t>, Jordan Adams</w:t>
      </w:r>
      <w:r w:rsidR="00123857">
        <w:rPr>
          <w:rFonts w:eastAsia="Aptos" w:cstheme="minorHAnsi"/>
          <w:kern w:val="2"/>
          <w14:ligatures w14:val="standardContextual"/>
        </w:rPr>
        <w:t>,</w:t>
      </w:r>
      <w:r w:rsidR="00123857" w:rsidRPr="00123857">
        <w:t xml:space="preserve"> </w:t>
      </w:r>
      <w:r w:rsidR="00123857" w:rsidRPr="00123857">
        <w:rPr>
          <w:rFonts w:eastAsia="Aptos" w:cstheme="minorHAnsi"/>
          <w:kern w:val="2"/>
          <w14:ligatures w14:val="standardContextual"/>
        </w:rPr>
        <w:t>Dr. Bryan Burney</w:t>
      </w:r>
      <w:r w:rsidR="00123857">
        <w:rPr>
          <w:rFonts w:eastAsia="Aptos" w:cstheme="minorHAnsi"/>
          <w:kern w:val="2"/>
          <w14:ligatures w14:val="standardContextual"/>
        </w:rPr>
        <w:t xml:space="preserve"> </w:t>
      </w:r>
    </w:p>
    <w:p w14:paraId="06696603" w14:textId="0AB85378" w:rsidR="00AB620A" w:rsidRPr="00F90579" w:rsidRDefault="00AB620A" w:rsidP="00B80E37">
      <w:pPr>
        <w:spacing w:line="259" w:lineRule="auto"/>
        <w:rPr>
          <w:rFonts w:eastAsia="Aptos" w:cstheme="minorHAnsi"/>
          <w:kern w:val="2"/>
          <w14:ligatures w14:val="standardContextual"/>
        </w:rPr>
      </w:pPr>
      <w:r w:rsidRPr="00F90579">
        <w:rPr>
          <w:rFonts w:eastAsia="Aptos" w:cstheme="minorHAnsi"/>
          <w:b/>
          <w:bCs/>
          <w:kern w:val="2"/>
          <w14:ligatures w14:val="standardContextual"/>
        </w:rPr>
        <w:t>Members Absent:</w:t>
      </w:r>
      <w:r w:rsidRPr="00F90579">
        <w:rPr>
          <w:rFonts w:eastAsia="Aptos" w:cstheme="minorHAnsi"/>
          <w:kern w:val="2"/>
          <w14:ligatures w14:val="standardContextual"/>
        </w:rPr>
        <w:t xml:space="preserve"> </w:t>
      </w:r>
      <w:r w:rsidR="00B45E7C" w:rsidRPr="00B45E7C">
        <w:rPr>
          <w:rFonts w:eastAsia="Aptos" w:cstheme="minorHAnsi"/>
          <w:kern w:val="2"/>
          <w14:ligatures w14:val="standardContextual"/>
        </w:rPr>
        <w:t>Jenna Bentley</w:t>
      </w:r>
    </w:p>
    <w:p w14:paraId="147B30BF" w14:textId="77435BD1" w:rsidR="00AB620A" w:rsidRDefault="00AB620A" w:rsidP="00B80E37">
      <w:pPr>
        <w:spacing w:line="259" w:lineRule="auto"/>
        <w:rPr>
          <w:rFonts w:eastAsia="Aptos" w:cstheme="minorHAnsi"/>
          <w:kern w:val="2"/>
          <w14:ligatures w14:val="standardContextual"/>
        </w:rPr>
      </w:pPr>
      <w:r w:rsidRPr="00F90579">
        <w:rPr>
          <w:rFonts w:eastAsia="Aptos" w:cstheme="minorHAnsi"/>
          <w:b/>
          <w:bCs/>
          <w:kern w:val="2"/>
          <w14:ligatures w14:val="standardContextual"/>
        </w:rPr>
        <w:t>Other members present:</w:t>
      </w:r>
      <w:r w:rsidRPr="00F90579">
        <w:rPr>
          <w:rFonts w:eastAsia="Aptos" w:cstheme="minorHAnsi"/>
          <w:kern w:val="2"/>
          <w14:ligatures w14:val="standardContextual"/>
        </w:rPr>
        <w:t xml:space="preserve"> Ryan Crum, </w:t>
      </w:r>
      <w:r w:rsidR="00E86DCC">
        <w:rPr>
          <w:rFonts w:eastAsia="Aptos" w:cstheme="minorHAnsi"/>
          <w:kern w:val="2"/>
          <w14:ligatures w14:val="standardContextual"/>
        </w:rPr>
        <w:t xml:space="preserve">Hollie Kinker, </w:t>
      </w:r>
      <w:r w:rsidRPr="00F90579">
        <w:rPr>
          <w:rFonts w:eastAsia="Aptos" w:cstheme="minorHAnsi"/>
          <w:kern w:val="2"/>
          <w14:ligatures w14:val="standardContextual"/>
        </w:rPr>
        <w:t xml:space="preserve">Allyson Hamlin </w:t>
      </w:r>
      <w:r w:rsidR="00B80E37">
        <w:rPr>
          <w:rFonts w:eastAsia="Aptos" w:cstheme="minorHAnsi"/>
          <w:kern w:val="2"/>
          <w14:ligatures w14:val="standardContextual"/>
        </w:rPr>
        <w:br/>
      </w:r>
    </w:p>
    <w:p w14:paraId="35995441" w14:textId="345781E6" w:rsidR="003354D3" w:rsidRDefault="003823A4" w:rsidP="00E73351">
      <w:pPr>
        <w:spacing w:after="160" w:line="259" w:lineRule="auto"/>
        <w:rPr>
          <w:rFonts w:eastAsia="Aptos" w:cstheme="minorHAnsi"/>
          <w:b/>
          <w:bCs/>
          <w:kern w:val="2"/>
          <w14:ligatures w14:val="standardContextual"/>
        </w:rPr>
      </w:pPr>
      <w:r w:rsidRPr="003823A4">
        <w:rPr>
          <w:rFonts w:eastAsia="Aptos" w:cstheme="minorHAnsi"/>
          <w:b/>
          <w:bCs/>
          <w:kern w:val="2"/>
          <w:u w:val="single"/>
          <w14:ligatures w14:val="standardContextual"/>
        </w:rPr>
        <w:t>Approval of Minutes</w:t>
      </w:r>
      <w:r w:rsidR="00DE4168" w:rsidRPr="00FE2966">
        <w:rPr>
          <w:rFonts w:eastAsia="Aptos" w:cstheme="minorHAnsi"/>
          <w:kern w:val="2"/>
          <w14:ligatures w14:val="standardContextual"/>
        </w:rPr>
        <w:br/>
      </w:r>
      <w:r w:rsidR="00E73351">
        <w:rPr>
          <w:rFonts w:eastAsia="Aptos" w:cstheme="minorHAnsi"/>
          <w:b/>
          <w:bCs/>
          <w:kern w:val="2"/>
          <w14:ligatures w14:val="standardContextual"/>
        </w:rPr>
        <w:t xml:space="preserve">Dr. Burney moved to approve February minutes, </w:t>
      </w:r>
      <w:r w:rsidR="004C0BDE">
        <w:rPr>
          <w:rFonts w:eastAsia="Aptos" w:cstheme="minorHAnsi"/>
          <w:b/>
          <w:bCs/>
          <w:kern w:val="2"/>
          <w14:ligatures w14:val="standardContextual"/>
        </w:rPr>
        <w:t>Ms. A</w:t>
      </w:r>
      <w:r w:rsidR="00E73351">
        <w:rPr>
          <w:rFonts w:eastAsia="Aptos" w:cstheme="minorHAnsi"/>
          <w:b/>
          <w:bCs/>
          <w:kern w:val="2"/>
          <w14:ligatures w14:val="standardContextual"/>
        </w:rPr>
        <w:t xml:space="preserve">dams seconded, unanimous vote. </w:t>
      </w:r>
    </w:p>
    <w:p w14:paraId="1F193922" w14:textId="1AE0C336" w:rsidR="00E73351" w:rsidRPr="003823A4" w:rsidRDefault="004C0BDE" w:rsidP="00E73351">
      <w:pPr>
        <w:spacing w:after="160" w:line="259" w:lineRule="auto"/>
        <w:rPr>
          <w:rFonts w:eastAsia="Aptos" w:cstheme="minorHAnsi"/>
          <w:b/>
          <w:bCs/>
          <w:kern w:val="2"/>
          <w14:ligatures w14:val="standardContextual"/>
        </w:rPr>
      </w:pPr>
      <w:r>
        <w:rPr>
          <w:rFonts w:eastAsia="Aptos" w:cstheme="minorHAnsi"/>
          <w:b/>
          <w:bCs/>
          <w:kern w:val="2"/>
          <w14:ligatures w14:val="standardContextual"/>
        </w:rPr>
        <w:t>Dr. B</w:t>
      </w:r>
      <w:r w:rsidR="00E73351">
        <w:rPr>
          <w:rFonts w:eastAsia="Aptos" w:cstheme="minorHAnsi"/>
          <w:b/>
          <w:bCs/>
          <w:kern w:val="2"/>
          <w14:ligatures w14:val="standardContextual"/>
        </w:rPr>
        <w:t>urney moved to approve</w:t>
      </w:r>
      <w:r>
        <w:rPr>
          <w:rFonts w:eastAsia="Aptos" w:cstheme="minorHAnsi"/>
          <w:b/>
          <w:bCs/>
          <w:kern w:val="2"/>
          <w14:ligatures w14:val="standardContextual"/>
        </w:rPr>
        <w:t xml:space="preserve"> March minutes</w:t>
      </w:r>
      <w:r w:rsidR="00E73351">
        <w:rPr>
          <w:rFonts w:eastAsia="Aptos" w:cstheme="minorHAnsi"/>
          <w:b/>
          <w:bCs/>
          <w:kern w:val="2"/>
          <w14:ligatures w14:val="standardContextual"/>
        </w:rPr>
        <w:t xml:space="preserve">, </w:t>
      </w:r>
      <w:r>
        <w:rPr>
          <w:rFonts w:eastAsia="Aptos" w:cstheme="minorHAnsi"/>
          <w:b/>
          <w:bCs/>
          <w:kern w:val="2"/>
          <w14:ligatures w14:val="standardContextual"/>
        </w:rPr>
        <w:t>Mr. S</w:t>
      </w:r>
      <w:r w:rsidR="00E73351">
        <w:rPr>
          <w:rFonts w:eastAsia="Aptos" w:cstheme="minorHAnsi"/>
          <w:b/>
          <w:bCs/>
          <w:kern w:val="2"/>
          <w14:ligatures w14:val="standardContextual"/>
        </w:rPr>
        <w:t xml:space="preserve">trayer seconded, </w:t>
      </w:r>
      <w:proofErr w:type="gramStart"/>
      <w:r w:rsidR="00E73351">
        <w:rPr>
          <w:rFonts w:eastAsia="Aptos" w:cstheme="minorHAnsi"/>
          <w:b/>
          <w:bCs/>
          <w:kern w:val="2"/>
          <w14:ligatures w14:val="standardContextual"/>
        </w:rPr>
        <w:t>unanimous</w:t>
      </w:r>
      <w:proofErr w:type="gramEnd"/>
      <w:r w:rsidR="00E73351">
        <w:rPr>
          <w:rFonts w:eastAsia="Aptos" w:cstheme="minorHAnsi"/>
          <w:b/>
          <w:bCs/>
          <w:kern w:val="2"/>
          <w14:ligatures w14:val="standardContextual"/>
        </w:rPr>
        <w:t xml:space="preserve"> vote. </w:t>
      </w:r>
    </w:p>
    <w:p w14:paraId="030B438B" w14:textId="16035BB0" w:rsidR="00E73351" w:rsidRDefault="00D96B24" w:rsidP="00E86DCC">
      <w:pPr>
        <w:spacing w:after="160" w:line="259" w:lineRule="auto"/>
        <w:rPr>
          <w:rFonts w:eastAsia="Aptos" w:cstheme="minorHAnsi"/>
          <w:i/>
          <w:iCs/>
          <w:kern w:val="2"/>
          <w14:ligatures w14:val="standardContextual"/>
        </w:rPr>
      </w:pPr>
      <w:r w:rsidRPr="00D96B24">
        <w:rPr>
          <w:rFonts w:eastAsia="Aptos" w:cstheme="minorHAnsi"/>
          <w:b/>
          <w:bCs/>
          <w:kern w:val="2"/>
          <w:u w:val="single"/>
          <w14:ligatures w14:val="standardContextual"/>
        </w:rPr>
        <w:t>Old Business</w:t>
      </w:r>
      <w:r>
        <w:rPr>
          <w:rFonts w:eastAsia="Aptos" w:cstheme="minorHAnsi"/>
          <w:b/>
          <w:bCs/>
          <w:kern w:val="2"/>
          <w:u w:val="single"/>
          <w14:ligatures w14:val="standardContextual"/>
        </w:rPr>
        <w:br/>
      </w:r>
      <w:r w:rsidR="00E73351" w:rsidRPr="00E73351">
        <w:rPr>
          <w:rFonts w:eastAsia="Aptos" w:cstheme="minorHAnsi"/>
          <w:i/>
          <w:iCs/>
          <w:kern w:val="2"/>
          <w14:ligatures w14:val="standardContextual"/>
        </w:rPr>
        <w:t>Michelle Miller &amp; Lisa Gamble's request for a recommendation on exterior design of the Ignite Ultra Lounge at 6383 W Broadway</w:t>
      </w:r>
      <w:r w:rsidR="00E73351">
        <w:rPr>
          <w:rFonts w:eastAsia="Aptos" w:cstheme="minorHAnsi"/>
          <w:i/>
          <w:iCs/>
          <w:kern w:val="2"/>
          <w14:ligatures w14:val="standardContextual"/>
        </w:rPr>
        <w:t xml:space="preserve"> </w:t>
      </w:r>
    </w:p>
    <w:p w14:paraId="35F4F0D1" w14:textId="3CE69C34" w:rsidR="004C0BDE" w:rsidRDefault="004C0BDE" w:rsidP="00E86DCC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 w:rsidRPr="004C0BDE">
        <w:rPr>
          <w:rFonts w:eastAsia="Aptos" w:cstheme="minorHAnsi"/>
          <w:kern w:val="2"/>
          <w14:ligatures w14:val="standardContextual"/>
        </w:rPr>
        <w:t xml:space="preserve">Petitioners presented </w:t>
      </w:r>
      <w:r w:rsidR="00965F96" w:rsidRPr="004C0BDE">
        <w:rPr>
          <w:rFonts w:eastAsia="Aptos" w:cstheme="minorHAnsi"/>
          <w:kern w:val="2"/>
          <w14:ligatures w14:val="standardContextual"/>
        </w:rPr>
        <w:t>updates</w:t>
      </w:r>
      <w:r w:rsidRPr="004C0BDE">
        <w:rPr>
          <w:rFonts w:eastAsia="Aptos" w:cstheme="minorHAnsi"/>
          <w:kern w:val="2"/>
          <w14:ligatures w14:val="standardContextual"/>
        </w:rPr>
        <w:t xml:space="preserve"> to their site pla</w:t>
      </w:r>
      <w:r>
        <w:rPr>
          <w:rFonts w:eastAsia="Aptos" w:cstheme="minorHAnsi"/>
          <w:kern w:val="2"/>
          <w14:ligatures w14:val="standardContextual"/>
        </w:rPr>
        <w:t>n, updated</w:t>
      </w:r>
      <w:r w:rsidR="00965F96">
        <w:rPr>
          <w:rFonts w:eastAsia="Aptos" w:cstheme="minorHAnsi"/>
          <w:kern w:val="2"/>
          <w14:ligatures w14:val="standardContextual"/>
        </w:rPr>
        <w:t xml:space="preserve"> </w:t>
      </w:r>
      <w:r>
        <w:rPr>
          <w:rFonts w:eastAsia="Aptos" w:cstheme="minorHAnsi"/>
          <w:kern w:val="2"/>
          <w14:ligatures w14:val="standardContextual"/>
        </w:rPr>
        <w:t xml:space="preserve">layout for their parking with 35 parking lots. </w:t>
      </w:r>
      <w:r w:rsidRPr="004C0BDE">
        <w:rPr>
          <w:rFonts w:eastAsia="Aptos" w:cstheme="minorHAnsi"/>
          <w:kern w:val="2"/>
          <w14:ligatures w14:val="standardContextual"/>
        </w:rPr>
        <w:t xml:space="preserve"> </w:t>
      </w:r>
    </w:p>
    <w:p w14:paraId="76C4A3A9" w14:textId="0C1803EC" w:rsidR="00E73351" w:rsidRDefault="00E81024" w:rsidP="00E86DCC">
      <w:pPr>
        <w:spacing w:after="160" w:line="259" w:lineRule="auto"/>
        <w:rPr>
          <w:rFonts w:eastAsia="Aptos" w:cstheme="minorHAnsi"/>
          <w:b/>
          <w:bCs/>
          <w:kern w:val="2"/>
          <w14:ligatures w14:val="standardContextual"/>
        </w:rPr>
      </w:pPr>
      <w:r w:rsidRPr="00E81024">
        <w:rPr>
          <w:rFonts w:eastAsia="Aptos" w:cstheme="minorHAnsi"/>
          <w:b/>
          <w:bCs/>
          <w:kern w:val="2"/>
          <w14:ligatures w14:val="standardContextual"/>
        </w:rPr>
        <w:t xml:space="preserve">Ms. Adams moved to accept the renderings with the pergola and added window, </w:t>
      </w:r>
      <w:r>
        <w:rPr>
          <w:rFonts w:eastAsia="Aptos" w:cstheme="minorHAnsi"/>
          <w:b/>
          <w:bCs/>
          <w:kern w:val="2"/>
          <w14:ligatures w14:val="standardContextual"/>
        </w:rPr>
        <w:t>Mr. S</w:t>
      </w:r>
      <w:r w:rsidRPr="00E81024">
        <w:rPr>
          <w:rFonts w:eastAsia="Aptos" w:cstheme="minorHAnsi"/>
          <w:b/>
          <w:bCs/>
          <w:kern w:val="2"/>
          <w14:ligatures w14:val="standardContextual"/>
        </w:rPr>
        <w:t>trayer seconded, Dr. Burney abstained from voting. The vote was 3 in favor, 0 against, 1 abstained</w:t>
      </w:r>
      <w:r w:rsidR="008677BC">
        <w:rPr>
          <w:rFonts w:eastAsia="Aptos" w:cstheme="minorHAnsi"/>
          <w:b/>
          <w:bCs/>
          <w:kern w:val="2"/>
          <w14:ligatures w14:val="standardContextual"/>
        </w:rPr>
        <w:t xml:space="preserve">. Motion passed. </w:t>
      </w:r>
    </w:p>
    <w:p w14:paraId="2482026E" w14:textId="72A019D0" w:rsidR="00E86DCC" w:rsidRPr="00E86DCC" w:rsidRDefault="00E86DCC" w:rsidP="00E86DCC">
      <w:pPr>
        <w:spacing w:after="160" w:line="259" w:lineRule="auto"/>
        <w:rPr>
          <w:rFonts w:eastAsia="Aptos" w:cstheme="minorHAnsi"/>
          <w:i/>
          <w:iCs/>
          <w:kern w:val="2"/>
          <w14:ligatures w14:val="standardContextual"/>
        </w:rPr>
      </w:pPr>
      <w:r w:rsidRPr="00E86DCC">
        <w:rPr>
          <w:rFonts w:eastAsia="Aptos" w:cstheme="minorHAnsi"/>
          <w:i/>
          <w:iCs/>
          <w:kern w:val="2"/>
          <w14:ligatures w14:val="standardContextual"/>
        </w:rPr>
        <w:t>Drees Homes' request for approval of product line-up for Area E of Colonnade</w:t>
      </w:r>
    </w:p>
    <w:p w14:paraId="40FF2753" w14:textId="11526BA0" w:rsidR="00E86DCC" w:rsidRDefault="00E81024" w:rsidP="00E86DCC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 xml:space="preserve">Ms. </w:t>
      </w:r>
      <w:proofErr w:type="spellStart"/>
      <w:r>
        <w:rPr>
          <w:rFonts w:eastAsia="Aptos" w:cstheme="minorHAnsi"/>
          <w:kern w:val="2"/>
          <w14:ligatures w14:val="standardContextual"/>
        </w:rPr>
        <w:t>Dopher</w:t>
      </w:r>
      <w:proofErr w:type="spellEnd"/>
      <w:r>
        <w:rPr>
          <w:rFonts w:eastAsia="Aptos" w:cstheme="minorHAnsi"/>
          <w:kern w:val="2"/>
          <w14:ligatures w14:val="standardContextual"/>
        </w:rPr>
        <w:t xml:space="preserve"> presen</w:t>
      </w:r>
      <w:r w:rsidR="002F7A55">
        <w:rPr>
          <w:rFonts w:eastAsia="Aptos" w:cstheme="minorHAnsi"/>
          <w:kern w:val="2"/>
          <w14:ligatures w14:val="standardContextual"/>
        </w:rPr>
        <w:t xml:space="preserve">ted the proposed homes for Area A </w:t>
      </w:r>
      <w:r w:rsidR="00965F96">
        <w:rPr>
          <w:rFonts w:eastAsia="Aptos" w:cstheme="minorHAnsi"/>
          <w:kern w:val="2"/>
          <w14:ligatures w14:val="standardContextual"/>
        </w:rPr>
        <w:t xml:space="preserve">of Colonnade </w:t>
      </w:r>
      <w:r>
        <w:rPr>
          <w:rFonts w:eastAsia="Aptos" w:cstheme="minorHAnsi"/>
          <w:kern w:val="2"/>
          <w14:ligatures w14:val="standardContextual"/>
        </w:rPr>
        <w:t xml:space="preserve">for Drees Homes. </w:t>
      </w:r>
    </w:p>
    <w:p w14:paraId="52E5839B" w14:textId="78F8157F" w:rsidR="00965F96" w:rsidRDefault="00965F96" w:rsidP="00E86DCC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 xml:space="preserve">The board requested to approve or deny homes on an individual </w:t>
      </w:r>
      <w:r w:rsidR="008677BC">
        <w:rPr>
          <w:rFonts w:eastAsia="Aptos" w:cstheme="minorHAnsi"/>
          <w:kern w:val="2"/>
          <w14:ligatures w14:val="standardContextual"/>
        </w:rPr>
        <w:t>basis</w:t>
      </w:r>
      <w:r>
        <w:rPr>
          <w:rFonts w:eastAsia="Aptos" w:cstheme="minorHAnsi"/>
          <w:kern w:val="2"/>
          <w14:ligatures w14:val="standardContextual"/>
        </w:rPr>
        <w:t xml:space="preserve">. </w:t>
      </w:r>
    </w:p>
    <w:p w14:paraId="5AD929F6" w14:textId="21460691" w:rsidR="00E81024" w:rsidRDefault="002F7A55" w:rsidP="00E86DCC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 xml:space="preserve">Parkette B – </w:t>
      </w:r>
      <w:r w:rsidR="00965F96">
        <w:rPr>
          <w:rFonts w:eastAsia="Aptos" w:cstheme="minorHAnsi"/>
          <w:kern w:val="2"/>
          <w14:ligatures w14:val="standardContextual"/>
        </w:rPr>
        <w:t>Mr. S</w:t>
      </w:r>
      <w:r>
        <w:rPr>
          <w:rFonts w:eastAsia="Aptos" w:cstheme="minorHAnsi"/>
          <w:kern w:val="2"/>
          <w14:ligatures w14:val="standardContextual"/>
        </w:rPr>
        <w:t xml:space="preserve">trayer moved to approve as presented, </w:t>
      </w:r>
      <w:r w:rsidR="00965F96">
        <w:rPr>
          <w:rFonts w:eastAsia="Aptos" w:cstheme="minorHAnsi"/>
          <w:kern w:val="2"/>
          <w14:ligatures w14:val="standardContextual"/>
        </w:rPr>
        <w:t>Ms. A</w:t>
      </w:r>
      <w:r>
        <w:rPr>
          <w:rFonts w:eastAsia="Aptos" w:cstheme="minorHAnsi"/>
          <w:kern w:val="2"/>
          <w14:ligatures w14:val="standardContextual"/>
        </w:rPr>
        <w:t xml:space="preserve">dams seconded, </w:t>
      </w:r>
      <w:r w:rsidR="00965F96">
        <w:rPr>
          <w:rFonts w:eastAsia="Aptos" w:cstheme="minorHAnsi"/>
          <w:kern w:val="2"/>
          <w14:ligatures w14:val="standardContextual"/>
        </w:rPr>
        <w:t>Dr. B</w:t>
      </w:r>
      <w:r>
        <w:rPr>
          <w:rFonts w:eastAsia="Aptos" w:cstheme="minorHAnsi"/>
          <w:kern w:val="2"/>
          <w14:ligatures w14:val="standardContextual"/>
        </w:rPr>
        <w:t>urney opposed</w:t>
      </w:r>
      <w:r w:rsidR="00965F96">
        <w:rPr>
          <w:rFonts w:eastAsia="Aptos" w:cstheme="minorHAnsi"/>
          <w:kern w:val="2"/>
          <w14:ligatures w14:val="standardContextual"/>
        </w:rPr>
        <w:t xml:space="preserve">. Vote </w:t>
      </w:r>
      <w:r w:rsidR="00C52D84">
        <w:rPr>
          <w:rFonts w:eastAsia="Aptos" w:cstheme="minorHAnsi"/>
          <w:kern w:val="2"/>
          <w14:ligatures w14:val="standardContextual"/>
        </w:rPr>
        <w:t>3</w:t>
      </w:r>
      <w:r w:rsidR="00965F96">
        <w:rPr>
          <w:rFonts w:eastAsia="Aptos" w:cstheme="minorHAnsi"/>
          <w:kern w:val="2"/>
          <w14:ligatures w14:val="standardContextual"/>
        </w:rPr>
        <w:t xml:space="preserve">-1, house approved. </w:t>
      </w:r>
    </w:p>
    <w:p w14:paraId="03B8DE74" w14:textId="40DFF64D" w:rsidR="00B45E7C" w:rsidRDefault="002F7A55" w:rsidP="00E86DCC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 w:rsidRPr="00AD5D74">
        <w:rPr>
          <w:rFonts w:eastAsia="Aptos" w:cstheme="minorHAnsi"/>
          <w:i/>
          <w:iCs/>
          <w:kern w:val="2"/>
          <w14:ligatures w14:val="standardContextual"/>
        </w:rPr>
        <w:t xml:space="preserve">Parkette D – </w:t>
      </w:r>
      <w:r w:rsidR="00AD5D74" w:rsidRPr="00AD5D74">
        <w:rPr>
          <w:rFonts w:eastAsia="Aptos" w:cstheme="minorHAnsi"/>
          <w:i/>
          <w:iCs/>
          <w:kern w:val="2"/>
          <w14:ligatures w14:val="standardContextual"/>
        </w:rPr>
        <w:t>this house was decided on later in the meeting.</w:t>
      </w:r>
      <w:r w:rsidR="00AD5D74" w:rsidRPr="00AD5D74">
        <w:rPr>
          <w:rFonts w:eastAsia="Aptos" w:cstheme="minorHAnsi"/>
          <w:b/>
          <w:bCs/>
          <w:kern w:val="2"/>
          <w14:ligatures w14:val="standardContextual"/>
        </w:rPr>
        <w:t xml:space="preserve"> </w:t>
      </w:r>
    </w:p>
    <w:p w14:paraId="52DFBE9B" w14:textId="27DDDDE6" w:rsidR="002F7A55" w:rsidRDefault="002F7A55" w:rsidP="00E86DCC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 xml:space="preserve">Parkette E – </w:t>
      </w:r>
      <w:r w:rsidR="00C52D84">
        <w:rPr>
          <w:rFonts w:eastAsia="Aptos" w:cstheme="minorHAnsi"/>
          <w:kern w:val="2"/>
          <w14:ligatures w14:val="standardContextual"/>
        </w:rPr>
        <w:t>Dr. B</w:t>
      </w:r>
      <w:r>
        <w:rPr>
          <w:rFonts w:eastAsia="Aptos" w:cstheme="minorHAnsi"/>
          <w:kern w:val="2"/>
          <w14:ligatures w14:val="standardContextual"/>
        </w:rPr>
        <w:t>urney moved to approve as presented</w:t>
      </w:r>
      <w:r w:rsidR="00C52D84">
        <w:rPr>
          <w:rFonts w:eastAsia="Aptos" w:cstheme="minorHAnsi"/>
          <w:kern w:val="2"/>
          <w14:ligatures w14:val="standardContextual"/>
        </w:rPr>
        <w:t xml:space="preserve"> with side load</w:t>
      </w:r>
      <w:r>
        <w:rPr>
          <w:rFonts w:eastAsia="Aptos" w:cstheme="minorHAnsi"/>
          <w:kern w:val="2"/>
          <w14:ligatures w14:val="standardContextual"/>
        </w:rPr>
        <w:t xml:space="preserve">, </w:t>
      </w:r>
      <w:r w:rsidR="00C52D84">
        <w:rPr>
          <w:rFonts w:eastAsia="Aptos" w:cstheme="minorHAnsi"/>
          <w:kern w:val="2"/>
          <w14:ligatures w14:val="standardContextual"/>
        </w:rPr>
        <w:t>Mr. S</w:t>
      </w:r>
      <w:r>
        <w:rPr>
          <w:rFonts w:eastAsia="Aptos" w:cstheme="minorHAnsi"/>
          <w:kern w:val="2"/>
          <w14:ligatures w14:val="standardContextual"/>
        </w:rPr>
        <w:t xml:space="preserve">trayer seconded, </w:t>
      </w:r>
      <w:r w:rsidR="00C52D84">
        <w:rPr>
          <w:rFonts w:eastAsia="Aptos" w:cstheme="minorHAnsi"/>
          <w:kern w:val="2"/>
          <w14:ligatures w14:val="standardContextual"/>
        </w:rPr>
        <w:t>4</w:t>
      </w:r>
      <w:r>
        <w:rPr>
          <w:rFonts w:eastAsia="Aptos" w:cstheme="minorHAnsi"/>
          <w:kern w:val="2"/>
          <w14:ligatures w14:val="standardContextual"/>
        </w:rPr>
        <w:t>/0</w:t>
      </w:r>
      <w:r w:rsidR="00C52D84">
        <w:rPr>
          <w:rFonts w:eastAsia="Aptos" w:cstheme="minorHAnsi"/>
          <w:kern w:val="2"/>
          <w14:ligatures w14:val="standardContextual"/>
        </w:rPr>
        <w:t xml:space="preserve">, house approved. </w:t>
      </w:r>
    </w:p>
    <w:p w14:paraId="6DE81E5C" w14:textId="62E521EE" w:rsidR="002F7A55" w:rsidRDefault="002F7A55" w:rsidP="00E86DCC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lastRenderedPageBreak/>
        <w:t xml:space="preserve">Parkette F – </w:t>
      </w:r>
      <w:r w:rsidR="00C52D84">
        <w:rPr>
          <w:rFonts w:eastAsia="Aptos" w:cstheme="minorHAnsi"/>
          <w:kern w:val="2"/>
          <w14:ligatures w14:val="standardContextual"/>
        </w:rPr>
        <w:t>Mr. S</w:t>
      </w:r>
      <w:r>
        <w:rPr>
          <w:rFonts w:eastAsia="Aptos" w:cstheme="minorHAnsi"/>
          <w:kern w:val="2"/>
          <w14:ligatures w14:val="standardContextual"/>
        </w:rPr>
        <w:t xml:space="preserve">trayer approved as presented, </w:t>
      </w:r>
      <w:r w:rsidR="00C52D84">
        <w:rPr>
          <w:rFonts w:eastAsia="Aptos" w:cstheme="minorHAnsi"/>
          <w:kern w:val="2"/>
          <w14:ligatures w14:val="standardContextual"/>
        </w:rPr>
        <w:t>Ms. A</w:t>
      </w:r>
      <w:r>
        <w:rPr>
          <w:rFonts w:eastAsia="Aptos" w:cstheme="minorHAnsi"/>
          <w:kern w:val="2"/>
          <w14:ligatures w14:val="standardContextual"/>
        </w:rPr>
        <w:t xml:space="preserve">dams </w:t>
      </w:r>
      <w:r w:rsidR="00C52D84">
        <w:rPr>
          <w:rFonts w:eastAsia="Aptos" w:cstheme="minorHAnsi"/>
          <w:kern w:val="2"/>
          <w14:ligatures w14:val="standardContextual"/>
        </w:rPr>
        <w:t>seconded</w:t>
      </w:r>
      <w:r>
        <w:rPr>
          <w:rFonts w:eastAsia="Aptos" w:cstheme="minorHAnsi"/>
          <w:kern w:val="2"/>
          <w14:ligatures w14:val="standardContextual"/>
        </w:rPr>
        <w:t xml:space="preserve">, 3-1 </w:t>
      </w:r>
      <w:r w:rsidR="00C52D84">
        <w:rPr>
          <w:rFonts w:eastAsia="Aptos" w:cstheme="minorHAnsi"/>
          <w:kern w:val="2"/>
          <w14:ligatures w14:val="standardContextual"/>
        </w:rPr>
        <w:t>Dr. B</w:t>
      </w:r>
      <w:r>
        <w:rPr>
          <w:rFonts w:eastAsia="Aptos" w:cstheme="minorHAnsi"/>
          <w:kern w:val="2"/>
          <w14:ligatures w14:val="standardContextual"/>
        </w:rPr>
        <w:t>urney opposed</w:t>
      </w:r>
      <w:r w:rsidR="00C52D84">
        <w:rPr>
          <w:rFonts w:eastAsia="Aptos" w:cstheme="minorHAnsi"/>
          <w:kern w:val="2"/>
          <w14:ligatures w14:val="standardContextual"/>
        </w:rPr>
        <w:t xml:space="preserve">, house approved. </w:t>
      </w:r>
    </w:p>
    <w:p w14:paraId="7784C6FE" w14:textId="0BD58C7F" w:rsidR="002F7A55" w:rsidRDefault="002F7A55" w:rsidP="00E86DCC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 xml:space="preserve">Shelburn </w:t>
      </w:r>
      <w:r w:rsidR="00AD5D74">
        <w:rPr>
          <w:rFonts w:eastAsia="Aptos" w:cstheme="minorHAnsi"/>
          <w:kern w:val="2"/>
          <w14:ligatures w14:val="standardContextual"/>
        </w:rPr>
        <w:t>A</w:t>
      </w:r>
      <w:r>
        <w:rPr>
          <w:rFonts w:eastAsia="Aptos" w:cstheme="minorHAnsi"/>
          <w:kern w:val="2"/>
          <w14:ligatures w14:val="standardContextual"/>
        </w:rPr>
        <w:t xml:space="preserve"> </w:t>
      </w:r>
      <w:r w:rsidR="004D7AB7">
        <w:rPr>
          <w:rFonts w:eastAsia="Aptos" w:cstheme="minorHAnsi"/>
          <w:kern w:val="2"/>
          <w14:ligatures w14:val="standardContextual"/>
        </w:rPr>
        <w:t>–</w:t>
      </w:r>
      <w:r>
        <w:rPr>
          <w:rFonts w:eastAsia="Aptos" w:cstheme="minorHAnsi"/>
          <w:kern w:val="2"/>
          <w14:ligatures w14:val="standardContextual"/>
        </w:rPr>
        <w:t xml:space="preserve"> </w:t>
      </w:r>
      <w:r w:rsidR="00C52D84">
        <w:rPr>
          <w:rFonts w:eastAsia="Aptos" w:cstheme="minorHAnsi"/>
          <w:kern w:val="2"/>
          <w14:ligatures w14:val="standardContextual"/>
        </w:rPr>
        <w:t>Dr. B</w:t>
      </w:r>
      <w:r w:rsidR="004D7AB7">
        <w:rPr>
          <w:rFonts w:eastAsia="Aptos" w:cstheme="minorHAnsi"/>
          <w:kern w:val="2"/>
          <w14:ligatures w14:val="standardContextual"/>
        </w:rPr>
        <w:t xml:space="preserve">urney </w:t>
      </w:r>
      <w:r w:rsidR="004D7AB7" w:rsidRPr="00C52D84">
        <w:rPr>
          <w:rFonts w:eastAsia="Aptos" w:cstheme="minorHAnsi"/>
          <w:kern w:val="2"/>
          <w14:ligatures w14:val="standardContextual"/>
        </w:rPr>
        <w:t>do</w:t>
      </w:r>
      <w:r w:rsidR="00C52D84" w:rsidRPr="00C52D84">
        <w:rPr>
          <w:rFonts w:eastAsia="Aptos" w:cstheme="minorHAnsi"/>
          <w:kern w:val="2"/>
          <w14:ligatures w14:val="standardContextual"/>
        </w:rPr>
        <w:t>es</w:t>
      </w:r>
      <w:r w:rsidR="004D7AB7" w:rsidRPr="00C52D84">
        <w:rPr>
          <w:rFonts w:eastAsia="Aptos" w:cstheme="minorHAnsi"/>
          <w:kern w:val="2"/>
          <w14:ligatures w14:val="standardContextual"/>
        </w:rPr>
        <w:t xml:space="preserve"> not approve</w:t>
      </w:r>
      <w:r w:rsidR="004D7AB7">
        <w:rPr>
          <w:rFonts w:eastAsia="Aptos" w:cstheme="minorHAnsi"/>
          <w:kern w:val="2"/>
          <w14:ligatures w14:val="standardContextual"/>
        </w:rPr>
        <w:t xml:space="preserve"> for not meeting the character and quality and for not having a full </w:t>
      </w:r>
      <w:r w:rsidR="00C52D84">
        <w:rPr>
          <w:rFonts w:eastAsia="Aptos" w:cstheme="minorHAnsi"/>
          <w:kern w:val="2"/>
          <w14:ligatures w14:val="standardContextual"/>
        </w:rPr>
        <w:t>masonry</w:t>
      </w:r>
      <w:r w:rsidR="004D7AB7">
        <w:rPr>
          <w:rFonts w:eastAsia="Aptos" w:cstheme="minorHAnsi"/>
          <w:kern w:val="2"/>
          <w14:ligatures w14:val="standardContextual"/>
        </w:rPr>
        <w:t xml:space="preserve"> wrap, </w:t>
      </w:r>
      <w:r w:rsidR="00C52D84">
        <w:rPr>
          <w:rFonts w:eastAsia="Aptos" w:cstheme="minorHAnsi"/>
          <w:kern w:val="2"/>
          <w14:ligatures w14:val="standardContextual"/>
        </w:rPr>
        <w:t>Mr. S</w:t>
      </w:r>
      <w:r w:rsidR="004D7AB7">
        <w:rPr>
          <w:rFonts w:eastAsia="Aptos" w:cstheme="minorHAnsi"/>
          <w:kern w:val="2"/>
          <w14:ligatures w14:val="standardContextual"/>
        </w:rPr>
        <w:t xml:space="preserve">trayer seconded, 3-1 </w:t>
      </w:r>
      <w:r w:rsidR="00C52D84">
        <w:rPr>
          <w:rFonts w:eastAsia="Aptos" w:cstheme="minorHAnsi"/>
          <w:kern w:val="2"/>
          <w14:ligatures w14:val="standardContextual"/>
        </w:rPr>
        <w:t>vote, Ms. A</w:t>
      </w:r>
      <w:r w:rsidR="004D7AB7">
        <w:rPr>
          <w:rFonts w:eastAsia="Aptos" w:cstheme="minorHAnsi"/>
          <w:kern w:val="2"/>
          <w14:ligatures w14:val="standardContextual"/>
        </w:rPr>
        <w:t xml:space="preserve">dams </w:t>
      </w:r>
      <w:r w:rsidR="00C52D84">
        <w:rPr>
          <w:rFonts w:eastAsia="Aptos" w:cstheme="minorHAnsi"/>
          <w:kern w:val="2"/>
          <w14:ligatures w14:val="standardContextual"/>
        </w:rPr>
        <w:t xml:space="preserve">opposed, house denied. </w:t>
      </w:r>
    </w:p>
    <w:p w14:paraId="74FEB1BB" w14:textId="470A2E39" w:rsidR="004D7AB7" w:rsidRDefault="004D7AB7" w:rsidP="00E86DCC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 xml:space="preserve">Shelburn C – </w:t>
      </w:r>
      <w:r w:rsidR="00C52D84">
        <w:rPr>
          <w:rFonts w:eastAsia="Aptos" w:cstheme="minorHAnsi"/>
          <w:kern w:val="2"/>
          <w14:ligatures w14:val="standardContextual"/>
        </w:rPr>
        <w:t>Mr. S</w:t>
      </w:r>
      <w:r>
        <w:rPr>
          <w:rFonts w:eastAsia="Aptos" w:cstheme="minorHAnsi"/>
          <w:kern w:val="2"/>
          <w14:ligatures w14:val="standardContextual"/>
        </w:rPr>
        <w:t>trayer moved to approve,</w:t>
      </w:r>
      <w:r w:rsidR="00C52D84">
        <w:rPr>
          <w:rFonts w:eastAsia="Aptos" w:cstheme="minorHAnsi"/>
          <w:kern w:val="2"/>
          <w14:ligatures w14:val="standardContextual"/>
        </w:rPr>
        <w:t xml:space="preserve"> Dr. B</w:t>
      </w:r>
      <w:r>
        <w:rPr>
          <w:rFonts w:eastAsia="Aptos" w:cstheme="minorHAnsi"/>
          <w:kern w:val="2"/>
          <w14:ligatures w14:val="standardContextual"/>
        </w:rPr>
        <w:t xml:space="preserve">urney seconded, </w:t>
      </w:r>
      <w:r w:rsidR="00C52D84">
        <w:rPr>
          <w:rFonts w:eastAsia="Aptos" w:cstheme="minorHAnsi"/>
          <w:kern w:val="2"/>
          <w14:ligatures w14:val="standardContextual"/>
        </w:rPr>
        <w:t xml:space="preserve">4-0 vote, house approved. </w:t>
      </w:r>
      <w:r>
        <w:rPr>
          <w:rFonts w:eastAsia="Aptos" w:cstheme="minorHAnsi"/>
          <w:kern w:val="2"/>
          <w14:ligatures w14:val="standardContextual"/>
        </w:rPr>
        <w:t xml:space="preserve"> </w:t>
      </w:r>
    </w:p>
    <w:p w14:paraId="0FEBDE24" w14:textId="0F6A9E81" w:rsidR="004D7AB7" w:rsidRDefault="004D7AB7" w:rsidP="00E86DCC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 w:rsidRPr="00C52D84">
        <w:rPr>
          <w:rFonts w:eastAsia="Aptos" w:cstheme="minorHAnsi"/>
          <w:kern w:val="2"/>
          <w14:ligatures w14:val="standardContextual"/>
        </w:rPr>
        <w:t xml:space="preserve">Shelburn D – </w:t>
      </w:r>
      <w:r w:rsidR="00C52D84" w:rsidRPr="00C52D84">
        <w:rPr>
          <w:rFonts w:eastAsia="Aptos" w:cstheme="minorHAnsi"/>
          <w:kern w:val="2"/>
          <w14:ligatures w14:val="standardContextual"/>
        </w:rPr>
        <w:t>Mr. S</w:t>
      </w:r>
      <w:r w:rsidRPr="00C52D84">
        <w:rPr>
          <w:rFonts w:eastAsia="Aptos" w:cstheme="minorHAnsi"/>
          <w:kern w:val="2"/>
          <w14:ligatures w14:val="standardContextual"/>
        </w:rPr>
        <w:t xml:space="preserve">trayer motioned </w:t>
      </w:r>
      <w:r w:rsidR="00C52D84" w:rsidRPr="00C52D84">
        <w:rPr>
          <w:rFonts w:eastAsia="Aptos" w:cstheme="minorHAnsi"/>
          <w:kern w:val="2"/>
          <w14:ligatures w14:val="standardContextual"/>
        </w:rPr>
        <w:t xml:space="preserve">to not approve </w:t>
      </w:r>
      <w:r w:rsidRPr="00C52D84">
        <w:rPr>
          <w:rFonts w:eastAsia="Aptos" w:cstheme="minorHAnsi"/>
          <w:kern w:val="2"/>
          <w14:ligatures w14:val="standardContextual"/>
        </w:rPr>
        <w:t>on la</w:t>
      </w:r>
      <w:r w:rsidR="00C52D84" w:rsidRPr="00C52D84">
        <w:rPr>
          <w:rFonts w:eastAsia="Aptos" w:cstheme="minorHAnsi"/>
          <w:kern w:val="2"/>
          <w14:ligatures w14:val="standardContextual"/>
        </w:rPr>
        <w:t>ck</w:t>
      </w:r>
      <w:r w:rsidRPr="00C52D84">
        <w:rPr>
          <w:rFonts w:eastAsia="Aptos" w:cstheme="minorHAnsi"/>
          <w:kern w:val="2"/>
          <w14:ligatures w14:val="standardContextual"/>
        </w:rPr>
        <w:t xml:space="preserve"> of brick and character, seconded </w:t>
      </w:r>
      <w:r w:rsidR="00C52D84" w:rsidRPr="00C52D84">
        <w:rPr>
          <w:rFonts w:eastAsia="Aptos" w:cstheme="minorHAnsi"/>
          <w:kern w:val="2"/>
          <w14:ligatures w14:val="standardContextual"/>
        </w:rPr>
        <w:t xml:space="preserve">Dr. Burney, </w:t>
      </w:r>
      <w:r w:rsidR="00C52D84">
        <w:rPr>
          <w:rFonts w:eastAsia="Aptos" w:cstheme="minorHAnsi"/>
          <w:kern w:val="2"/>
          <w14:ligatures w14:val="standardContextual"/>
        </w:rPr>
        <w:t>3-1</w:t>
      </w:r>
      <w:r w:rsidR="00C52D84" w:rsidRPr="00C52D84">
        <w:rPr>
          <w:rFonts w:eastAsia="Aptos" w:cstheme="minorHAnsi"/>
          <w:kern w:val="2"/>
          <w14:ligatures w14:val="standardContextual"/>
        </w:rPr>
        <w:t>, house denied.</w:t>
      </w:r>
      <w:r w:rsidR="00C52D84">
        <w:rPr>
          <w:rFonts w:eastAsia="Aptos" w:cstheme="minorHAnsi"/>
          <w:kern w:val="2"/>
          <w14:ligatures w14:val="standardContextual"/>
        </w:rPr>
        <w:t xml:space="preserve"> </w:t>
      </w:r>
      <w:r>
        <w:rPr>
          <w:rFonts w:eastAsia="Aptos" w:cstheme="minorHAnsi"/>
          <w:kern w:val="2"/>
          <w14:ligatures w14:val="standardContextual"/>
        </w:rPr>
        <w:t xml:space="preserve">  </w:t>
      </w:r>
    </w:p>
    <w:p w14:paraId="2324DC21" w14:textId="2400F0AB" w:rsidR="004D7AB7" w:rsidRDefault="004D7AB7" w:rsidP="00E86DCC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 xml:space="preserve">Shelburn E – </w:t>
      </w:r>
      <w:r w:rsidR="00C52D84">
        <w:rPr>
          <w:rFonts w:eastAsia="Aptos" w:cstheme="minorHAnsi"/>
          <w:kern w:val="2"/>
          <w14:ligatures w14:val="standardContextual"/>
        </w:rPr>
        <w:t>Ms. A</w:t>
      </w:r>
      <w:r>
        <w:rPr>
          <w:rFonts w:eastAsia="Aptos" w:cstheme="minorHAnsi"/>
          <w:kern w:val="2"/>
          <w14:ligatures w14:val="standardContextual"/>
        </w:rPr>
        <w:t xml:space="preserve">dams moved to approve as presented, </w:t>
      </w:r>
      <w:r w:rsidR="00C52D84">
        <w:rPr>
          <w:rFonts w:eastAsia="Aptos" w:cstheme="minorHAnsi"/>
          <w:kern w:val="2"/>
          <w14:ligatures w14:val="standardContextual"/>
        </w:rPr>
        <w:t>Mr. S</w:t>
      </w:r>
      <w:r>
        <w:rPr>
          <w:rFonts w:eastAsia="Aptos" w:cstheme="minorHAnsi"/>
          <w:kern w:val="2"/>
          <w14:ligatures w14:val="standardContextual"/>
        </w:rPr>
        <w:t xml:space="preserve">trayer seconded, 3-1 </w:t>
      </w:r>
      <w:r w:rsidR="00C52D84">
        <w:rPr>
          <w:rFonts w:eastAsia="Aptos" w:cstheme="minorHAnsi"/>
          <w:kern w:val="2"/>
          <w14:ligatures w14:val="standardContextual"/>
        </w:rPr>
        <w:t>Dr. B</w:t>
      </w:r>
      <w:r>
        <w:rPr>
          <w:rFonts w:eastAsia="Aptos" w:cstheme="minorHAnsi"/>
          <w:kern w:val="2"/>
          <w14:ligatures w14:val="standardContextual"/>
        </w:rPr>
        <w:t>urney opposed</w:t>
      </w:r>
      <w:r w:rsidR="00C52D84">
        <w:rPr>
          <w:rFonts w:eastAsia="Aptos" w:cstheme="minorHAnsi"/>
          <w:kern w:val="2"/>
          <w14:ligatures w14:val="standardContextual"/>
        </w:rPr>
        <w:t xml:space="preserve">, house approved. </w:t>
      </w:r>
    </w:p>
    <w:p w14:paraId="10A4527F" w14:textId="6D55B7EF" w:rsidR="004D7AB7" w:rsidRDefault="004D7AB7" w:rsidP="00E86DCC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 xml:space="preserve">Shelburn F – </w:t>
      </w:r>
      <w:r w:rsidR="00C52D84">
        <w:rPr>
          <w:rFonts w:eastAsia="Aptos" w:cstheme="minorHAnsi"/>
          <w:kern w:val="2"/>
          <w14:ligatures w14:val="standardContextual"/>
        </w:rPr>
        <w:t>Mr. S</w:t>
      </w:r>
      <w:r>
        <w:rPr>
          <w:rFonts w:eastAsia="Aptos" w:cstheme="minorHAnsi"/>
          <w:kern w:val="2"/>
          <w14:ligatures w14:val="standardContextual"/>
        </w:rPr>
        <w:t xml:space="preserve">trayer moved to approved as presented, </w:t>
      </w:r>
      <w:r w:rsidR="00C52D84">
        <w:rPr>
          <w:rFonts w:eastAsia="Aptos" w:cstheme="minorHAnsi"/>
          <w:kern w:val="2"/>
          <w14:ligatures w14:val="standardContextual"/>
        </w:rPr>
        <w:t>Ms. A</w:t>
      </w:r>
      <w:r>
        <w:rPr>
          <w:rFonts w:eastAsia="Aptos" w:cstheme="minorHAnsi"/>
          <w:kern w:val="2"/>
          <w14:ligatures w14:val="standardContextual"/>
        </w:rPr>
        <w:t xml:space="preserve">dams seconded, </w:t>
      </w:r>
      <w:r w:rsidR="00C52D84">
        <w:rPr>
          <w:rFonts w:eastAsia="Aptos" w:cstheme="minorHAnsi"/>
          <w:kern w:val="2"/>
          <w14:ligatures w14:val="standardContextual"/>
        </w:rPr>
        <w:t xml:space="preserve">4-0 vote, house approved. </w:t>
      </w:r>
      <w:r>
        <w:rPr>
          <w:rFonts w:eastAsia="Aptos" w:cstheme="minorHAnsi"/>
          <w:kern w:val="2"/>
          <w14:ligatures w14:val="standardContextual"/>
        </w:rPr>
        <w:t xml:space="preserve"> </w:t>
      </w:r>
    </w:p>
    <w:p w14:paraId="21989AF1" w14:textId="73257416" w:rsidR="004D7AB7" w:rsidRDefault="004D7AB7" w:rsidP="00E86DCC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>Lyndhurst</w:t>
      </w:r>
      <w:r w:rsidR="00C52D84">
        <w:rPr>
          <w:rFonts w:eastAsia="Aptos" w:cstheme="minorHAnsi"/>
          <w:kern w:val="2"/>
          <w14:ligatures w14:val="standardContextual"/>
        </w:rPr>
        <w:t xml:space="preserve"> A</w:t>
      </w:r>
      <w:r>
        <w:rPr>
          <w:rFonts w:eastAsia="Aptos" w:cstheme="minorHAnsi"/>
          <w:kern w:val="2"/>
          <w14:ligatures w14:val="standardContextual"/>
        </w:rPr>
        <w:t xml:space="preserve">, </w:t>
      </w:r>
      <w:r w:rsidR="00C52D84">
        <w:rPr>
          <w:rFonts w:eastAsia="Aptos" w:cstheme="minorHAnsi"/>
          <w:kern w:val="2"/>
          <w14:ligatures w14:val="standardContextual"/>
        </w:rPr>
        <w:t>Mr. S</w:t>
      </w:r>
      <w:r>
        <w:rPr>
          <w:rFonts w:eastAsia="Aptos" w:cstheme="minorHAnsi"/>
          <w:kern w:val="2"/>
          <w14:ligatures w14:val="standardContextual"/>
        </w:rPr>
        <w:t xml:space="preserve">trayer moved to approve as presented, </w:t>
      </w:r>
      <w:r w:rsidR="00C52D84">
        <w:rPr>
          <w:rFonts w:eastAsia="Aptos" w:cstheme="minorHAnsi"/>
          <w:kern w:val="2"/>
          <w14:ligatures w14:val="standardContextual"/>
        </w:rPr>
        <w:t>Ms. A</w:t>
      </w:r>
      <w:r>
        <w:rPr>
          <w:rFonts w:eastAsia="Aptos" w:cstheme="minorHAnsi"/>
          <w:kern w:val="2"/>
          <w14:ligatures w14:val="standardContextual"/>
        </w:rPr>
        <w:t xml:space="preserve">dams seconded, </w:t>
      </w:r>
      <w:r w:rsidR="00C52D84">
        <w:rPr>
          <w:rFonts w:eastAsia="Aptos" w:cstheme="minorHAnsi"/>
          <w:kern w:val="2"/>
          <w14:ligatures w14:val="standardContextual"/>
        </w:rPr>
        <w:t xml:space="preserve">4-0 vote, house approved. </w:t>
      </w:r>
      <w:r>
        <w:rPr>
          <w:rFonts w:eastAsia="Aptos" w:cstheme="minorHAnsi"/>
          <w:kern w:val="2"/>
          <w14:ligatures w14:val="standardContextual"/>
        </w:rPr>
        <w:t xml:space="preserve"> </w:t>
      </w:r>
    </w:p>
    <w:p w14:paraId="06A3A53D" w14:textId="7FB60168" w:rsidR="004D7AB7" w:rsidRDefault="00C52D84" w:rsidP="00E86DCC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>Lyndhurst</w:t>
      </w:r>
      <w:r w:rsidR="004D7AB7">
        <w:rPr>
          <w:rFonts w:eastAsia="Aptos" w:cstheme="minorHAnsi"/>
          <w:kern w:val="2"/>
          <w14:ligatures w14:val="standardContextual"/>
        </w:rPr>
        <w:t xml:space="preserve"> B –</w:t>
      </w:r>
      <w:r>
        <w:rPr>
          <w:rFonts w:eastAsia="Aptos" w:cstheme="minorHAnsi"/>
          <w:kern w:val="2"/>
          <w14:ligatures w14:val="standardContextual"/>
        </w:rPr>
        <w:t xml:space="preserve"> Ms. A</w:t>
      </w:r>
      <w:r w:rsidR="004D7AB7">
        <w:rPr>
          <w:rFonts w:eastAsia="Aptos" w:cstheme="minorHAnsi"/>
          <w:kern w:val="2"/>
          <w14:ligatures w14:val="standardContextual"/>
        </w:rPr>
        <w:t xml:space="preserve">dams </w:t>
      </w:r>
      <w:r>
        <w:rPr>
          <w:rFonts w:eastAsia="Aptos" w:cstheme="minorHAnsi"/>
          <w:kern w:val="2"/>
          <w14:ligatures w14:val="standardContextual"/>
        </w:rPr>
        <w:t xml:space="preserve">moved to approve </w:t>
      </w:r>
      <w:r w:rsidR="004D7AB7">
        <w:rPr>
          <w:rFonts w:eastAsia="Aptos" w:cstheme="minorHAnsi"/>
          <w:kern w:val="2"/>
          <w14:ligatures w14:val="standardContextual"/>
        </w:rPr>
        <w:t>as present</w:t>
      </w:r>
      <w:r w:rsidR="00B814E9">
        <w:rPr>
          <w:rFonts w:eastAsia="Aptos" w:cstheme="minorHAnsi"/>
          <w:kern w:val="2"/>
          <w14:ligatures w14:val="standardContextual"/>
        </w:rPr>
        <w:t>ed</w:t>
      </w:r>
      <w:r w:rsidR="004D7AB7">
        <w:rPr>
          <w:rFonts w:eastAsia="Aptos" w:cstheme="minorHAnsi"/>
          <w:kern w:val="2"/>
          <w14:ligatures w14:val="standardContextual"/>
        </w:rPr>
        <w:t xml:space="preserve">, </w:t>
      </w:r>
      <w:r>
        <w:rPr>
          <w:rFonts w:eastAsia="Aptos" w:cstheme="minorHAnsi"/>
          <w:kern w:val="2"/>
          <w14:ligatures w14:val="standardContextual"/>
        </w:rPr>
        <w:t>Mr. S</w:t>
      </w:r>
      <w:r w:rsidR="004D7AB7">
        <w:rPr>
          <w:rFonts w:eastAsia="Aptos" w:cstheme="minorHAnsi"/>
          <w:kern w:val="2"/>
          <w14:ligatures w14:val="standardContextual"/>
        </w:rPr>
        <w:t xml:space="preserve">trayer seconded, </w:t>
      </w:r>
      <w:r>
        <w:rPr>
          <w:rFonts w:eastAsia="Aptos" w:cstheme="minorHAnsi"/>
          <w:kern w:val="2"/>
          <w14:ligatures w14:val="standardContextual"/>
        </w:rPr>
        <w:t xml:space="preserve">4-0 vote, house approved. </w:t>
      </w:r>
    </w:p>
    <w:p w14:paraId="77CFE98E" w14:textId="0D1F6477" w:rsidR="004D7AB7" w:rsidRDefault="004D7AB7" w:rsidP="00E86DCC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bookmarkStart w:id="0" w:name="_Hlk198288967"/>
      <w:r>
        <w:rPr>
          <w:rFonts w:eastAsia="Aptos" w:cstheme="minorHAnsi"/>
          <w:kern w:val="2"/>
          <w14:ligatures w14:val="standardContextual"/>
        </w:rPr>
        <w:t>Lyn</w:t>
      </w:r>
      <w:r w:rsidR="00884AC7">
        <w:rPr>
          <w:rFonts w:eastAsia="Aptos" w:cstheme="minorHAnsi"/>
          <w:kern w:val="2"/>
          <w14:ligatures w14:val="standardContextual"/>
        </w:rPr>
        <w:t>dhurst</w:t>
      </w:r>
      <w:r>
        <w:rPr>
          <w:rFonts w:eastAsia="Aptos" w:cstheme="minorHAnsi"/>
          <w:kern w:val="2"/>
          <w14:ligatures w14:val="standardContextual"/>
        </w:rPr>
        <w:t xml:space="preserve"> </w:t>
      </w:r>
      <w:r w:rsidR="00884AC7">
        <w:rPr>
          <w:rFonts w:eastAsia="Aptos" w:cstheme="minorHAnsi"/>
          <w:kern w:val="2"/>
          <w14:ligatures w14:val="standardContextual"/>
        </w:rPr>
        <w:t>C</w:t>
      </w:r>
      <w:r>
        <w:rPr>
          <w:rFonts w:eastAsia="Aptos" w:cstheme="minorHAnsi"/>
          <w:kern w:val="2"/>
          <w14:ligatures w14:val="standardContextual"/>
        </w:rPr>
        <w:t xml:space="preserve"> </w:t>
      </w:r>
      <w:bookmarkEnd w:id="0"/>
      <w:r>
        <w:rPr>
          <w:rFonts w:eastAsia="Aptos" w:cstheme="minorHAnsi"/>
          <w:kern w:val="2"/>
          <w14:ligatures w14:val="standardContextual"/>
        </w:rPr>
        <w:t xml:space="preserve">– </w:t>
      </w:r>
      <w:r w:rsidR="00C52D84">
        <w:rPr>
          <w:rFonts w:eastAsia="Aptos" w:cstheme="minorHAnsi"/>
          <w:kern w:val="2"/>
          <w14:ligatures w14:val="standardContextual"/>
        </w:rPr>
        <w:t>Dr. B</w:t>
      </w:r>
      <w:r>
        <w:rPr>
          <w:rFonts w:eastAsia="Aptos" w:cstheme="minorHAnsi"/>
          <w:kern w:val="2"/>
          <w14:ligatures w14:val="standardContextual"/>
        </w:rPr>
        <w:t xml:space="preserve">urney </w:t>
      </w:r>
      <w:r w:rsidR="00884AC7">
        <w:rPr>
          <w:rFonts w:eastAsia="Aptos" w:cstheme="minorHAnsi"/>
          <w:kern w:val="2"/>
          <w14:ligatures w14:val="standardContextual"/>
        </w:rPr>
        <w:t xml:space="preserve">moved to approve </w:t>
      </w:r>
      <w:r>
        <w:rPr>
          <w:rFonts w:eastAsia="Aptos" w:cstheme="minorHAnsi"/>
          <w:kern w:val="2"/>
          <w14:ligatures w14:val="standardContextual"/>
        </w:rPr>
        <w:t xml:space="preserve">as presented, </w:t>
      </w:r>
      <w:r w:rsidR="00C52D84">
        <w:rPr>
          <w:rFonts w:eastAsia="Aptos" w:cstheme="minorHAnsi"/>
          <w:kern w:val="2"/>
          <w14:ligatures w14:val="standardContextual"/>
        </w:rPr>
        <w:t>Mr. S</w:t>
      </w:r>
      <w:r>
        <w:rPr>
          <w:rFonts w:eastAsia="Aptos" w:cstheme="minorHAnsi"/>
          <w:kern w:val="2"/>
          <w14:ligatures w14:val="standardContextual"/>
        </w:rPr>
        <w:t xml:space="preserve">trayer seconded, </w:t>
      </w:r>
      <w:r w:rsidR="00884AC7">
        <w:rPr>
          <w:rFonts w:eastAsia="Aptos" w:cstheme="minorHAnsi"/>
          <w:kern w:val="2"/>
          <w14:ligatures w14:val="standardContextual"/>
        </w:rPr>
        <w:t xml:space="preserve">4-0 vote, house approved. </w:t>
      </w:r>
    </w:p>
    <w:p w14:paraId="1EBC7CEE" w14:textId="5ED2AB97" w:rsidR="004D7AB7" w:rsidRDefault="00884AC7" w:rsidP="00E86DCC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 xml:space="preserve">Lyndhurst </w:t>
      </w:r>
      <w:r>
        <w:rPr>
          <w:rFonts w:eastAsia="Aptos" w:cstheme="minorHAnsi"/>
          <w:kern w:val="2"/>
          <w14:ligatures w14:val="standardContextual"/>
        </w:rPr>
        <w:t xml:space="preserve">F </w:t>
      </w:r>
      <w:r w:rsidR="004D7AB7">
        <w:rPr>
          <w:rFonts w:eastAsia="Aptos" w:cstheme="minorHAnsi"/>
          <w:kern w:val="2"/>
          <w14:ligatures w14:val="standardContextual"/>
        </w:rPr>
        <w:t xml:space="preserve">– </w:t>
      </w:r>
      <w:r w:rsidRPr="00884AC7">
        <w:rPr>
          <w:rFonts w:eastAsia="Aptos" w:cstheme="minorHAnsi"/>
          <w:kern w:val="2"/>
          <w14:ligatures w14:val="standardContextual"/>
        </w:rPr>
        <w:t>Dr. Burney moved to approve as presented, Mr. Strayer seconded, 4-0 vote, house approved.</w:t>
      </w:r>
    </w:p>
    <w:p w14:paraId="55414CD9" w14:textId="412FED61" w:rsidR="004D7AB7" w:rsidRDefault="00884AC7" w:rsidP="00E86DCC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 xml:space="preserve">Lyndhurst </w:t>
      </w:r>
      <w:r>
        <w:rPr>
          <w:rFonts w:eastAsia="Aptos" w:cstheme="minorHAnsi"/>
          <w:kern w:val="2"/>
          <w14:ligatures w14:val="standardContextual"/>
        </w:rPr>
        <w:t xml:space="preserve">J </w:t>
      </w:r>
      <w:r w:rsidR="004D7AB7">
        <w:rPr>
          <w:rFonts w:eastAsia="Aptos" w:cstheme="minorHAnsi"/>
          <w:kern w:val="2"/>
          <w14:ligatures w14:val="standardContextual"/>
        </w:rPr>
        <w:t>–</w:t>
      </w:r>
      <w:r w:rsidRPr="00884AC7">
        <w:t xml:space="preserve"> </w:t>
      </w:r>
      <w:r w:rsidRPr="00884AC7">
        <w:rPr>
          <w:rFonts w:eastAsia="Aptos" w:cstheme="minorHAnsi"/>
          <w:kern w:val="2"/>
          <w14:ligatures w14:val="standardContextual"/>
        </w:rPr>
        <w:t>Mr. Strayer moved to approve as presented, Dr. Burney seconded, 4-0 vote, house approved.</w:t>
      </w:r>
      <w:r w:rsidR="004D7AB7">
        <w:rPr>
          <w:rFonts w:eastAsia="Aptos" w:cstheme="minorHAnsi"/>
          <w:kern w:val="2"/>
          <w14:ligatures w14:val="standardContextual"/>
        </w:rPr>
        <w:t xml:space="preserve"> </w:t>
      </w:r>
    </w:p>
    <w:p w14:paraId="4396F463" w14:textId="216BAF28" w:rsidR="004D7AB7" w:rsidRDefault="004D7AB7" w:rsidP="00E86DCC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 xml:space="preserve">Sebastian </w:t>
      </w:r>
      <w:r w:rsidR="00884AC7">
        <w:rPr>
          <w:rFonts w:eastAsia="Aptos" w:cstheme="minorHAnsi"/>
          <w:kern w:val="2"/>
          <w14:ligatures w14:val="standardContextual"/>
        </w:rPr>
        <w:t>A</w:t>
      </w:r>
      <w:r>
        <w:rPr>
          <w:rFonts w:eastAsia="Aptos" w:cstheme="minorHAnsi"/>
          <w:kern w:val="2"/>
          <w14:ligatures w14:val="standardContextual"/>
        </w:rPr>
        <w:t xml:space="preserve"> – </w:t>
      </w:r>
      <w:r w:rsidR="00884AC7">
        <w:rPr>
          <w:rFonts w:eastAsia="Aptos" w:cstheme="minorHAnsi"/>
          <w:kern w:val="2"/>
          <w14:ligatures w14:val="standardContextual"/>
        </w:rPr>
        <w:t>Mr. S</w:t>
      </w:r>
      <w:r>
        <w:rPr>
          <w:rFonts w:eastAsia="Aptos" w:cstheme="minorHAnsi"/>
          <w:kern w:val="2"/>
          <w14:ligatures w14:val="standardContextual"/>
        </w:rPr>
        <w:t>trayer</w:t>
      </w:r>
      <w:r w:rsidR="00884AC7">
        <w:rPr>
          <w:rFonts w:eastAsia="Aptos" w:cstheme="minorHAnsi"/>
          <w:kern w:val="2"/>
          <w14:ligatures w14:val="standardContextual"/>
        </w:rPr>
        <w:t xml:space="preserve"> </w:t>
      </w:r>
      <w:r w:rsidR="00884AC7" w:rsidRPr="00884AC7">
        <w:rPr>
          <w:rFonts w:eastAsia="Aptos" w:cstheme="minorHAnsi"/>
          <w:kern w:val="2"/>
          <w14:ligatures w14:val="standardContextual"/>
        </w:rPr>
        <w:t xml:space="preserve">moved to approve </w:t>
      </w:r>
      <w:r>
        <w:rPr>
          <w:rFonts w:eastAsia="Aptos" w:cstheme="minorHAnsi"/>
          <w:kern w:val="2"/>
          <w14:ligatures w14:val="standardContextual"/>
        </w:rPr>
        <w:t xml:space="preserve">as presented, </w:t>
      </w:r>
      <w:r w:rsidR="00884AC7">
        <w:rPr>
          <w:rFonts w:eastAsia="Aptos" w:cstheme="minorHAnsi"/>
          <w:kern w:val="2"/>
          <w14:ligatures w14:val="standardContextual"/>
        </w:rPr>
        <w:t>Ms. A</w:t>
      </w:r>
      <w:r>
        <w:rPr>
          <w:rFonts w:eastAsia="Aptos" w:cstheme="minorHAnsi"/>
          <w:kern w:val="2"/>
          <w14:ligatures w14:val="standardContextual"/>
        </w:rPr>
        <w:t>dams seconded, 3-1</w:t>
      </w:r>
      <w:r w:rsidR="00884AC7">
        <w:rPr>
          <w:rFonts w:eastAsia="Aptos" w:cstheme="minorHAnsi"/>
          <w:kern w:val="2"/>
          <w14:ligatures w14:val="standardContextual"/>
        </w:rPr>
        <w:t xml:space="preserve"> vote,</w:t>
      </w:r>
      <w:r>
        <w:rPr>
          <w:rFonts w:eastAsia="Aptos" w:cstheme="minorHAnsi"/>
          <w:kern w:val="2"/>
          <w14:ligatures w14:val="standardContextual"/>
        </w:rPr>
        <w:t xml:space="preserve"> </w:t>
      </w:r>
      <w:r w:rsidR="00884AC7">
        <w:rPr>
          <w:rFonts w:eastAsia="Aptos" w:cstheme="minorHAnsi"/>
          <w:kern w:val="2"/>
          <w14:ligatures w14:val="standardContextual"/>
        </w:rPr>
        <w:t>Dr. B</w:t>
      </w:r>
      <w:r>
        <w:rPr>
          <w:rFonts w:eastAsia="Aptos" w:cstheme="minorHAnsi"/>
          <w:kern w:val="2"/>
          <w14:ligatures w14:val="standardContextual"/>
        </w:rPr>
        <w:t>urney opposed</w:t>
      </w:r>
      <w:r w:rsidR="00884AC7">
        <w:rPr>
          <w:rFonts w:eastAsia="Aptos" w:cstheme="minorHAnsi"/>
          <w:kern w:val="2"/>
          <w14:ligatures w14:val="standardContextual"/>
        </w:rPr>
        <w:t xml:space="preserve">, house approved. </w:t>
      </w:r>
    </w:p>
    <w:p w14:paraId="54E7BBB6" w14:textId="3D980649" w:rsidR="004D7AB7" w:rsidRDefault="004D7AB7" w:rsidP="00E86DCC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 xml:space="preserve">Sebastion </w:t>
      </w:r>
      <w:r w:rsidR="00884AC7">
        <w:rPr>
          <w:rFonts w:eastAsia="Aptos" w:cstheme="minorHAnsi"/>
          <w:kern w:val="2"/>
          <w14:ligatures w14:val="standardContextual"/>
        </w:rPr>
        <w:t>D</w:t>
      </w:r>
      <w:r>
        <w:rPr>
          <w:rFonts w:eastAsia="Aptos" w:cstheme="minorHAnsi"/>
          <w:kern w:val="2"/>
          <w14:ligatures w14:val="standardContextual"/>
        </w:rPr>
        <w:t xml:space="preserve"> – </w:t>
      </w:r>
      <w:r w:rsidR="00884AC7">
        <w:rPr>
          <w:rFonts w:eastAsia="Aptos" w:cstheme="minorHAnsi"/>
          <w:kern w:val="2"/>
          <w14:ligatures w14:val="standardContextual"/>
        </w:rPr>
        <w:t xml:space="preserve">Dr. Burney </w:t>
      </w:r>
      <w:r w:rsidR="00884AC7" w:rsidRPr="00884AC7">
        <w:rPr>
          <w:rFonts w:eastAsia="Aptos" w:cstheme="minorHAnsi"/>
          <w:kern w:val="2"/>
          <w14:ligatures w14:val="standardContextual"/>
        </w:rPr>
        <w:t xml:space="preserve">moved to approve </w:t>
      </w:r>
      <w:r w:rsidR="00884AC7">
        <w:rPr>
          <w:rFonts w:eastAsia="Aptos" w:cstheme="minorHAnsi"/>
          <w:kern w:val="2"/>
          <w14:ligatures w14:val="standardContextual"/>
        </w:rPr>
        <w:t>as presented</w:t>
      </w:r>
      <w:r>
        <w:rPr>
          <w:rFonts w:eastAsia="Aptos" w:cstheme="minorHAnsi"/>
          <w:kern w:val="2"/>
          <w14:ligatures w14:val="standardContextual"/>
        </w:rPr>
        <w:t xml:space="preserve">, </w:t>
      </w:r>
      <w:r w:rsidR="00884AC7">
        <w:rPr>
          <w:rFonts w:eastAsia="Aptos" w:cstheme="minorHAnsi"/>
          <w:kern w:val="2"/>
          <w14:ligatures w14:val="standardContextual"/>
        </w:rPr>
        <w:t>Mr. S</w:t>
      </w:r>
      <w:r>
        <w:rPr>
          <w:rFonts w:eastAsia="Aptos" w:cstheme="minorHAnsi"/>
          <w:kern w:val="2"/>
          <w14:ligatures w14:val="standardContextual"/>
        </w:rPr>
        <w:t xml:space="preserve">trayer seconded, </w:t>
      </w:r>
      <w:r w:rsidR="00884AC7">
        <w:rPr>
          <w:rFonts w:eastAsia="Aptos" w:cstheme="minorHAnsi"/>
          <w:kern w:val="2"/>
          <w14:ligatures w14:val="standardContextual"/>
        </w:rPr>
        <w:t xml:space="preserve">4-0 vote, house approved. </w:t>
      </w:r>
      <w:r>
        <w:rPr>
          <w:rFonts w:eastAsia="Aptos" w:cstheme="minorHAnsi"/>
          <w:kern w:val="2"/>
          <w14:ligatures w14:val="standardContextual"/>
        </w:rPr>
        <w:t xml:space="preserve"> </w:t>
      </w:r>
    </w:p>
    <w:p w14:paraId="2356C97F" w14:textId="6EF8899E" w:rsidR="004D7AB7" w:rsidRDefault="004D7AB7" w:rsidP="00E86DCC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 xml:space="preserve">Sebastian </w:t>
      </w:r>
      <w:r w:rsidR="00884AC7">
        <w:rPr>
          <w:rFonts w:eastAsia="Aptos" w:cstheme="minorHAnsi"/>
          <w:kern w:val="2"/>
          <w14:ligatures w14:val="standardContextual"/>
        </w:rPr>
        <w:t>E</w:t>
      </w:r>
      <w:r>
        <w:rPr>
          <w:rFonts w:eastAsia="Aptos" w:cstheme="minorHAnsi"/>
          <w:kern w:val="2"/>
          <w14:ligatures w14:val="standardContextual"/>
        </w:rPr>
        <w:t xml:space="preserve"> – </w:t>
      </w:r>
      <w:r w:rsidR="00884AC7">
        <w:rPr>
          <w:rFonts w:eastAsia="Aptos" w:cstheme="minorHAnsi"/>
          <w:kern w:val="2"/>
          <w14:ligatures w14:val="standardContextual"/>
        </w:rPr>
        <w:t>Mr. S</w:t>
      </w:r>
      <w:r>
        <w:rPr>
          <w:rFonts w:eastAsia="Aptos" w:cstheme="minorHAnsi"/>
          <w:kern w:val="2"/>
          <w14:ligatures w14:val="standardContextual"/>
        </w:rPr>
        <w:t xml:space="preserve">trayer </w:t>
      </w:r>
      <w:r w:rsidR="00884AC7" w:rsidRPr="00884AC7">
        <w:rPr>
          <w:rFonts w:eastAsia="Aptos" w:cstheme="minorHAnsi"/>
          <w:kern w:val="2"/>
          <w14:ligatures w14:val="standardContextual"/>
        </w:rPr>
        <w:t xml:space="preserve">moved to approve </w:t>
      </w:r>
      <w:r>
        <w:rPr>
          <w:rFonts w:eastAsia="Aptos" w:cstheme="minorHAnsi"/>
          <w:kern w:val="2"/>
          <w14:ligatures w14:val="standardContextual"/>
        </w:rPr>
        <w:t xml:space="preserve">as presented, </w:t>
      </w:r>
      <w:r w:rsidR="00884AC7">
        <w:rPr>
          <w:rFonts w:eastAsia="Aptos" w:cstheme="minorHAnsi"/>
          <w:kern w:val="2"/>
          <w14:ligatures w14:val="standardContextual"/>
        </w:rPr>
        <w:t>Dr. B</w:t>
      </w:r>
      <w:r>
        <w:rPr>
          <w:rFonts w:eastAsia="Aptos" w:cstheme="minorHAnsi"/>
          <w:kern w:val="2"/>
          <w14:ligatures w14:val="standardContextual"/>
        </w:rPr>
        <w:t xml:space="preserve">urney moved to amend it to a full masonry front, </w:t>
      </w:r>
      <w:r w:rsidR="00884AC7">
        <w:rPr>
          <w:rFonts w:eastAsia="Aptos" w:cstheme="minorHAnsi"/>
          <w:kern w:val="2"/>
          <w14:ligatures w14:val="standardContextual"/>
        </w:rPr>
        <w:t>Ms. A</w:t>
      </w:r>
      <w:r>
        <w:rPr>
          <w:rFonts w:eastAsia="Aptos" w:cstheme="minorHAnsi"/>
          <w:kern w:val="2"/>
          <w14:ligatures w14:val="standardContextual"/>
        </w:rPr>
        <w:t xml:space="preserve">dams seconded </w:t>
      </w:r>
      <w:r w:rsidR="00884AC7">
        <w:rPr>
          <w:rFonts w:eastAsia="Aptos" w:cstheme="minorHAnsi"/>
          <w:kern w:val="2"/>
          <w14:ligatures w14:val="standardContextual"/>
        </w:rPr>
        <w:t>Mr. S</w:t>
      </w:r>
      <w:r>
        <w:rPr>
          <w:rFonts w:eastAsia="Aptos" w:cstheme="minorHAnsi"/>
          <w:kern w:val="2"/>
          <w14:ligatures w14:val="standardContextual"/>
        </w:rPr>
        <w:t xml:space="preserve">trayers motion, 3-1 </w:t>
      </w:r>
      <w:r w:rsidR="00884AC7">
        <w:rPr>
          <w:rFonts w:eastAsia="Aptos" w:cstheme="minorHAnsi"/>
          <w:kern w:val="2"/>
          <w14:ligatures w14:val="standardContextual"/>
        </w:rPr>
        <w:t>Dr. B</w:t>
      </w:r>
      <w:r>
        <w:rPr>
          <w:rFonts w:eastAsia="Aptos" w:cstheme="minorHAnsi"/>
          <w:kern w:val="2"/>
          <w14:ligatures w14:val="standardContextual"/>
        </w:rPr>
        <w:t>urney opposed</w:t>
      </w:r>
      <w:r w:rsidR="00884AC7">
        <w:rPr>
          <w:rFonts w:eastAsia="Aptos" w:cstheme="minorHAnsi"/>
          <w:kern w:val="2"/>
          <w14:ligatures w14:val="standardContextual"/>
        </w:rPr>
        <w:t xml:space="preserve">, house approved. </w:t>
      </w:r>
      <w:r>
        <w:rPr>
          <w:rFonts w:eastAsia="Aptos" w:cstheme="minorHAnsi"/>
          <w:kern w:val="2"/>
          <w14:ligatures w14:val="standardContextual"/>
        </w:rPr>
        <w:t xml:space="preserve"> </w:t>
      </w:r>
    </w:p>
    <w:p w14:paraId="4A83510B" w14:textId="0A164395" w:rsidR="004D7AB7" w:rsidRDefault="004D7AB7" w:rsidP="00E86DCC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lastRenderedPageBreak/>
        <w:t xml:space="preserve">Sebastian </w:t>
      </w:r>
      <w:r w:rsidR="00884AC7">
        <w:rPr>
          <w:rFonts w:eastAsia="Aptos" w:cstheme="minorHAnsi"/>
          <w:kern w:val="2"/>
          <w14:ligatures w14:val="standardContextual"/>
        </w:rPr>
        <w:t>H</w:t>
      </w:r>
      <w:r>
        <w:rPr>
          <w:rFonts w:eastAsia="Aptos" w:cstheme="minorHAnsi"/>
          <w:kern w:val="2"/>
          <w14:ligatures w14:val="standardContextual"/>
        </w:rPr>
        <w:t xml:space="preserve"> </w:t>
      </w:r>
      <w:r w:rsidR="009C7CC9">
        <w:rPr>
          <w:rFonts w:eastAsia="Aptos" w:cstheme="minorHAnsi"/>
          <w:kern w:val="2"/>
          <w14:ligatures w14:val="standardContextual"/>
        </w:rPr>
        <w:t>–</w:t>
      </w:r>
      <w:r>
        <w:rPr>
          <w:rFonts w:eastAsia="Aptos" w:cstheme="minorHAnsi"/>
          <w:kern w:val="2"/>
          <w14:ligatures w14:val="standardContextual"/>
        </w:rPr>
        <w:t xml:space="preserve"> </w:t>
      </w:r>
      <w:r w:rsidR="00884AC7">
        <w:rPr>
          <w:rFonts w:eastAsia="Aptos" w:cstheme="minorHAnsi"/>
          <w:kern w:val="2"/>
          <w14:ligatures w14:val="standardContextual"/>
        </w:rPr>
        <w:t>Mr. S</w:t>
      </w:r>
      <w:r w:rsidR="009C7CC9">
        <w:rPr>
          <w:rFonts w:eastAsia="Aptos" w:cstheme="minorHAnsi"/>
          <w:kern w:val="2"/>
          <w14:ligatures w14:val="standardContextual"/>
        </w:rPr>
        <w:t xml:space="preserve">trayer </w:t>
      </w:r>
      <w:r w:rsidR="00884AC7" w:rsidRPr="00884AC7">
        <w:rPr>
          <w:rFonts w:eastAsia="Aptos" w:cstheme="minorHAnsi"/>
          <w:kern w:val="2"/>
          <w14:ligatures w14:val="standardContextual"/>
        </w:rPr>
        <w:t xml:space="preserve">moved to approve </w:t>
      </w:r>
      <w:r w:rsidR="009C7CC9">
        <w:rPr>
          <w:rFonts w:eastAsia="Aptos" w:cstheme="minorHAnsi"/>
          <w:kern w:val="2"/>
          <w14:ligatures w14:val="standardContextual"/>
        </w:rPr>
        <w:t xml:space="preserve">as presented, </w:t>
      </w:r>
      <w:r w:rsidR="00884AC7">
        <w:rPr>
          <w:rFonts w:eastAsia="Aptos" w:cstheme="minorHAnsi"/>
          <w:kern w:val="2"/>
          <w14:ligatures w14:val="standardContextual"/>
        </w:rPr>
        <w:t>Ms. A</w:t>
      </w:r>
      <w:r w:rsidR="009C7CC9">
        <w:rPr>
          <w:rFonts w:eastAsia="Aptos" w:cstheme="minorHAnsi"/>
          <w:kern w:val="2"/>
          <w14:ligatures w14:val="standardContextual"/>
        </w:rPr>
        <w:t>dams seconded, 3-1</w:t>
      </w:r>
      <w:r w:rsidR="00884AC7">
        <w:rPr>
          <w:rFonts w:eastAsia="Aptos" w:cstheme="minorHAnsi"/>
          <w:kern w:val="2"/>
          <w14:ligatures w14:val="standardContextual"/>
        </w:rPr>
        <w:t xml:space="preserve"> vote Dr.</w:t>
      </w:r>
      <w:r w:rsidR="005628D8">
        <w:rPr>
          <w:rFonts w:eastAsia="Aptos" w:cstheme="minorHAnsi"/>
          <w:kern w:val="2"/>
          <w14:ligatures w14:val="standardContextual"/>
        </w:rPr>
        <w:t xml:space="preserve">  B</w:t>
      </w:r>
      <w:r w:rsidR="009C7CC9">
        <w:rPr>
          <w:rFonts w:eastAsia="Aptos" w:cstheme="minorHAnsi"/>
          <w:kern w:val="2"/>
          <w14:ligatures w14:val="standardContextual"/>
        </w:rPr>
        <w:t xml:space="preserve">urney </w:t>
      </w:r>
      <w:r w:rsidR="005628D8">
        <w:rPr>
          <w:rFonts w:eastAsia="Aptos" w:cstheme="minorHAnsi"/>
          <w:kern w:val="2"/>
          <w14:ligatures w14:val="standardContextual"/>
        </w:rPr>
        <w:t xml:space="preserve">opposed; house approved. </w:t>
      </w:r>
    </w:p>
    <w:p w14:paraId="1536FD63" w14:textId="47745AC3" w:rsidR="009C7CC9" w:rsidRDefault="009C7CC9" w:rsidP="00E86DCC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bookmarkStart w:id="1" w:name="_Hlk198289723"/>
      <w:r>
        <w:rPr>
          <w:rFonts w:eastAsia="Aptos" w:cstheme="minorHAnsi"/>
          <w:kern w:val="2"/>
          <w14:ligatures w14:val="standardContextual"/>
        </w:rPr>
        <w:t>Buch</w:t>
      </w:r>
      <w:r w:rsidR="005628D8">
        <w:rPr>
          <w:rFonts w:eastAsia="Aptos" w:cstheme="minorHAnsi"/>
          <w:kern w:val="2"/>
          <w14:ligatures w14:val="standardContextual"/>
        </w:rPr>
        <w:t>anan</w:t>
      </w:r>
      <w:bookmarkEnd w:id="1"/>
      <w:r>
        <w:rPr>
          <w:rFonts w:eastAsia="Aptos" w:cstheme="minorHAnsi"/>
          <w:kern w:val="2"/>
          <w14:ligatures w14:val="standardContextual"/>
        </w:rPr>
        <w:t xml:space="preserve"> L – </w:t>
      </w:r>
      <w:r w:rsidR="005628D8">
        <w:rPr>
          <w:rFonts w:eastAsia="Aptos" w:cstheme="minorHAnsi"/>
          <w:kern w:val="2"/>
          <w14:ligatures w14:val="standardContextual"/>
        </w:rPr>
        <w:t>Mr. S</w:t>
      </w:r>
      <w:r>
        <w:rPr>
          <w:rFonts w:eastAsia="Aptos" w:cstheme="minorHAnsi"/>
          <w:kern w:val="2"/>
          <w14:ligatures w14:val="standardContextual"/>
        </w:rPr>
        <w:t xml:space="preserve">trayer </w:t>
      </w:r>
      <w:r w:rsidR="005628D8" w:rsidRPr="00884AC7">
        <w:rPr>
          <w:rFonts w:eastAsia="Aptos" w:cstheme="minorHAnsi"/>
          <w:kern w:val="2"/>
          <w14:ligatures w14:val="standardContextual"/>
        </w:rPr>
        <w:t xml:space="preserve">moved to approve </w:t>
      </w:r>
      <w:r>
        <w:rPr>
          <w:rFonts w:eastAsia="Aptos" w:cstheme="minorHAnsi"/>
          <w:kern w:val="2"/>
          <w14:ligatures w14:val="standardContextual"/>
        </w:rPr>
        <w:t xml:space="preserve">as presented, </w:t>
      </w:r>
      <w:r w:rsidR="005628D8">
        <w:rPr>
          <w:rFonts w:eastAsia="Aptos" w:cstheme="minorHAnsi"/>
          <w:kern w:val="2"/>
          <w14:ligatures w14:val="standardContextual"/>
        </w:rPr>
        <w:t>Ms. A</w:t>
      </w:r>
      <w:r>
        <w:rPr>
          <w:rFonts w:eastAsia="Aptos" w:cstheme="minorHAnsi"/>
          <w:kern w:val="2"/>
          <w14:ligatures w14:val="standardContextual"/>
        </w:rPr>
        <w:t xml:space="preserve">dams seconded, </w:t>
      </w:r>
      <w:r w:rsidR="005628D8">
        <w:rPr>
          <w:rFonts w:eastAsia="Aptos" w:cstheme="minorHAnsi"/>
          <w:kern w:val="2"/>
          <w14:ligatures w14:val="standardContextual"/>
        </w:rPr>
        <w:t xml:space="preserve">4-0 vote, house approved. </w:t>
      </w:r>
      <w:r>
        <w:rPr>
          <w:rFonts w:eastAsia="Aptos" w:cstheme="minorHAnsi"/>
          <w:kern w:val="2"/>
          <w14:ligatures w14:val="standardContextual"/>
        </w:rPr>
        <w:t xml:space="preserve"> </w:t>
      </w:r>
    </w:p>
    <w:p w14:paraId="76478C95" w14:textId="21545B16" w:rsidR="009C7CC9" w:rsidRDefault="005628D8" w:rsidP="00E86DCC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 w:rsidRPr="005628D8">
        <w:rPr>
          <w:rFonts w:eastAsia="Aptos" w:cstheme="minorHAnsi"/>
          <w:kern w:val="2"/>
          <w14:ligatures w14:val="standardContextual"/>
        </w:rPr>
        <w:t>Buchanan</w:t>
      </w:r>
      <w:r w:rsidRPr="005628D8">
        <w:rPr>
          <w:rFonts w:eastAsia="Aptos" w:cstheme="minorHAnsi"/>
          <w:kern w:val="2"/>
          <w14:ligatures w14:val="standardContextual"/>
        </w:rPr>
        <w:t xml:space="preserve"> </w:t>
      </w:r>
      <w:r w:rsidR="009C7CC9">
        <w:rPr>
          <w:rFonts w:eastAsia="Aptos" w:cstheme="minorHAnsi"/>
          <w:kern w:val="2"/>
          <w14:ligatures w14:val="standardContextual"/>
        </w:rPr>
        <w:t xml:space="preserve">U – </w:t>
      </w:r>
      <w:r>
        <w:rPr>
          <w:rFonts w:eastAsia="Aptos" w:cstheme="minorHAnsi"/>
          <w:kern w:val="2"/>
          <w14:ligatures w14:val="standardContextual"/>
        </w:rPr>
        <w:t>Dr. B</w:t>
      </w:r>
      <w:r w:rsidR="009C7CC9">
        <w:rPr>
          <w:rFonts w:eastAsia="Aptos" w:cstheme="minorHAnsi"/>
          <w:kern w:val="2"/>
          <w14:ligatures w14:val="standardContextual"/>
        </w:rPr>
        <w:t>urn</w:t>
      </w:r>
      <w:r>
        <w:rPr>
          <w:rFonts w:eastAsia="Aptos" w:cstheme="minorHAnsi"/>
          <w:kern w:val="2"/>
          <w14:ligatures w14:val="standardContextual"/>
        </w:rPr>
        <w:t>ey</w:t>
      </w:r>
      <w:r w:rsidR="009C7CC9">
        <w:rPr>
          <w:rFonts w:eastAsia="Aptos" w:cstheme="minorHAnsi"/>
          <w:kern w:val="2"/>
          <w14:ligatures w14:val="standardContextual"/>
        </w:rPr>
        <w:t xml:space="preserve"> </w:t>
      </w:r>
      <w:r w:rsidRPr="00884AC7">
        <w:rPr>
          <w:rFonts w:eastAsia="Aptos" w:cstheme="minorHAnsi"/>
          <w:kern w:val="2"/>
          <w14:ligatures w14:val="standardContextual"/>
        </w:rPr>
        <w:t xml:space="preserve">moved to approve </w:t>
      </w:r>
      <w:r w:rsidR="009C7CC9">
        <w:rPr>
          <w:rFonts w:eastAsia="Aptos" w:cstheme="minorHAnsi"/>
          <w:kern w:val="2"/>
          <w14:ligatures w14:val="standardContextual"/>
        </w:rPr>
        <w:t xml:space="preserve">as presented, </w:t>
      </w:r>
      <w:r>
        <w:rPr>
          <w:rFonts w:eastAsia="Aptos" w:cstheme="minorHAnsi"/>
          <w:kern w:val="2"/>
          <w14:ligatures w14:val="standardContextual"/>
        </w:rPr>
        <w:t>Mr. S</w:t>
      </w:r>
      <w:r w:rsidR="009C7CC9">
        <w:rPr>
          <w:rFonts w:eastAsia="Aptos" w:cstheme="minorHAnsi"/>
          <w:kern w:val="2"/>
          <w14:ligatures w14:val="standardContextual"/>
        </w:rPr>
        <w:t xml:space="preserve">trayer seconded, </w:t>
      </w:r>
      <w:r>
        <w:rPr>
          <w:rFonts w:eastAsia="Aptos" w:cstheme="minorHAnsi"/>
          <w:kern w:val="2"/>
          <w14:ligatures w14:val="standardContextual"/>
        </w:rPr>
        <w:t xml:space="preserve">4-0 vote, house approved.  </w:t>
      </w:r>
    </w:p>
    <w:p w14:paraId="754130B9" w14:textId="77838C04" w:rsidR="009C7CC9" w:rsidRDefault="009C7CC9" w:rsidP="00E86DCC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>Buch</w:t>
      </w:r>
      <w:r w:rsidR="005628D8">
        <w:rPr>
          <w:rFonts w:eastAsia="Aptos" w:cstheme="minorHAnsi"/>
          <w:kern w:val="2"/>
          <w14:ligatures w14:val="standardContextual"/>
        </w:rPr>
        <w:t>anan</w:t>
      </w:r>
      <w:r>
        <w:rPr>
          <w:rFonts w:eastAsia="Aptos" w:cstheme="minorHAnsi"/>
          <w:kern w:val="2"/>
          <w14:ligatures w14:val="standardContextual"/>
        </w:rPr>
        <w:t xml:space="preserve"> W –</w:t>
      </w:r>
      <w:r w:rsidR="005628D8" w:rsidRPr="005628D8">
        <w:rPr>
          <w:rFonts w:eastAsia="Aptos" w:cstheme="minorHAnsi"/>
          <w:kern w:val="2"/>
          <w14:ligatures w14:val="standardContextual"/>
        </w:rPr>
        <w:t xml:space="preserve"> </w:t>
      </w:r>
      <w:r w:rsidR="005628D8">
        <w:rPr>
          <w:rFonts w:eastAsia="Aptos" w:cstheme="minorHAnsi"/>
          <w:kern w:val="2"/>
          <w14:ligatures w14:val="standardContextual"/>
        </w:rPr>
        <w:t xml:space="preserve">Dr. Burney </w:t>
      </w:r>
      <w:r w:rsidR="005628D8" w:rsidRPr="00884AC7">
        <w:rPr>
          <w:rFonts w:eastAsia="Aptos" w:cstheme="minorHAnsi"/>
          <w:kern w:val="2"/>
          <w14:ligatures w14:val="standardContextual"/>
        </w:rPr>
        <w:t>moved to approve</w:t>
      </w:r>
      <w:r>
        <w:rPr>
          <w:rFonts w:eastAsia="Aptos" w:cstheme="minorHAnsi"/>
          <w:kern w:val="2"/>
          <w14:ligatures w14:val="standardContextual"/>
        </w:rPr>
        <w:t xml:space="preserve"> as presented </w:t>
      </w:r>
      <w:r w:rsidR="005628D8">
        <w:rPr>
          <w:rFonts w:eastAsia="Aptos" w:cstheme="minorHAnsi"/>
          <w:kern w:val="2"/>
          <w14:ligatures w14:val="standardContextual"/>
        </w:rPr>
        <w:t xml:space="preserve">with </w:t>
      </w:r>
      <w:r>
        <w:rPr>
          <w:rFonts w:eastAsia="Aptos" w:cstheme="minorHAnsi"/>
          <w:kern w:val="2"/>
          <w14:ligatures w14:val="standardContextual"/>
        </w:rPr>
        <w:t xml:space="preserve">side load, </w:t>
      </w:r>
      <w:r w:rsidR="005628D8">
        <w:rPr>
          <w:rFonts w:eastAsia="Aptos" w:cstheme="minorHAnsi"/>
          <w:kern w:val="2"/>
          <w14:ligatures w14:val="standardContextual"/>
        </w:rPr>
        <w:t>Ms. A</w:t>
      </w:r>
      <w:r>
        <w:rPr>
          <w:rFonts w:eastAsia="Aptos" w:cstheme="minorHAnsi"/>
          <w:kern w:val="2"/>
          <w14:ligatures w14:val="standardContextual"/>
        </w:rPr>
        <w:t>dams seconded,</w:t>
      </w:r>
      <w:r w:rsidR="005628D8" w:rsidRPr="005628D8">
        <w:rPr>
          <w:rFonts w:eastAsia="Aptos" w:cstheme="minorHAnsi"/>
          <w:kern w:val="2"/>
          <w14:ligatures w14:val="standardContextual"/>
        </w:rPr>
        <w:t xml:space="preserve"> </w:t>
      </w:r>
      <w:r w:rsidR="005628D8">
        <w:rPr>
          <w:rFonts w:eastAsia="Aptos" w:cstheme="minorHAnsi"/>
          <w:kern w:val="2"/>
          <w14:ligatures w14:val="standardContextual"/>
        </w:rPr>
        <w:t xml:space="preserve">4-0 vote, house approved.  </w:t>
      </w:r>
      <w:r>
        <w:rPr>
          <w:rFonts w:eastAsia="Aptos" w:cstheme="minorHAnsi"/>
          <w:kern w:val="2"/>
          <w14:ligatures w14:val="standardContextual"/>
        </w:rPr>
        <w:t xml:space="preserve"> </w:t>
      </w:r>
    </w:p>
    <w:p w14:paraId="417EAC07" w14:textId="67BEDA0F" w:rsidR="009C7CC9" w:rsidRDefault="009C7CC9" w:rsidP="00E86DCC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>Buch</w:t>
      </w:r>
      <w:r w:rsidR="005628D8">
        <w:rPr>
          <w:rFonts w:eastAsia="Aptos" w:cstheme="minorHAnsi"/>
          <w:kern w:val="2"/>
          <w14:ligatures w14:val="standardContextual"/>
        </w:rPr>
        <w:t>anan</w:t>
      </w:r>
      <w:r>
        <w:rPr>
          <w:rFonts w:eastAsia="Aptos" w:cstheme="minorHAnsi"/>
          <w:kern w:val="2"/>
          <w14:ligatures w14:val="standardContextual"/>
        </w:rPr>
        <w:t xml:space="preserve"> Q </w:t>
      </w:r>
      <w:r w:rsidR="005628D8">
        <w:rPr>
          <w:rFonts w:eastAsia="Aptos" w:cstheme="minorHAnsi"/>
          <w:kern w:val="2"/>
          <w14:ligatures w14:val="standardContextual"/>
        </w:rPr>
        <w:t xml:space="preserve">- </w:t>
      </w:r>
      <w:bookmarkStart w:id="2" w:name="_Hlk198290157"/>
      <w:r w:rsidR="005628D8">
        <w:rPr>
          <w:rFonts w:eastAsia="Aptos" w:cstheme="minorHAnsi"/>
          <w:kern w:val="2"/>
          <w14:ligatures w14:val="standardContextual"/>
        </w:rPr>
        <w:t xml:space="preserve">Dr. Burney </w:t>
      </w:r>
      <w:r w:rsidR="005628D8" w:rsidRPr="00884AC7">
        <w:rPr>
          <w:rFonts w:eastAsia="Aptos" w:cstheme="minorHAnsi"/>
          <w:kern w:val="2"/>
          <w14:ligatures w14:val="standardContextual"/>
        </w:rPr>
        <w:t>moved to approve</w:t>
      </w:r>
      <w:r w:rsidR="005628D8">
        <w:rPr>
          <w:rFonts w:eastAsia="Aptos" w:cstheme="minorHAnsi"/>
          <w:kern w:val="2"/>
          <w14:ligatures w14:val="standardContextual"/>
        </w:rPr>
        <w:t xml:space="preserve"> as presented, </w:t>
      </w:r>
      <w:r w:rsidR="005628D8">
        <w:rPr>
          <w:rFonts w:eastAsia="Aptos" w:cstheme="minorHAnsi"/>
          <w:kern w:val="2"/>
          <w14:ligatures w14:val="standardContextual"/>
        </w:rPr>
        <w:t>Mr. Strayer</w:t>
      </w:r>
      <w:r w:rsidR="005628D8">
        <w:rPr>
          <w:rFonts w:eastAsia="Aptos" w:cstheme="minorHAnsi"/>
          <w:kern w:val="2"/>
          <w14:ligatures w14:val="standardContextual"/>
        </w:rPr>
        <w:t xml:space="preserve"> seconded,</w:t>
      </w:r>
      <w:r w:rsidR="005628D8" w:rsidRPr="005628D8">
        <w:rPr>
          <w:rFonts w:eastAsia="Aptos" w:cstheme="minorHAnsi"/>
          <w:kern w:val="2"/>
          <w14:ligatures w14:val="standardContextual"/>
        </w:rPr>
        <w:t xml:space="preserve"> </w:t>
      </w:r>
      <w:r w:rsidR="005628D8">
        <w:rPr>
          <w:rFonts w:eastAsia="Aptos" w:cstheme="minorHAnsi"/>
          <w:kern w:val="2"/>
          <w14:ligatures w14:val="standardContextual"/>
        </w:rPr>
        <w:t xml:space="preserve">4-0 vote, house approved.   </w:t>
      </w:r>
    </w:p>
    <w:bookmarkEnd w:id="2"/>
    <w:p w14:paraId="4286AABA" w14:textId="7F9C7468" w:rsidR="009C7CC9" w:rsidRDefault="009C7CC9" w:rsidP="00E86DCC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>Buch</w:t>
      </w:r>
      <w:r w:rsidR="005628D8">
        <w:rPr>
          <w:rFonts w:eastAsia="Aptos" w:cstheme="minorHAnsi"/>
          <w:kern w:val="2"/>
          <w14:ligatures w14:val="standardContextual"/>
        </w:rPr>
        <w:t>anan</w:t>
      </w:r>
      <w:r>
        <w:rPr>
          <w:rFonts w:eastAsia="Aptos" w:cstheme="minorHAnsi"/>
          <w:kern w:val="2"/>
          <w14:ligatures w14:val="standardContextual"/>
        </w:rPr>
        <w:t xml:space="preserve"> Y – </w:t>
      </w:r>
      <w:bookmarkStart w:id="3" w:name="_Hlk198290499"/>
      <w:r w:rsidR="005628D8">
        <w:rPr>
          <w:rFonts w:eastAsia="Aptos" w:cstheme="minorHAnsi"/>
          <w:kern w:val="2"/>
          <w14:ligatures w14:val="standardContextual"/>
        </w:rPr>
        <w:t>Mr. S</w:t>
      </w:r>
      <w:r>
        <w:rPr>
          <w:rFonts w:eastAsia="Aptos" w:cstheme="minorHAnsi"/>
          <w:kern w:val="2"/>
          <w14:ligatures w14:val="standardContextual"/>
        </w:rPr>
        <w:t xml:space="preserve">trayer </w:t>
      </w:r>
      <w:r w:rsidR="005628D8" w:rsidRPr="00884AC7">
        <w:rPr>
          <w:rFonts w:eastAsia="Aptos" w:cstheme="minorHAnsi"/>
          <w:kern w:val="2"/>
          <w14:ligatures w14:val="standardContextual"/>
        </w:rPr>
        <w:t>moved to approve</w:t>
      </w:r>
      <w:r w:rsidR="005628D8">
        <w:rPr>
          <w:rFonts w:eastAsia="Aptos" w:cstheme="minorHAnsi"/>
          <w:kern w:val="2"/>
          <w14:ligatures w14:val="standardContextual"/>
        </w:rPr>
        <w:t xml:space="preserve"> </w:t>
      </w:r>
      <w:r>
        <w:rPr>
          <w:rFonts w:eastAsia="Aptos" w:cstheme="minorHAnsi"/>
          <w:kern w:val="2"/>
          <w14:ligatures w14:val="standardContextual"/>
        </w:rPr>
        <w:t xml:space="preserve">as presented, </w:t>
      </w:r>
      <w:r w:rsidR="005628D8">
        <w:rPr>
          <w:rFonts w:eastAsia="Aptos" w:cstheme="minorHAnsi"/>
          <w:kern w:val="2"/>
          <w14:ligatures w14:val="standardContextual"/>
        </w:rPr>
        <w:t>Dr. B</w:t>
      </w:r>
      <w:r>
        <w:rPr>
          <w:rFonts w:eastAsia="Aptos" w:cstheme="minorHAnsi"/>
          <w:kern w:val="2"/>
          <w14:ligatures w14:val="standardContextual"/>
        </w:rPr>
        <w:t>urn</w:t>
      </w:r>
      <w:r w:rsidR="005628D8">
        <w:rPr>
          <w:rFonts w:eastAsia="Aptos" w:cstheme="minorHAnsi"/>
          <w:kern w:val="2"/>
          <w14:ligatures w14:val="standardContextual"/>
        </w:rPr>
        <w:t>ey</w:t>
      </w:r>
      <w:r>
        <w:rPr>
          <w:rFonts w:eastAsia="Aptos" w:cstheme="minorHAnsi"/>
          <w:kern w:val="2"/>
          <w14:ligatures w14:val="standardContextual"/>
        </w:rPr>
        <w:t xml:space="preserve"> seconded, </w:t>
      </w:r>
      <w:r w:rsidR="005628D8">
        <w:rPr>
          <w:rFonts w:eastAsia="Aptos" w:cstheme="minorHAnsi"/>
          <w:kern w:val="2"/>
          <w14:ligatures w14:val="standardContextual"/>
        </w:rPr>
        <w:t xml:space="preserve">4-0 vote, house approved.   </w:t>
      </w:r>
    </w:p>
    <w:bookmarkEnd w:id="3"/>
    <w:p w14:paraId="258422EA" w14:textId="409AE454" w:rsidR="009C7CC9" w:rsidRDefault="009C7CC9" w:rsidP="00E86DCC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>Belle</w:t>
      </w:r>
      <w:r w:rsidR="005628D8">
        <w:rPr>
          <w:rFonts w:eastAsia="Aptos" w:cstheme="minorHAnsi"/>
          <w:kern w:val="2"/>
          <w14:ligatures w14:val="standardContextual"/>
        </w:rPr>
        <w:t>ville A</w:t>
      </w:r>
      <w:r>
        <w:rPr>
          <w:rFonts w:eastAsia="Aptos" w:cstheme="minorHAnsi"/>
          <w:kern w:val="2"/>
          <w14:ligatures w14:val="standardContextual"/>
        </w:rPr>
        <w:t xml:space="preserve"> –</w:t>
      </w:r>
      <w:r w:rsidR="005628D8" w:rsidRPr="005628D8">
        <w:rPr>
          <w:rFonts w:eastAsia="Aptos" w:cstheme="minorHAnsi"/>
          <w:kern w:val="2"/>
          <w14:ligatures w14:val="standardContextual"/>
        </w:rPr>
        <w:t xml:space="preserve"> </w:t>
      </w:r>
      <w:r w:rsidR="005628D8">
        <w:rPr>
          <w:rFonts w:eastAsia="Aptos" w:cstheme="minorHAnsi"/>
          <w:kern w:val="2"/>
          <w14:ligatures w14:val="standardContextual"/>
        </w:rPr>
        <w:t xml:space="preserve">Mr. Strayer </w:t>
      </w:r>
      <w:r w:rsidR="005628D8" w:rsidRPr="00884AC7">
        <w:rPr>
          <w:rFonts w:eastAsia="Aptos" w:cstheme="minorHAnsi"/>
          <w:kern w:val="2"/>
          <w14:ligatures w14:val="standardContextual"/>
        </w:rPr>
        <w:t xml:space="preserve">moved to approve </w:t>
      </w:r>
      <w:r w:rsidR="005628D8">
        <w:rPr>
          <w:rFonts w:eastAsia="Aptos" w:cstheme="minorHAnsi"/>
          <w:kern w:val="2"/>
          <w14:ligatures w14:val="standardContextual"/>
        </w:rPr>
        <w:t xml:space="preserve">as presented, Ms. Adams seconded, 4-0 vote, house approved.  </w:t>
      </w:r>
      <w:r>
        <w:rPr>
          <w:rFonts w:eastAsia="Aptos" w:cstheme="minorHAnsi"/>
          <w:kern w:val="2"/>
          <w14:ligatures w14:val="standardContextual"/>
        </w:rPr>
        <w:t xml:space="preserve"> </w:t>
      </w:r>
    </w:p>
    <w:p w14:paraId="7AEE553B" w14:textId="1FDCF98F" w:rsidR="009C7CC9" w:rsidRDefault="009C7CC9" w:rsidP="00E86DCC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>Bell</w:t>
      </w:r>
      <w:r w:rsidR="005628D8">
        <w:rPr>
          <w:rFonts w:eastAsia="Aptos" w:cstheme="minorHAnsi"/>
          <w:kern w:val="2"/>
          <w14:ligatures w14:val="standardContextual"/>
        </w:rPr>
        <w:t>eville B</w:t>
      </w:r>
      <w:r>
        <w:rPr>
          <w:rFonts w:eastAsia="Aptos" w:cstheme="minorHAnsi"/>
          <w:kern w:val="2"/>
          <w14:ligatures w14:val="standardContextual"/>
        </w:rPr>
        <w:t xml:space="preserve"> – </w:t>
      </w:r>
      <w:r w:rsidR="005628D8" w:rsidRPr="005628D8">
        <w:rPr>
          <w:rFonts w:eastAsia="Aptos" w:cstheme="minorHAnsi"/>
          <w:kern w:val="2"/>
          <w14:ligatures w14:val="standardContextual"/>
        </w:rPr>
        <w:t xml:space="preserve">Dr. Burney moved to approve as presented, Mr. Strayer seconded, 4-0 vote, house approved.   </w:t>
      </w:r>
    </w:p>
    <w:p w14:paraId="5D2CE4DE" w14:textId="32300D12" w:rsidR="009C7CC9" w:rsidRDefault="009C7CC9" w:rsidP="00E86DCC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>Bell</w:t>
      </w:r>
      <w:r w:rsidR="00B814E9">
        <w:rPr>
          <w:rFonts w:eastAsia="Aptos" w:cstheme="minorHAnsi"/>
          <w:kern w:val="2"/>
          <w14:ligatures w14:val="standardContextual"/>
        </w:rPr>
        <w:t>ville F</w:t>
      </w:r>
      <w:r>
        <w:rPr>
          <w:rFonts w:eastAsia="Aptos" w:cstheme="minorHAnsi"/>
          <w:kern w:val="2"/>
          <w14:ligatures w14:val="standardContextual"/>
        </w:rPr>
        <w:t xml:space="preserve"> – </w:t>
      </w:r>
      <w:r w:rsidR="00B814E9">
        <w:rPr>
          <w:rFonts w:eastAsia="Aptos" w:cstheme="minorHAnsi"/>
          <w:kern w:val="2"/>
          <w14:ligatures w14:val="standardContextual"/>
        </w:rPr>
        <w:t xml:space="preserve">Mr. Strayer </w:t>
      </w:r>
      <w:r w:rsidR="00B814E9" w:rsidRPr="00884AC7">
        <w:rPr>
          <w:rFonts w:eastAsia="Aptos" w:cstheme="minorHAnsi"/>
          <w:kern w:val="2"/>
          <w14:ligatures w14:val="standardContextual"/>
        </w:rPr>
        <w:t xml:space="preserve">moved to approve </w:t>
      </w:r>
      <w:r w:rsidR="00B814E9">
        <w:rPr>
          <w:rFonts w:eastAsia="Aptos" w:cstheme="minorHAnsi"/>
          <w:kern w:val="2"/>
          <w14:ligatures w14:val="standardContextual"/>
        </w:rPr>
        <w:t xml:space="preserve">as presented, Ms. Adams seconded, </w:t>
      </w:r>
      <w:r w:rsidR="00B814E9">
        <w:rPr>
          <w:rFonts w:eastAsia="Aptos" w:cstheme="minorHAnsi"/>
          <w:kern w:val="2"/>
          <w14:ligatures w14:val="standardContextual"/>
        </w:rPr>
        <w:t>3</w:t>
      </w:r>
      <w:r w:rsidR="00B814E9">
        <w:rPr>
          <w:rFonts w:eastAsia="Aptos" w:cstheme="minorHAnsi"/>
          <w:kern w:val="2"/>
          <w14:ligatures w14:val="standardContextual"/>
        </w:rPr>
        <w:t>-</w:t>
      </w:r>
      <w:r w:rsidR="00B814E9">
        <w:rPr>
          <w:rFonts w:eastAsia="Aptos" w:cstheme="minorHAnsi"/>
          <w:kern w:val="2"/>
          <w14:ligatures w14:val="standardContextual"/>
        </w:rPr>
        <w:t xml:space="preserve">1 </w:t>
      </w:r>
      <w:r w:rsidR="00B814E9">
        <w:rPr>
          <w:rFonts w:eastAsia="Aptos" w:cstheme="minorHAnsi"/>
          <w:kern w:val="2"/>
          <w14:ligatures w14:val="standardContextual"/>
        </w:rPr>
        <w:t xml:space="preserve">vote, </w:t>
      </w:r>
      <w:r w:rsidR="00B814E9">
        <w:rPr>
          <w:rFonts w:eastAsia="Aptos" w:cstheme="minorHAnsi"/>
          <w:kern w:val="2"/>
          <w14:ligatures w14:val="standardContextual"/>
        </w:rPr>
        <w:t xml:space="preserve">Dr. Burney opposed, </w:t>
      </w:r>
      <w:r w:rsidR="00B814E9">
        <w:rPr>
          <w:rFonts w:eastAsia="Aptos" w:cstheme="minorHAnsi"/>
          <w:kern w:val="2"/>
          <w14:ligatures w14:val="standardContextual"/>
        </w:rPr>
        <w:t xml:space="preserve">house approved.   </w:t>
      </w:r>
    </w:p>
    <w:p w14:paraId="0F7EE3CC" w14:textId="7485DCA3" w:rsidR="009C7CC9" w:rsidRDefault="00B814E9" w:rsidP="00E86DCC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 xml:space="preserve">Bellville </w:t>
      </w:r>
      <w:r>
        <w:rPr>
          <w:rFonts w:eastAsia="Aptos" w:cstheme="minorHAnsi"/>
          <w:kern w:val="2"/>
          <w14:ligatures w14:val="standardContextual"/>
        </w:rPr>
        <w:t xml:space="preserve">G </w:t>
      </w:r>
      <w:r w:rsidR="009C7CC9">
        <w:rPr>
          <w:rFonts w:eastAsia="Aptos" w:cstheme="minorHAnsi"/>
          <w:kern w:val="2"/>
          <w14:ligatures w14:val="standardContextual"/>
        </w:rPr>
        <w:t>–</w:t>
      </w:r>
      <w:r w:rsidRPr="00B814E9">
        <w:rPr>
          <w:rFonts w:eastAsia="Aptos" w:cstheme="minorHAnsi"/>
          <w:kern w:val="2"/>
          <w14:ligatures w14:val="standardContextual"/>
        </w:rPr>
        <w:t xml:space="preserve"> </w:t>
      </w:r>
      <w:r>
        <w:rPr>
          <w:rFonts w:eastAsia="Aptos" w:cstheme="minorHAnsi"/>
          <w:kern w:val="2"/>
          <w14:ligatures w14:val="standardContextual"/>
        </w:rPr>
        <w:t>Ms. Adams moved to approve as present</w:t>
      </w:r>
      <w:r>
        <w:rPr>
          <w:rFonts w:eastAsia="Aptos" w:cstheme="minorHAnsi"/>
          <w:kern w:val="2"/>
          <w14:ligatures w14:val="standardContextual"/>
        </w:rPr>
        <w:t>ed</w:t>
      </w:r>
      <w:r>
        <w:rPr>
          <w:rFonts w:eastAsia="Aptos" w:cstheme="minorHAnsi"/>
          <w:kern w:val="2"/>
          <w14:ligatures w14:val="standardContextual"/>
        </w:rPr>
        <w:t xml:space="preserve">, Mr. Strayer seconded, 4-0 vote, house approved. </w:t>
      </w:r>
      <w:r w:rsidR="009C7CC9">
        <w:rPr>
          <w:rFonts w:eastAsia="Aptos" w:cstheme="minorHAnsi"/>
          <w:kern w:val="2"/>
          <w14:ligatures w14:val="standardContextual"/>
        </w:rPr>
        <w:t xml:space="preserve"> </w:t>
      </w:r>
    </w:p>
    <w:p w14:paraId="160602EB" w14:textId="3B9C173A" w:rsidR="00B814E9" w:rsidRDefault="00B814E9" w:rsidP="00B814E9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 xml:space="preserve">Bellville </w:t>
      </w:r>
      <w:r>
        <w:rPr>
          <w:rFonts w:eastAsia="Aptos" w:cstheme="minorHAnsi"/>
          <w:kern w:val="2"/>
          <w14:ligatures w14:val="standardContextual"/>
        </w:rPr>
        <w:t>J</w:t>
      </w:r>
      <w:r>
        <w:rPr>
          <w:rFonts w:eastAsia="Aptos" w:cstheme="minorHAnsi"/>
          <w:kern w:val="2"/>
          <w14:ligatures w14:val="standardContextual"/>
        </w:rPr>
        <w:t xml:space="preserve"> – Mr. Strayer </w:t>
      </w:r>
      <w:r w:rsidRPr="00884AC7">
        <w:rPr>
          <w:rFonts w:eastAsia="Aptos" w:cstheme="minorHAnsi"/>
          <w:kern w:val="2"/>
          <w14:ligatures w14:val="standardContextual"/>
        </w:rPr>
        <w:t xml:space="preserve">moved to approve </w:t>
      </w:r>
      <w:r>
        <w:rPr>
          <w:rFonts w:eastAsia="Aptos" w:cstheme="minorHAnsi"/>
          <w:kern w:val="2"/>
          <w14:ligatures w14:val="standardContextual"/>
        </w:rPr>
        <w:t xml:space="preserve">as presented, Ms. Adams seconded, </w:t>
      </w:r>
      <w:r>
        <w:rPr>
          <w:rFonts w:eastAsia="Aptos" w:cstheme="minorHAnsi"/>
          <w:kern w:val="2"/>
          <w14:ligatures w14:val="standardContextual"/>
        </w:rPr>
        <w:t>4-0 vote</w:t>
      </w:r>
      <w:r>
        <w:rPr>
          <w:rFonts w:eastAsia="Aptos" w:cstheme="minorHAnsi"/>
          <w:kern w:val="2"/>
          <w14:ligatures w14:val="standardContextual"/>
        </w:rPr>
        <w:t xml:space="preserve">, house approved.   </w:t>
      </w:r>
    </w:p>
    <w:p w14:paraId="54C932B1" w14:textId="7687092B" w:rsidR="00B814E9" w:rsidRDefault="009C7CC9" w:rsidP="00B814E9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 xml:space="preserve">Alden </w:t>
      </w:r>
      <w:r w:rsidR="00B814E9">
        <w:rPr>
          <w:rFonts w:eastAsia="Aptos" w:cstheme="minorHAnsi"/>
          <w:kern w:val="2"/>
          <w14:ligatures w14:val="standardContextual"/>
        </w:rPr>
        <w:t>A</w:t>
      </w:r>
      <w:r>
        <w:rPr>
          <w:rFonts w:eastAsia="Aptos" w:cstheme="minorHAnsi"/>
          <w:kern w:val="2"/>
          <w14:ligatures w14:val="standardContextual"/>
        </w:rPr>
        <w:t xml:space="preserve"> – </w:t>
      </w:r>
      <w:r w:rsidR="00B814E9">
        <w:rPr>
          <w:rFonts w:eastAsia="Aptos" w:cstheme="minorHAnsi"/>
          <w:kern w:val="2"/>
          <w14:ligatures w14:val="standardContextual"/>
        </w:rPr>
        <w:t xml:space="preserve">Mr. Strayer </w:t>
      </w:r>
      <w:r w:rsidR="00B814E9" w:rsidRPr="00884AC7">
        <w:rPr>
          <w:rFonts w:eastAsia="Aptos" w:cstheme="minorHAnsi"/>
          <w:kern w:val="2"/>
          <w14:ligatures w14:val="standardContextual"/>
        </w:rPr>
        <w:t xml:space="preserve">moved to approve </w:t>
      </w:r>
      <w:r w:rsidR="00B814E9">
        <w:rPr>
          <w:rFonts w:eastAsia="Aptos" w:cstheme="minorHAnsi"/>
          <w:kern w:val="2"/>
          <w14:ligatures w14:val="standardContextual"/>
        </w:rPr>
        <w:t xml:space="preserve">as presented, Ms. Adams seconded, 4-0 vote, house approved.   </w:t>
      </w:r>
    </w:p>
    <w:p w14:paraId="02784144" w14:textId="6AF8BCA4" w:rsidR="009C7CC9" w:rsidRDefault="009C7CC9" w:rsidP="00E86DCC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 xml:space="preserve">Alden </w:t>
      </w:r>
      <w:r w:rsidR="00B814E9">
        <w:rPr>
          <w:rFonts w:eastAsia="Aptos" w:cstheme="minorHAnsi"/>
          <w:kern w:val="2"/>
          <w14:ligatures w14:val="standardContextual"/>
        </w:rPr>
        <w:t>C</w:t>
      </w:r>
      <w:r>
        <w:rPr>
          <w:rFonts w:eastAsia="Aptos" w:cstheme="minorHAnsi"/>
          <w:kern w:val="2"/>
          <w14:ligatures w14:val="standardContextual"/>
        </w:rPr>
        <w:t xml:space="preserve"> – </w:t>
      </w:r>
      <w:r w:rsidR="00B814E9">
        <w:rPr>
          <w:rFonts w:eastAsia="Aptos" w:cstheme="minorHAnsi"/>
          <w:kern w:val="2"/>
          <w14:ligatures w14:val="standardContextual"/>
        </w:rPr>
        <w:t xml:space="preserve">Mr. Strayer </w:t>
      </w:r>
      <w:r w:rsidR="00B814E9" w:rsidRPr="00884AC7">
        <w:rPr>
          <w:rFonts w:eastAsia="Aptos" w:cstheme="minorHAnsi"/>
          <w:kern w:val="2"/>
          <w14:ligatures w14:val="standardContextual"/>
        </w:rPr>
        <w:t xml:space="preserve">moved to approve </w:t>
      </w:r>
      <w:r w:rsidR="00B814E9">
        <w:rPr>
          <w:rFonts w:eastAsia="Aptos" w:cstheme="minorHAnsi"/>
          <w:kern w:val="2"/>
          <w14:ligatures w14:val="standardContextual"/>
        </w:rPr>
        <w:t xml:space="preserve">as presented, Ms. Adams seconded, 4-0 vote, house approved.   </w:t>
      </w:r>
    </w:p>
    <w:p w14:paraId="165D94FE" w14:textId="0755FF5C" w:rsidR="009C7CC9" w:rsidRDefault="009C7CC9" w:rsidP="00E86DCC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 xml:space="preserve">Alden </w:t>
      </w:r>
      <w:r w:rsidR="00B814E9">
        <w:rPr>
          <w:rFonts w:eastAsia="Aptos" w:cstheme="minorHAnsi"/>
          <w:kern w:val="2"/>
          <w14:ligatures w14:val="standardContextual"/>
        </w:rPr>
        <w:t>E</w:t>
      </w:r>
      <w:r>
        <w:rPr>
          <w:rFonts w:eastAsia="Aptos" w:cstheme="minorHAnsi"/>
          <w:kern w:val="2"/>
          <w14:ligatures w14:val="standardContextual"/>
        </w:rPr>
        <w:t xml:space="preserve"> – </w:t>
      </w:r>
      <w:r w:rsidR="00B814E9">
        <w:rPr>
          <w:rFonts w:eastAsia="Aptos" w:cstheme="minorHAnsi"/>
          <w:kern w:val="2"/>
          <w14:ligatures w14:val="standardContextual"/>
        </w:rPr>
        <w:t xml:space="preserve">Ms. Adams moved to approve as presented, Mr. Strayer seconded, 4-0 vote, house approved.  </w:t>
      </w:r>
    </w:p>
    <w:p w14:paraId="25D35108" w14:textId="26E118E6" w:rsidR="00B814E9" w:rsidRDefault="009C7CC9" w:rsidP="00B814E9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lastRenderedPageBreak/>
        <w:t xml:space="preserve">Alden </w:t>
      </w:r>
      <w:r w:rsidR="00B814E9">
        <w:rPr>
          <w:rFonts w:eastAsia="Aptos" w:cstheme="minorHAnsi"/>
          <w:kern w:val="2"/>
          <w14:ligatures w14:val="standardContextual"/>
        </w:rPr>
        <w:t>F</w:t>
      </w:r>
      <w:r>
        <w:rPr>
          <w:rFonts w:eastAsia="Aptos" w:cstheme="minorHAnsi"/>
          <w:kern w:val="2"/>
          <w14:ligatures w14:val="standardContextual"/>
        </w:rPr>
        <w:t xml:space="preserve"> – </w:t>
      </w:r>
      <w:r w:rsidR="00B814E9">
        <w:rPr>
          <w:rFonts w:eastAsia="Aptos" w:cstheme="minorHAnsi"/>
          <w:kern w:val="2"/>
          <w14:ligatures w14:val="standardContextual"/>
        </w:rPr>
        <w:t xml:space="preserve">Mr. Strayer </w:t>
      </w:r>
      <w:r w:rsidR="00B814E9" w:rsidRPr="00884AC7">
        <w:rPr>
          <w:rFonts w:eastAsia="Aptos" w:cstheme="minorHAnsi"/>
          <w:kern w:val="2"/>
          <w14:ligatures w14:val="standardContextual"/>
        </w:rPr>
        <w:t>moved to approve</w:t>
      </w:r>
      <w:r w:rsidR="00B814E9">
        <w:rPr>
          <w:rFonts w:eastAsia="Aptos" w:cstheme="minorHAnsi"/>
          <w:kern w:val="2"/>
          <w14:ligatures w14:val="standardContextual"/>
        </w:rPr>
        <w:t xml:space="preserve"> as presented, Dr. Burney seconded, 4-0 vote, house approved.   </w:t>
      </w:r>
    </w:p>
    <w:p w14:paraId="221831E2" w14:textId="575F6FC4" w:rsidR="009C7CC9" w:rsidRDefault="009C7CC9" w:rsidP="00E86DCC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>Vanderberg</w:t>
      </w:r>
      <w:r w:rsidR="00B814E9">
        <w:rPr>
          <w:rFonts w:eastAsia="Aptos" w:cstheme="minorHAnsi"/>
          <w:kern w:val="2"/>
          <w14:ligatures w14:val="standardContextual"/>
        </w:rPr>
        <w:t xml:space="preserve"> A</w:t>
      </w:r>
      <w:r>
        <w:rPr>
          <w:rFonts w:eastAsia="Aptos" w:cstheme="minorHAnsi"/>
          <w:kern w:val="2"/>
          <w14:ligatures w14:val="standardContextual"/>
        </w:rPr>
        <w:t xml:space="preserve"> – </w:t>
      </w:r>
      <w:r w:rsidR="00B814E9">
        <w:rPr>
          <w:rFonts w:eastAsia="Aptos" w:cstheme="minorHAnsi"/>
          <w:kern w:val="2"/>
          <w14:ligatures w14:val="standardContextual"/>
        </w:rPr>
        <w:t xml:space="preserve">Mr. Strayer </w:t>
      </w:r>
      <w:r w:rsidR="00B814E9" w:rsidRPr="00884AC7">
        <w:rPr>
          <w:rFonts w:eastAsia="Aptos" w:cstheme="minorHAnsi"/>
          <w:kern w:val="2"/>
          <w14:ligatures w14:val="standardContextual"/>
        </w:rPr>
        <w:t>moved to approve</w:t>
      </w:r>
      <w:r w:rsidR="00B814E9">
        <w:rPr>
          <w:rFonts w:eastAsia="Aptos" w:cstheme="minorHAnsi"/>
          <w:kern w:val="2"/>
          <w14:ligatures w14:val="standardContextual"/>
        </w:rPr>
        <w:t xml:space="preserve"> as presented, Dr. Burney seconded, 4-0 vote, house approved.   </w:t>
      </w:r>
    </w:p>
    <w:p w14:paraId="01F9F9AC" w14:textId="1C86E021" w:rsidR="009C7CC9" w:rsidRDefault="009C7CC9" w:rsidP="00E86DCC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 w:rsidRPr="009C7CC9">
        <w:rPr>
          <w:rFonts w:eastAsia="Aptos" w:cstheme="minorHAnsi"/>
          <w:kern w:val="2"/>
          <w14:ligatures w14:val="standardContextual"/>
        </w:rPr>
        <w:t>Va</w:t>
      </w:r>
      <w:r w:rsidR="00B814E9">
        <w:rPr>
          <w:rFonts w:eastAsia="Aptos" w:cstheme="minorHAnsi"/>
          <w:kern w:val="2"/>
          <w14:ligatures w14:val="standardContextual"/>
        </w:rPr>
        <w:t>nderberg</w:t>
      </w:r>
      <w:r w:rsidRPr="009C7CC9">
        <w:rPr>
          <w:rFonts w:eastAsia="Aptos" w:cstheme="minorHAnsi"/>
          <w:kern w:val="2"/>
          <w14:ligatures w14:val="standardContextual"/>
        </w:rPr>
        <w:t xml:space="preserve"> </w:t>
      </w:r>
      <w:r w:rsidR="00B814E9">
        <w:rPr>
          <w:rFonts w:eastAsia="Aptos" w:cstheme="minorHAnsi"/>
          <w:kern w:val="2"/>
          <w14:ligatures w14:val="standardContextual"/>
        </w:rPr>
        <w:t>B</w:t>
      </w:r>
      <w:r w:rsidRPr="009C7CC9">
        <w:rPr>
          <w:rFonts w:eastAsia="Aptos" w:cstheme="minorHAnsi"/>
          <w:kern w:val="2"/>
          <w14:ligatures w14:val="standardContextual"/>
        </w:rPr>
        <w:t xml:space="preserve"> – </w:t>
      </w:r>
      <w:r w:rsidR="00B814E9">
        <w:rPr>
          <w:rFonts w:eastAsia="Aptos" w:cstheme="minorHAnsi"/>
          <w:kern w:val="2"/>
          <w14:ligatures w14:val="standardContextual"/>
        </w:rPr>
        <w:t xml:space="preserve">Mr. Strayer </w:t>
      </w:r>
      <w:r w:rsidR="00B814E9" w:rsidRPr="00884AC7">
        <w:rPr>
          <w:rFonts w:eastAsia="Aptos" w:cstheme="minorHAnsi"/>
          <w:kern w:val="2"/>
          <w14:ligatures w14:val="standardContextual"/>
        </w:rPr>
        <w:t>moved to approve</w:t>
      </w:r>
      <w:r w:rsidR="00B814E9">
        <w:rPr>
          <w:rFonts w:eastAsia="Aptos" w:cstheme="minorHAnsi"/>
          <w:kern w:val="2"/>
          <w14:ligatures w14:val="standardContextual"/>
        </w:rPr>
        <w:t xml:space="preserve"> as presented, Dr. Burney seconded, 4-0 vote, house approved.   </w:t>
      </w:r>
      <w:r w:rsidRPr="009C7CC9">
        <w:rPr>
          <w:rFonts w:eastAsia="Aptos" w:cstheme="minorHAnsi"/>
          <w:kern w:val="2"/>
          <w14:ligatures w14:val="standardContextual"/>
        </w:rPr>
        <w:t>strayer, burn, unanim</w:t>
      </w:r>
      <w:r>
        <w:rPr>
          <w:rFonts w:eastAsia="Aptos" w:cstheme="minorHAnsi"/>
          <w:kern w:val="2"/>
          <w14:ligatures w14:val="standardContextual"/>
        </w:rPr>
        <w:t xml:space="preserve">ous </w:t>
      </w:r>
    </w:p>
    <w:p w14:paraId="6325CA72" w14:textId="07254E0C" w:rsidR="009C7CC9" w:rsidRDefault="009C7CC9" w:rsidP="00E86DCC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 w:rsidRPr="009C7CC9">
        <w:rPr>
          <w:rFonts w:eastAsia="Aptos" w:cstheme="minorHAnsi"/>
          <w:kern w:val="2"/>
          <w14:ligatures w14:val="standardContextual"/>
        </w:rPr>
        <w:t>Van</w:t>
      </w:r>
      <w:r w:rsidR="00B814E9">
        <w:rPr>
          <w:rFonts w:eastAsia="Aptos" w:cstheme="minorHAnsi"/>
          <w:kern w:val="2"/>
          <w14:ligatures w14:val="standardContextual"/>
        </w:rPr>
        <w:t>derberg C</w:t>
      </w:r>
      <w:r w:rsidRPr="009C7CC9">
        <w:rPr>
          <w:rFonts w:eastAsia="Aptos" w:cstheme="minorHAnsi"/>
          <w:kern w:val="2"/>
          <w14:ligatures w14:val="standardContextual"/>
        </w:rPr>
        <w:t xml:space="preserve"> – </w:t>
      </w:r>
      <w:r w:rsidR="00B814E9">
        <w:rPr>
          <w:rFonts w:eastAsia="Aptos" w:cstheme="minorHAnsi"/>
          <w:kern w:val="2"/>
          <w14:ligatures w14:val="standardContextual"/>
        </w:rPr>
        <w:t xml:space="preserve">Mr. Strayer </w:t>
      </w:r>
      <w:r w:rsidR="00B814E9" w:rsidRPr="00884AC7">
        <w:rPr>
          <w:rFonts w:eastAsia="Aptos" w:cstheme="minorHAnsi"/>
          <w:kern w:val="2"/>
          <w14:ligatures w14:val="standardContextual"/>
        </w:rPr>
        <w:t>moved to approve</w:t>
      </w:r>
      <w:r w:rsidR="00B814E9">
        <w:rPr>
          <w:rFonts w:eastAsia="Aptos" w:cstheme="minorHAnsi"/>
          <w:kern w:val="2"/>
          <w14:ligatures w14:val="standardContextual"/>
        </w:rPr>
        <w:t xml:space="preserve"> as presented, Dr. Burney seconded, 4-0 vote, house approved.   </w:t>
      </w:r>
    </w:p>
    <w:p w14:paraId="717F94EF" w14:textId="5440AE9E" w:rsidR="009C7CC9" w:rsidRDefault="009C7CC9" w:rsidP="00E86DCC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 w:rsidRPr="009C7CC9">
        <w:rPr>
          <w:rFonts w:eastAsia="Aptos" w:cstheme="minorHAnsi"/>
          <w:kern w:val="2"/>
          <w14:ligatures w14:val="standardContextual"/>
        </w:rPr>
        <w:t>Van</w:t>
      </w:r>
      <w:r w:rsidR="00B814E9">
        <w:rPr>
          <w:rFonts w:eastAsia="Aptos" w:cstheme="minorHAnsi"/>
          <w:kern w:val="2"/>
          <w14:ligatures w14:val="standardContextual"/>
        </w:rPr>
        <w:t>derberg D</w:t>
      </w:r>
      <w:r w:rsidRPr="009C7CC9">
        <w:rPr>
          <w:rFonts w:eastAsia="Aptos" w:cstheme="minorHAnsi"/>
          <w:kern w:val="2"/>
          <w14:ligatures w14:val="standardContextual"/>
        </w:rPr>
        <w:t xml:space="preserve"> – </w:t>
      </w:r>
      <w:r w:rsidR="00B814E9">
        <w:rPr>
          <w:rFonts w:eastAsia="Aptos" w:cstheme="minorHAnsi"/>
          <w:kern w:val="2"/>
          <w14:ligatures w14:val="standardContextual"/>
        </w:rPr>
        <w:t xml:space="preserve">Mr. Strayer </w:t>
      </w:r>
      <w:r w:rsidR="00B814E9" w:rsidRPr="00884AC7">
        <w:rPr>
          <w:rFonts w:eastAsia="Aptos" w:cstheme="minorHAnsi"/>
          <w:kern w:val="2"/>
          <w14:ligatures w14:val="standardContextual"/>
        </w:rPr>
        <w:t>moved to approve</w:t>
      </w:r>
      <w:r w:rsidR="00B814E9">
        <w:rPr>
          <w:rFonts w:eastAsia="Aptos" w:cstheme="minorHAnsi"/>
          <w:kern w:val="2"/>
          <w14:ligatures w14:val="standardContextual"/>
        </w:rPr>
        <w:t xml:space="preserve"> as presented</w:t>
      </w:r>
      <w:r w:rsidR="00B814E9">
        <w:rPr>
          <w:rFonts w:eastAsia="Aptos" w:cstheme="minorHAnsi"/>
          <w:kern w:val="2"/>
          <w14:ligatures w14:val="standardContextual"/>
        </w:rPr>
        <w:t>, Ms. Adams</w:t>
      </w:r>
      <w:r w:rsidR="00B814E9">
        <w:rPr>
          <w:rFonts w:eastAsia="Aptos" w:cstheme="minorHAnsi"/>
          <w:kern w:val="2"/>
          <w14:ligatures w14:val="standardContextual"/>
        </w:rPr>
        <w:t xml:space="preserve"> seconded, </w:t>
      </w:r>
      <w:r w:rsidR="00B814E9">
        <w:rPr>
          <w:rFonts w:eastAsia="Aptos" w:cstheme="minorHAnsi"/>
          <w:kern w:val="2"/>
          <w14:ligatures w14:val="standardContextual"/>
        </w:rPr>
        <w:t>3-1</w:t>
      </w:r>
      <w:r w:rsidR="00B814E9">
        <w:rPr>
          <w:rFonts w:eastAsia="Aptos" w:cstheme="minorHAnsi"/>
          <w:kern w:val="2"/>
          <w14:ligatures w14:val="standardContextual"/>
        </w:rPr>
        <w:t xml:space="preserve"> vote,</w:t>
      </w:r>
      <w:r w:rsidR="00B814E9">
        <w:rPr>
          <w:rFonts w:eastAsia="Aptos" w:cstheme="minorHAnsi"/>
          <w:kern w:val="2"/>
          <w14:ligatures w14:val="standardContextual"/>
        </w:rPr>
        <w:t xml:space="preserve"> Dr. Burney opposed,</w:t>
      </w:r>
      <w:r w:rsidR="00B814E9">
        <w:rPr>
          <w:rFonts w:eastAsia="Aptos" w:cstheme="minorHAnsi"/>
          <w:kern w:val="2"/>
          <w14:ligatures w14:val="standardContextual"/>
        </w:rPr>
        <w:t xml:space="preserve"> house approved.   </w:t>
      </w:r>
    </w:p>
    <w:p w14:paraId="3BDA7419" w14:textId="5B9B246A" w:rsidR="00B45E7C" w:rsidRDefault="00AD5D74" w:rsidP="00E86DCC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 w:rsidRPr="00AD5D74">
        <w:rPr>
          <w:rFonts w:eastAsia="Aptos" w:cstheme="minorHAnsi"/>
          <w:kern w:val="2"/>
          <w14:ligatures w14:val="standardContextual"/>
        </w:rPr>
        <w:t xml:space="preserve">Parkette D – Ms. </w:t>
      </w:r>
      <w:r w:rsidRPr="00AD5D74">
        <w:rPr>
          <w:rFonts w:eastAsia="Aptos" w:cstheme="minorHAnsi"/>
          <w:kern w:val="2"/>
          <w14:ligatures w14:val="standardContextual"/>
        </w:rPr>
        <w:t xml:space="preserve">Adams moved to approve as presented, </w:t>
      </w:r>
      <w:r>
        <w:rPr>
          <w:rFonts w:eastAsia="Aptos" w:cstheme="minorHAnsi"/>
          <w:kern w:val="2"/>
          <w14:ligatures w14:val="standardContextual"/>
        </w:rPr>
        <w:t>Mr. S</w:t>
      </w:r>
      <w:r w:rsidRPr="00AD5D74">
        <w:rPr>
          <w:rFonts w:eastAsia="Aptos" w:cstheme="minorHAnsi"/>
          <w:kern w:val="2"/>
          <w14:ligatures w14:val="standardContextual"/>
        </w:rPr>
        <w:t>trayer seconded, 3-1 Dr. Burney opposed</w:t>
      </w:r>
      <w:r>
        <w:rPr>
          <w:rFonts w:eastAsia="Aptos" w:cstheme="minorHAnsi"/>
          <w:kern w:val="2"/>
          <w14:ligatures w14:val="standardContextual"/>
        </w:rPr>
        <w:t xml:space="preserve">, house approved. </w:t>
      </w:r>
    </w:p>
    <w:p w14:paraId="3A018F1F" w14:textId="6B9D2FB9" w:rsidR="00B45E7C" w:rsidRPr="000E6F69" w:rsidRDefault="000E6F69" w:rsidP="00E86DCC">
      <w:pPr>
        <w:spacing w:after="160" w:line="259" w:lineRule="auto"/>
        <w:rPr>
          <w:rFonts w:eastAsia="Aptos" w:cstheme="minorHAnsi"/>
          <w:kern w:val="2"/>
          <w:u w:val="single"/>
          <w14:ligatures w14:val="standardContextual"/>
        </w:rPr>
      </w:pPr>
      <w:proofErr w:type="spellStart"/>
      <w:r w:rsidRPr="000E6F69">
        <w:rPr>
          <w:rFonts w:eastAsia="Aptos" w:cstheme="minorHAnsi"/>
          <w:kern w:val="2"/>
          <w:u w:val="single"/>
          <w14:ligatures w14:val="standardContextual"/>
        </w:rPr>
        <w:t>Antimonotony</w:t>
      </w:r>
      <w:proofErr w:type="spellEnd"/>
      <w:r w:rsidRPr="000E6F69">
        <w:rPr>
          <w:rFonts w:eastAsia="Aptos" w:cstheme="minorHAnsi"/>
          <w:kern w:val="2"/>
          <w:u w:val="single"/>
          <w14:ligatures w14:val="standardContextual"/>
        </w:rPr>
        <w:t xml:space="preserve"> Review </w:t>
      </w:r>
    </w:p>
    <w:p w14:paraId="69FA4678" w14:textId="56781322" w:rsidR="00B45E7C" w:rsidRDefault="00B45E7C" w:rsidP="00E86DCC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 xml:space="preserve">Parkette </w:t>
      </w:r>
      <w:r w:rsidR="000E6F69">
        <w:rPr>
          <w:rFonts w:eastAsia="Aptos" w:cstheme="minorHAnsi"/>
          <w:kern w:val="2"/>
          <w14:ligatures w14:val="standardContextual"/>
        </w:rPr>
        <w:t>B and S</w:t>
      </w:r>
      <w:r>
        <w:rPr>
          <w:rFonts w:eastAsia="Aptos" w:cstheme="minorHAnsi"/>
          <w:kern w:val="2"/>
          <w14:ligatures w14:val="standardContextual"/>
        </w:rPr>
        <w:t xml:space="preserve">helburn </w:t>
      </w:r>
      <w:r w:rsidR="000E6F69">
        <w:rPr>
          <w:rFonts w:eastAsia="Aptos" w:cstheme="minorHAnsi"/>
          <w:kern w:val="2"/>
          <w14:ligatures w14:val="standardContextual"/>
        </w:rPr>
        <w:t>F</w:t>
      </w:r>
      <w:r>
        <w:rPr>
          <w:rFonts w:eastAsia="Aptos" w:cstheme="minorHAnsi"/>
          <w:kern w:val="2"/>
          <w14:ligatures w14:val="standardContextual"/>
        </w:rPr>
        <w:t xml:space="preserve"> </w:t>
      </w:r>
      <w:bookmarkStart w:id="4" w:name="_Hlk198291574"/>
      <w:r w:rsidR="000E6F69">
        <w:rPr>
          <w:rFonts w:eastAsia="Aptos" w:cstheme="minorHAnsi"/>
          <w:kern w:val="2"/>
          <w14:ligatures w14:val="standardContextual"/>
        </w:rPr>
        <w:t xml:space="preserve">were voted too similar. </w:t>
      </w:r>
      <w:r>
        <w:rPr>
          <w:rFonts w:eastAsia="Aptos" w:cstheme="minorHAnsi"/>
          <w:kern w:val="2"/>
          <w14:ligatures w14:val="standardContextual"/>
        </w:rPr>
        <w:t xml:space="preserve"> </w:t>
      </w:r>
      <w:bookmarkEnd w:id="4"/>
    </w:p>
    <w:p w14:paraId="071EF2A9" w14:textId="5949874F" w:rsidR="00B45E7C" w:rsidRDefault="000E6F69" w:rsidP="00E86DCC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>S</w:t>
      </w:r>
      <w:r w:rsidR="00B45E7C">
        <w:rPr>
          <w:rFonts w:eastAsia="Aptos" w:cstheme="minorHAnsi"/>
          <w:kern w:val="2"/>
          <w14:ligatures w14:val="standardContextual"/>
        </w:rPr>
        <w:t xml:space="preserve">helburn </w:t>
      </w:r>
      <w:r>
        <w:rPr>
          <w:rFonts w:eastAsia="Aptos" w:cstheme="minorHAnsi"/>
          <w:kern w:val="2"/>
          <w14:ligatures w14:val="standardContextual"/>
        </w:rPr>
        <w:t>C</w:t>
      </w:r>
      <w:r w:rsidR="00B45E7C">
        <w:rPr>
          <w:rFonts w:eastAsia="Aptos" w:cstheme="minorHAnsi"/>
          <w:kern w:val="2"/>
          <w14:ligatures w14:val="standardContextual"/>
        </w:rPr>
        <w:t xml:space="preserve"> </w:t>
      </w:r>
      <w:r>
        <w:rPr>
          <w:rFonts w:eastAsia="Aptos" w:cstheme="minorHAnsi"/>
          <w:kern w:val="2"/>
          <w14:ligatures w14:val="standardContextual"/>
        </w:rPr>
        <w:t>and S</w:t>
      </w:r>
      <w:r w:rsidR="00B45E7C">
        <w:rPr>
          <w:rFonts w:eastAsia="Aptos" w:cstheme="minorHAnsi"/>
          <w:kern w:val="2"/>
          <w14:ligatures w14:val="standardContextual"/>
        </w:rPr>
        <w:t xml:space="preserve">helburn </w:t>
      </w:r>
      <w:r>
        <w:rPr>
          <w:rFonts w:eastAsia="Aptos" w:cstheme="minorHAnsi"/>
          <w:kern w:val="2"/>
          <w14:ligatures w14:val="standardContextual"/>
        </w:rPr>
        <w:t>E</w:t>
      </w:r>
      <w:r w:rsidR="00B45E7C">
        <w:rPr>
          <w:rFonts w:eastAsia="Aptos" w:cstheme="minorHAnsi"/>
          <w:kern w:val="2"/>
          <w14:ligatures w14:val="standardContextual"/>
        </w:rPr>
        <w:t xml:space="preserve"> </w:t>
      </w:r>
      <w:r>
        <w:rPr>
          <w:rFonts w:eastAsia="Aptos" w:cstheme="minorHAnsi"/>
          <w:kern w:val="2"/>
          <w14:ligatures w14:val="standardContextual"/>
        </w:rPr>
        <w:t xml:space="preserve">were voted too similar.  </w:t>
      </w:r>
      <w:r w:rsidR="00B45E7C">
        <w:rPr>
          <w:rFonts w:eastAsia="Aptos" w:cstheme="minorHAnsi"/>
          <w:kern w:val="2"/>
          <w14:ligatures w14:val="standardContextual"/>
        </w:rPr>
        <w:t xml:space="preserve"> </w:t>
      </w:r>
    </w:p>
    <w:p w14:paraId="5DDC9BC7" w14:textId="7A41C555" w:rsidR="00B45E7C" w:rsidRDefault="000E6F69" w:rsidP="00E86DCC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>L</w:t>
      </w:r>
      <w:r w:rsidR="00B45E7C">
        <w:rPr>
          <w:rFonts w:eastAsia="Aptos" w:cstheme="minorHAnsi"/>
          <w:kern w:val="2"/>
          <w14:ligatures w14:val="standardContextual"/>
        </w:rPr>
        <w:t xml:space="preserve">yndhurst </w:t>
      </w:r>
      <w:r>
        <w:rPr>
          <w:rFonts w:eastAsia="Aptos" w:cstheme="minorHAnsi"/>
          <w:kern w:val="2"/>
          <w14:ligatures w14:val="standardContextual"/>
        </w:rPr>
        <w:t>J and S</w:t>
      </w:r>
      <w:r w:rsidR="00B45E7C">
        <w:rPr>
          <w:rFonts w:eastAsia="Aptos" w:cstheme="minorHAnsi"/>
          <w:kern w:val="2"/>
          <w14:ligatures w14:val="standardContextual"/>
        </w:rPr>
        <w:t xml:space="preserve">ebastian </w:t>
      </w:r>
      <w:r>
        <w:rPr>
          <w:rFonts w:eastAsia="Aptos" w:cstheme="minorHAnsi"/>
          <w:kern w:val="2"/>
          <w14:ligatures w14:val="standardContextual"/>
        </w:rPr>
        <w:t>D</w:t>
      </w:r>
      <w:r w:rsidR="00B45E7C">
        <w:rPr>
          <w:rFonts w:eastAsia="Aptos" w:cstheme="minorHAnsi"/>
          <w:kern w:val="2"/>
          <w14:ligatures w14:val="standardContextual"/>
        </w:rPr>
        <w:t xml:space="preserve"> </w:t>
      </w:r>
      <w:r w:rsidRPr="000E6F69">
        <w:rPr>
          <w:rFonts w:eastAsia="Aptos" w:cstheme="minorHAnsi"/>
          <w:kern w:val="2"/>
          <w14:ligatures w14:val="standardContextual"/>
        </w:rPr>
        <w:t xml:space="preserve">were voted too similar.  </w:t>
      </w:r>
    </w:p>
    <w:p w14:paraId="1E5E2642" w14:textId="59320C0E" w:rsidR="000E6F69" w:rsidRDefault="000E6F69" w:rsidP="00E86DCC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>B</w:t>
      </w:r>
      <w:r w:rsidR="00B45E7C">
        <w:rPr>
          <w:rFonts w:eastAsia="Aptos" w:cstheme="minorHAnsi"/>
          <w:kern w:val="2"/>
          <w14:ligatures w14:val="standardContextual"/>
        </w:rPr>
        <w:t xml:space="preserve">ellville </w:t>
      </w:r>
      <w:r>
        <w:rPr>
          <w:rFonts w:eastAsia="Aptos" w:cstheme="minorHAnsi"/>
          <w:kern w:val="2"/>
          <w14:ligatures w14:val="standardContextual"/>
        </w:rPr>
        <w:t>A</w:t>
      </w:r>
      <w:r w:rsidR="00B45E7C">
        <w:rPr>
          <w:rFonts w:eastAsia="Aptos" w:cstheme="minorHAnsi"/>
          <w:kern w:val="2"/>
          <w14:ligatures w14:val="standardContextual"/>
        </w:rPr>
        <w:t xml:space="preserve"> </w:t>
      </w:r>
      <w:r>
        <w:rPr>
          <w:rFonts w:eastAsia="Aptos" w:cstheme="minorHAnsi"/>
          <w:kern w:val="2"/>
          <w14:ligatures w14:val="standardContextual"/>
        </w:rPr>
        <w:t>and V</w:t>
      </w:r>
      <w:r w:rsidR="00B45E7C">
        <w:rPr>
          <w:rFonts w:eastAsia="Aptos" w:cstheme="minorHAnsi"/>
          <w:kern w:val="2"/>
          <w14:ligatures w14:val="standardContextual"/>
        </w:rPr>
        <w:t xml:space="preserve">anderburg </w:t>
      </w:r>
      <w:r>
        <w:rPr>
          <w:rFonts w:eastAsia="Aptos" w:cstheme="minorHAnsi"/>
          <w:kern w:val="2"/>
          <w14:ligatures w14:val="standardContextual"/>
        </w:rPr>
        <w:t>A</w:t>
      </w:r>
      <w:r w:rsidR="00B45E7C">
        <w:rPr>
          <w:rFonts w:eastAsia="Aptos" w:cstheme="minorHAnsi"/>
          <w:kern w:val="2"/>
          <w14:ligatures w14:val="standardContextual"/>
        </w:rPr>
        <w:t xml:space="preserve"> </w:t>
      </w:r>
      <w:r>
        <w:rPr>
          <w:rFonts w:eastAsia="Aptos" w:cstheme="minorHAnsi"/>
          <w:kern w:val="2"/>
          <w14:ligatures w14:val="standardContextual"/>
        </w:rPr>
        <w:t xml:space="preserve">were voted too similar.  </w:t>
      </w:r>
    </w:p>
    <w:p w14:paraId="76FABCB1" w14:textId="5836FF2D" w:rsidR="000F2203" w:rsidRPr="000E6F69" w:rsidRDefault="000E6F69" w:rsidP="00E86DCC">
      <w:pPr>
        <w:spacing w:after="160" w:line="259" w:lineRule="auto"/>
        <w:rPr>
          <w:rFonts w:eastAsia="Aptos" w:cstheme="minorHAnsi"/>
          <w:b/>
          <w:bCs/>
          <w:kern w:val="2"/>
          <w14:ligatures w14:val="standardContextual"/>
        </w:rPr>
      </w:pPr>
      <w:r w:rsidRPr="000E6F69">
        <w:rPr>
          <w:rFonts w:eastAsia="Aptos" w:cstheme="minorHAnsi"/>
          <w:b/>
          <w:bCs/>
          <w:kern w:val="2"/>
          <w14:ligatures w14:val="standardContextual"/>
        </w:rPr>
        <w:t xml:space="preserve">Mr. </w:t>
      </w:r>
      <w:proofErr w:type="gramStart"/>
      <w:r w:rsidRPr="000E6F69">
        <w:rPr>
          <w:rFonts w:eastAsia="Aptos" w:cstheme="minorHAnsi"/>
          <w:b/>
          <w:bCs/>
          <w:kern w:val="2"/>
          <w14:ligatures w14:val="standardContextual"/>
        </w:rPr>
        <w:t>S</w:t>
      </w:r>
      <w:r w:rsidR="000F2203" w:rsidRPr="000E6F69">
        <w:rPr>
          <w:rFonts w:eastAsia="Aptos" w:cstheme="minorHAnsi"/>
          <w:b/>
          <w:bCs/>
          <w:kern w:val="2"/>
          <w14:ligatures w14:val="standardContextual"/>
        </w:rPr>
        <w:t>trayer so</w:t>
      </w:r>
      <w:proofErr w:type="gramEnd"/>
      <w:r w:rsidR="000F2203" w:rsidRPr="000E6F69">
        <w:rPr>
          <w:rFonts w:eastAsia="Aptos" w:cstheme="minorHAnsi"/>
          <w:b/>
          <w:bCs/>
          <w:kern w:val="2"/>
          <w14:ligatures w14:val="standardContextual"/>
        </w:rPr>
        <w:t xml:space="preserve"> moved on like models, </w:t>
      </w:r>
      <w:r w:rsidRPr="000E6F69">
        <w:rPr>
          <w:rFonts w:eastAsia="Aptos" w:cstheme="minorHAnsi"/>
          <w:b/>
          <w:bCs/>
          <w:kern w:val="2"/>
          <w14:ligatures w14:val="standardContextual"/>
        </w:rPr>
        <w:t>Ms. A</w:t>
      </w:r>
      <w:r w:rsidR="000F2203" w:rsidRPr="000E6F69">
        <w:rPr>
          <w:rFonts w:eastAsia="Aptos" w:cstheme="minorHAnsi"/>
          <w:b/>
          <w:bCs/>
          <w:kern w:val="2"/>
          <w14:ligatures w14:val="standardContextual"/>
        </w:rPr>
        <w:t xml:space="preserve">dams seconded, </w:t>
      </w:r>
      <w:r w:rsidRPr="000E6F69">
        <w:rPr>
          <w:rFonts w:eastAsia="Aptos" w:cstheme="minorHAnsi"/>
          <w:b/>
          <w:bCs/>
          <w:kern w:val="2"/>
          <w14:ligatures w14:val="standardContextual"/>
        </w:rPr>
        <w:t>4-0 vote</w:t>
      </w:r>
      <w:proofErr w:type="gramStart"/>
      <w:r w:rsidRPr="000E6F69">
        <w:rPr>
          <w:rFonts w:eastAsia="Aptos" w:cstheme="minorHAnsi"/>
          <w:b/>
          <w:bCs/>
          <w:kern w:val="2"/>
          <w14:ligatures w14:val="standardContextual"/>
        </w:rPr>
        <w:t>, motion</w:t>
      </w:r>
      <w:proofErr w:type="gramEnd"/>
      <w:r w:rsidRPr="000E6F69">
        <w:rPr>
          <w:rFonts w:eastAsia="Aptos" w:cstheme="minorHAnsi"/>
          <w:b/>
          <w:bCs/>
          <w:kern w:val="2"/>
          <w14:ligatures w14:val="standardContextual"/>
        </w:rPr>
        <w:t xml:space="preserve"> passed. </w:t>
      </w:r>
    </w:p>
    <w:p w14:paraId="3516E8EC" w14:textId="77777777" w:rsidR="00E86DCC" w:rsidRPr="009C7CC9" w:rsidRDefault="00E86DCC" w:rsidP="00E86DCC">
      <w:pPr>
        <w:spacing w:after="160" w:line="259" w:lineRule="auto"/>
        <w:rPr>
          <w:rFonts w:eastAsia="Aptos" w:cstheme="minorHAnsi"/>
          <w:i/>
          <w:iCs/>
          <w:kern w:val="2"/>
          <w14:ligatures w14:val="standardContextual"/>
        </w:rPr>
      </w:pPr>
    </w:p>
    <w:p w14:paraId="2BBC07A3" w14:textId="41A939B8" w:rsidR="00683708" w:rsidRDefault="00683708" w:rsidP="00683708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  <w:r w:rsidRPr="00683708">
        <w:rPr>
          <w:rFonts w:eastAsia="Aptos" w:cstheme="minorHAnsi"/>
          <w:b/>
          <w:bCs/>
          <w:kern w:val="2"/>
          <w:u w:val="single"/>
          <w14:ligatures w14:val="standardContextual"/>
        </w:rPr>
        <w:t xml:space="preserve">New Business </w:t>
      </w:r>
    </w:p>
    <w:p w14:paraId="4D035537" w14:textId="77777777" w:rsidR="000F2203" w:rsidRDefault="00411FA3" w:rsidP="00411FA3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proofErr w:type="spellStart"/>
      <w:r w:rsidRPr="00411FA3">
        <w:rPr>
          <w:rFonts w:eastAsia="Aptos" w:cstheme="minorHAnsi"/>
          <w:i/>
          <w:iCs/>
          <w:kern w:val="2"/>
          <w14:ligatures w14:val="standardContextual"/>
        </w:rPr>
        <w:t>BridgeNorth</w:t>
      </w:r>
      <w:proofErr w:type="spellEnd"/>
      <w:r w:rsidRPr="00411FA3">
        <w:rPr>
          <w:rFonts w:eastAsia="Aptos" w:cstheme="minorHAnsi"/>
          <w:i/>
          <w:iCs/>
          <w:kern w:val="2"/>
          <w14:ligatures w14:val="standardContextual"/>
        </w:rPr>
        <w:t xml:space="preserve"> Homes' request for approval of a </w:t>
      </w:r>
      <w:proofErr w:type="gramStart"/>
      <w:r w:rsidRPr="00411FA3">
        <w:rPr>
          <w:rFonts w:eastAsia="Aptos" w:cstheme="minorHAnsi"/>
          <w:i/>
          <w:iCs/>
          <w:kern w:val="2"/>
          <w14:ligatures w14:val="standardContextual"/>
        </w:rPr>
        <w:t>product</w:t>
      </w:r>
      <w:proofErr w:type="gramEnd"/>
      <w:r w:rsidRPr="00411FA3">
        <w:rPr>
          <w:rFonts w:eastAsia="Aptos" w:cstheme="minorHAnsi"/>
          <w:i/>
          <w:iCs/>
          <w:kern w:val="2"/>
          <w14:ligatures w14:val="standardContextual"/>
        </w:rPr>
        <w:t xml:space="preserve"> addition to their line-up in Preserve at Brookside</w:t>
      </w:r>
    </w:p>
    <w:p w14:paraId="00F6C05A" w14:textId="284EB1BB" w:rsidR="000F2203" w:rsidRDefault="000F2203" w:rsidP="00411FA3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>Mike</w:t>
      </w:r>
      <w:r w:rsidR="000838F2">
        <w:rPr>
          <w:rFonts w:eastAsia="Aptos" w:cstheme="minorHAnsi"/>
          <w:kern w:val="2"/>
          <w14:ligatures w14:val="standardContextual"/>
        </w:rPr>
        <w:t xml:space="preserve"> Lesley</w:t>
      </w:r>
      <w:r>
        <w:rPr>
          <w:rFonts w:eastAsia="Aptos" w:cstheme="minorHAnsi"/>
          <w:kern w:val="2"/>
          <w14:ligatures w14:val="standardContextual"/>
        </w:rPr>
        <w:t xml:space="preserve"> presented for </w:t>
      </w:r>
      <w:proofErr w:type="spellStart"/>
      <w:r>
        <w:rPr>
          <w:rFonts w:eastAsia="Aptos" w:cstheme="minorHAnsi"/>
          <w:kern w:val="2"/>
          <w14:ligatures w14:val="standardContextual"/>
        </w:rPr>
        <w:t>BridgeNorth</w:t>
      </w:r>
      <w:proofErr w:type="spellEnd"/>
      <w:r>
        <w:rPr>
          <w:rFonts w:eastAsia="Aptos" w:cstheme="minorHAnsi"/>
          <w:kern w:val="2"/>
          <w14:ligatures w14:val="standardContextual"/>
        </w:rPr>
        <w:t xml:space="preserve"> homes </w:t>
      </w:r>
    </w:p>
    <w:p w14:paraId="42ECBE60" w14:textId="205E43BD" w:rsidR="00411FA3" w:rsidRPr="007F586F" w:rsidRDefault="007F586F" w:rsidP="00411FA3">
      <w:pPr>
        <w:spacing w:after="160" w:line="259" w:lineRule="auto"/>
        <w:rPr>
          <w:rFonts w:eastAsia="Aptos" w:cstheme="minorHAnsi"/>
          <w:b/>
          <w:bCs/>
          <w:kern w:val="2"/>
          <w14:ligatures w14:val="standardContextual"/>
        </w:rPr>
      </w:pPr>
      <w:r w:rsidRPr="007F586F">
        <w:rPr>
          <w:rFonts w:eastAsia="Aptos" w:cstheme="minorHAnsi"/>
          <w:b/>
          <w:bCs/>
          <w:kern w:val="2"/>
          <w14:ligatures w14:val="standardContextual"/>
        </w:rPr>
        <w:t xml:space="preserve">Mr. </w:t>
      </w:r>
      <w:r w:rsidR="000F2203" w:rsidRPr="007F586F">
        <w:rPr>
          <w:rFonts w:eastAsia="Aptos" w:cstheme="minorHAnsi"/>
          <w:b/>
          <w:bCs/>
          <w:kern w:val="2"/>
          <w14:ligatures w14:val="standardContextual"/>
        </w:rPr>
        <w:t xml:space="preserve">Strayer moved to approve as presented, </w:t>
      </w:r>
      <w:r w:rsidRPr="007F586F">
        <w:rPr>
          <w:rFonts w:eastAsia="Aptos" w:cstheme="minorHAnsi"/>
          <w:b/>
          <w:bCs/>
          <w:kern w:val="2"/>
          <w14:ligatures w14:val="standardContextual"/>
        </w:rPr>
        <w:t>Dr. B</w:t>
      </w:r>
      <w:r w:rsidR="000F2203" w:rsidRPr="007F586F">
        <w:rPr>
          <w:rFonts w:eastAsia="Aptos" w:cstheme="minorHAnsi"/>
          <w:b/>
          <w:bCs/>
          <w:kern w:val="2"/>
          <w14:ligatures w14:val="standardContextual"/>
        </w:rPr>
        <w:t xml:space="preserve">urney seconded, unanimous </w:t>
      </w:r>
      <w:r w:rsidRPr="007F586F">
        <w:rPr>
          <w:rFonts w:eastAsia="Aptos" w:cstheme="minorHAnsi"/>
          <w:b/>
          <w:bCs/>
          <w:kern w:val="2"/>
          <w14:ligatures w14:val="standardContextual"/>
        </w:rPr>
        <w:t>vote, motion passed.</w:t>
      </w:r>
      <w:r w:rsidR="00411FA3" w:rsidRPr="007F586F">
        <w:rPr>
          <w:rFonts w:eastAsia="Aptos" w:cstheme="minorHAnsi"/>
          <w:b/>
          <w:bCs/>
          <w:i/>
          <w:iCs/>
          <w:kern w:val="2"/>
          <w14:ligatures w14:val="standardContextual"/>
        </w:rPr>
        <w:br/>
      </w:r>
    </w:p>
    <w:p w14:paraId="16472AB5" w14:textId="7A021788" w:rsidR="00411FA3" w:rsidRDefault="00411FA3" w:rsidP="00411FA3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 w:rsidRPr="00411FA3">
        <w:rPr>
          <w:rFonts w:eastAsia="Aptos" w:cstheme="minorHAnsi"/>
          <w:i/>
          <w:iCs/>
          <w:kern w:val="2"/>
          <w14:ligatures w14:val="standardContextual"/>
        </w:rPr>
        <w:lastRenderedPageBreak/>
        <w:t>Beazer Homes' request for approval of additions to their product line-up for Areas C and D of Colonnade</w:t>
      </w:r>
    </w:p>
    <w:p w14:paraId="5FDE09E4" w14:textId="4BEEB5F7" w:rsidR="000F2203" w:rsidRDefault="000F2203" w:rsidP="00411FA3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proofErr w:type="gramStart"/>
      <w:r>
        <w:rPr>
          <w:rFonts w:eastAsia="Aptos" w:cstheme="minorHAnsi"/>
          <w:kern w:val="2"/>
          <w14:ligatures w14:val="standardContextual"/>
        </w:rPr>
        <w:t>Petitioner</w:t>
      </w:r>
      <w:proofErr w:type="gramEnd"/>
      <w:r>
        <w:rPr>
          <w:rFonts w:eastAsia="Aptos" w:cstheme="minorHAnsi"/>
          <w:kern w:val="2"/>
          <w14:ligatures w14:val="standardContextual"/>
        </w:rPr>
        <w:t xml:space="preserve"> presented the proposed homes. </w:t>
      </w:r>
    </w:p>
    <w:p w14:paraId="0285B504" w14:textId="60977D16" w:rsidR="007F586F" w:rsidRPr="007F586F" w:rsidRDefault="007F586F" w:rsidP="00411FA3">
      <w:pPr>
        <w:spacing w:after="160" w:line="259" w:lineRule="auto"/>
        <w:rPr>
          <w:rFonts w:eastAsia="Aptos" w:cstheme="minorHAnsi"/>
          <w:b/>
          <w:bCs/>
          <w:kern w:val="2"/>
          <w14:ligatures w14:val="standardContextual"/>
        </w:rPr>
      </w:pPr>
      <w:r w:rsidRPr="007F586F">
        <w:rPr>
          <w:rFonts w:eastAsia="Aptos" w:cstheme="minorHAnsi"/>
          <w:b/>
          <w:bCs/>
          <w:kern w:val="2"/>
          <w14:ligatures w14:val="standardContextual"/>
        </w:rPr>
        <w:t>Dr. Burney</w:t>
      </w:r>
      <w:r w:rsidR="000F2203" w:rsidRPr="007F586F">
        <w:rPr>
          <w:rFonts w:eastAsia="Aptos" w:cstheme="minorHAnsi"/>
          <w:b/>
          <w:bCs/>
          <w:kern w:val="2"/>
          <w14:ligatures w14:val="standardContextual"/>
        </w:rPr>
        <w:t xml:space="preserve"> approved </w:t>
      </w:r>
      <w:r w:rsidRPr="007F586F">
        <w:rPr>
          <w:rFonts w:eastAsia="Aptos" w:cstheme="minorHAnsi"/>
          <w:b/>
          <w:bCs/>
          <w:kern w:val="2"/>
          <w14:ligatures w14:val="standardContextual"/>
        </w:rPr>
        <w:t>A</w:t>
      </w:r>
      <w:r w:rsidR="000F2203" w:rsidRPr="007F586F">
        <w:rPr>
          <w:rFonts w:eastAsia="Aptos" w:cstheme="minorHAnsi"/>
          <w:b/>
          <w:bCs/>
          <w:kern w:val="2"/>
          <w14:ligatures w14:val="standardContextual"/>
        </w:rPr>
        <w:t xml:space="preserve">rea </w:t>
      </w:r>
      <w:r w:rsidRPr="007F586F">
        <w:rPr>
          <w:rFonts w:eastAsia="Aptos" w:cstheme="minorHAnsi"/>
          <w:b/>
          <w:bCs/>
          <w:kern w:val="2"/>
          <w14:ligatures w14:val="standardContextual"/>
        </w:rPr>
        <w:t>C</w:t>
      </w:r>
      <w:r w:rsidR="000F2203" w:rsidRPr="007F586F">
        <w:rPr>
          <w:rFonts w:eastAsia="Aptos" w:cstheme="minorHAnsi"/>
          <w:b/>
          <w:bCs/>
          <w:kern w:val="2"/>
          <w14:ligatures w14:val="standardContextual"/>
        </w:rPr>
        <w:t xml:space="preserve"> as presented, </w:t>
      </w:r>
      <w:r w:rsidRPr="007F586F">
        <w:rPr>
          <w:rFonts w:eastAsia="Aptos" w:cstheme="minorHAnsi"/>
          <w:b/>
          <w:bCs/>
          <w:kern w:val="2"/>
          <w14:ligatures w14:val="standardContextual"/>
        </w:rPr>
        <w:t>Ms. A</w:t>
      </w:r>
      <w:r w:rsidR="000F2203" w:rsidRPr="007F586F">
        <w:rPr>
          <w:rFonts w:eastAsia="Aptos" w:cstheme="minorHAnsi"/>
          <w:b/>
          <w:bCs/>
          <w:kern w:val="2"/>
          <w14:ligatures w14:val="standardContextual"/>
        </w:rPr>
        <w:t xml:space="preserve">dams seconded, (no third garage on the Adelaide), unanimous </w:t>
      </w:r>
      <w:r w:rsidRPr="007F586F">
        <w:rPr>
          <w:rFonts w:eastAsia="Aptos" w:cstheme="minorHAnsi"/>
          <w:b/>
          <w:bCs/>
          <w:kern w:val="2"/>
          <w14:ligatures w14:val="standardContextual"/>
        </w:rPr>
        <w:t xml:space="preserve">vote, motion passed. </w:t>
      </w:r>
    </w:p>
    <w:p w14:paraId="774C1A5A" w14:textId="77777777" w:rsidR="000F2203" w:rsidRDefault="000F2203" w:rsidP="00411FA3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</w:p>
    <w:p w14:paraId="213FE9DB" w14:textId="48C7D120" w:rsidR="000F2203" w:rsidRPr="007F586F" w:rsidRDefault="000F2203" w:rsidP="00411FA3">
      <w:pPr>
        <w:spacing w:after="160" w:line="259" w:lineRule="auto"/>
        <w:rPr>
          <w:rFonts w:eastAsia="Aptos" w:cstheme="minorHAnsi"/>
          <w:kern w:val="2"/>
          <w:u w:val="single"/>
          <w14:ligatures w14:val="standardContextual"/>
        </w:rPr>
      </w:pPr>
      <w:r w:rsidRPr="007F586F">
        <w:rPr>
          <w:rFonts w:eastAsia="Aptos" w:cstheme="minorHAnsi"/>
          <w:kern w:val="2"/>
          <w:u w:val="single"/>
          <w14:ligatures w14:val="standardContextual"/>
        </w:rPr>
        <w:t>Area D</w:t>
      </w:r>
      <w:r w:rsidR="007F586F">
        <w:rPr>
          <w:rFonts w:eastAsia="Aptos" w:cstheme="minorHAnsi"/>
          <w:kern w:val="2"/>
          <w:u w:val="single"/>
          <w14:ligatures w14:val="standardContextual"/>
        </w:rPr>
        <w:t xml:space="preserve"> </w:t>
      </w:r>
    </w:p>
    <w:p w14:paraId="0795634E" w14:textId="5E3BE718" w:rsidR="00745C3E" w:rsidRDefault="00745C3E" w:rsidP="00411FA3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 xml:space="preserve">Discussion took place on French </w:t>
      </w:r>
      <w:r w:rsidR="007F586F">
        <w:rPr>
          <w:rFonts w:eastAsia="Aptos" w:cstheme="minorHAnsi"/>
          <w:kern w:val="2"/>
          <w14:ligatures w14:val="standardContextual"/>
        </w:rPr>
        <w:t>C</w:t>
      </w:r>
      <w:r>
        <w:rPr>
          <w:rFonts w:eastAsia="Aptos" w:cstheme="minorHAnsi"/>
          <w:kern w:val="2"/>
          <w14:ligatures w14:val="standardContextual"/>
        </w:rPr>
        <w:t>ountry</w:t>
      </w:r>
      <w:r w:rsidR="007F586F">
        <w:rPr>
          <w:rFonts w:eastAsia="Aptos" w:cstheme="minorHAnsi"/>
          <w:kern w:val="2"/>
          <w14:ligatures w14:val="standardContextual"/>
        </w:rPr>
        <w:t xml:space="preserve">. </w:t>
      </w:r>
      <w:r>
        <w:rPr>
          <w:rFonts w:eastAsia="Aptos" w:cstheme="minorHAnsi"/>
          <w:kern w:val="2"/>
          <w14:ligatures w14:val="standardContextual"/>
        </w:rPr>
        <w:t xml:space="preserve"> </w:t>
      </w:r>
    </w:p>
    <w:p w14:paraId="0AF0E8DC" w14:textId="431C43E6" w:rsidR="00745C3E" w:rsidRPr="007F586F" w:rsidRDefault="007F586F" w:rsidP="00411FA3">
      <w:pPr>
        <w:spacing w:after="160" w:line="259" w:lineRule="auto"/>
        <w:rPr>
          <w:rFonts w:eastAsia="Aptos" w:cstheme="minorHAnsi"/>
          <w:b/>
          <w:bCs/>
          <w:kern w:val="2"/>
          <w14:ligatures w14:val="standardContextual"/>
        </w:rPr>
      </w:pPr>
      <w:r w:rsidRPr="007F586F">
        <w:rPr>
          <w:rFonts w:eastAsia="Aptos" w:cstheme="minorHAnsi"/>
          <w:b/>
          <w:bCs/>
          <w:kern w:val="2"/>
          <w14:ligatures w14:val="standardContextual"/>
        </w:rPr>
        <w:t xml:space="preserve">Ms. </w:t>
      </w:r>
      <w:r w:rsidR="00745C3E" w:rsidRPr="007F586F">
        <w:rPr>
          <w:rFonts w:eastAsia="Aptos" w:cstheme="minorHAnsi"/>
          <w:b/>
          <w:bCs/>
          <w:kern w:val="2"/>
          <w14:ligatures w14:val="standardContextual"/>
        </w:rPr>
        <w:t xml:space="preserve">Adams approved with the addition of the </w:t>
      </w:r>
      <w:proofErr w:type="gramStart"/>
      <w:r w:rsidR="00745C3E" w:rsidRPr="007F586F">
        <w:rPr>
          <w:rFonts w:eastAsia="Aptos" w:cstheme="minorHAnsi"/>
          <w:b/>
          <w:bCs/>
          <w:kern w:val="2"/>
          <w14:ligatures w14:val="standardContextual"/>
        </w:rPr>
        <w:t>2 foot</w:t>
      </w:r>
      <w:proofErr w:type="gramEnd"/>
      <w:r w:rsidR="00745C3E" w:rsidRPr="007F586F">
        <w:rPr>
          <w:rFonts w:eastAsia="Aptos" w:cstheme="minorHAnsi"/>
          <w:b/>
          <w:bCs/>
          <w:kern w:val="2"/>
          <w14:ligatures w14:val="standardContextual"/>
        </w:rPr>
        <w:t xml:space="preserve"> requirement, </w:t>
      </w:r>
      <w:r w:rsidRPr="007F586F">
        <w:rPr>
          <w:rFonts w:eastAsia="Aptos" w:cstheme="minorHAnsi"/>
          <w:b/>
          <w:bCs/>
          <w:kern w:val="2"/>
          <w14:ligatures w14:val="standardContextual"/>
        </w:rPr>
        <w:t>Mr. S</w:t>
      </w:r>
      <w:r w:rsidR="00745C3E" w:rsidRPr="007F586F">
        <w:rPr>
          <w:rFonts w:eastAsia="Aptos" w:cstheme="minorHAnsi"/>
          <w:b/>
          <w:bCs/>
          <w:kern w:val="2"/>
          <w14:ligatures w14:val="standardContextual"/>
        </w:rPr>
        <w:t>trayer seconded, unanimous</w:t>
      </w:r>
      <w:r w:rsidRPr="007F586F">
        <w:rPr>
          <w:rFonts w:eastAsia="Aptos" w:cstheme="minorHAnsi"/>
          <w:b/>
          <w:bCs/>
          <w:kern w:val="2"/>
          <w14:ligatures w14:val="standardContextual"/>
        </w:rPr>
        <w:t xml:space="preserve"> vote, motion passed</w:t>
      </w:r>
      <w:r w:rsidR="00745C3E" w:rsidRPr="007F586F">
        <w:rPr>
          <w:rFonts w:eastAsia="Aptos" w:cstheme="minorHAnsi"/>
          <w:b/>
          <w:bCs/>
          <w:kern w:val="2"/>
          <w14:ligatures w14:val="standardContextual"/>
        </w:rPr>
        <w:t xml:space="preserve">. </w:t>
      </w:r>
    </w:p>
    <w:p w14:paraId="6310A01E" w14:textId="77777777" w:rsidR="00745C3E" w:rsidRDefault="00745C3E" w:rsidP="00411FA3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</w:p>
    <w:p w14:paraId="77007F4A" w14:textId="031F3BDC" w:rsidR="00745C3E" w:rsidRPr="007F586F" w:rsidRDefault="007F586F" w:rsidP="00411FA3">
      <w:pPr>
        <w:spacing w:after="160" w:line="259" w:lineRule="auto"/>
        <w:rPr>
          <w:rFonts w:eastAsia="Aptos" w:cstheme="minorHAnsi"/>
          <w:kern w:val="2"/>
          <w:u w:val="single"/>
          <w14:ligatures w14:val="standardContextual"/>
        </w:rPr>
      </w:pPr>
      <w:r w:rsidRPr="007F586F">
        <w:rPr>
          <w:rFonts w:eastAsia="Aptos" w:cstheme="minorHAnsi"/>
          <w:kern w:val="2"/>
          <w:u w:val="single"/>
          <w14:ligatures w14:val="standardContextual"/>
        </w:rPr>
        <w:t xml:space="preserve">Area C </w:t>
      </w:r>
      <w:proofErr w:type="spellStart"/>
      <w:r w:rsidRPr="007F586F">
        <w:rPr>
          <w:rFonts w:eastAsia="Aptos" w:cstheme="minorHAnsi"/>
          <w:kern w:val="2"/>
          <w:u w:val="single"/>
          <w14:ligatures w14:val="standardContextual"/>
        </w:rPr>
        <w:t>Antimonotony</w:t>
      </w:r>
      <w:proofErr w:type="spellEnd"/>
    </w:p>
    <w:p w14:paraId="521AFBCF" w14:textId="23EB515B" w:rsidR="00745C3E" w:rsidRDefault="00745C3E" w:rsidP="00411FA3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>Sav</w:t>
      </w:r>
      <w:r w:rsidR="007F586F">
        <w:rPr>
          <w:rFonts w:eastAsia="Aptos" w:cstheme="minorHAnsi"/>
          <w:kern w:val="2"/>
          <w14:ligatures w14:val="standardContextual"/>
        </w:rPr>
        <w:t>anah F</w:t>
      </w:r>
      <w:r>
        <w:rPr>
          <w:rFonts w:eastAsia="Aptos" w:cstheme="minorHAnsi"/>
          <w:kern w:val="2"/>
          <w14:ligatures w14:val="standardContextual"/>
        </w:rPr>
        <w:t>arm</w:t>
      </w:r>
      <w:r w:rsidR="007F586F">
        <w:rPr>
          <w:rFonts w:eastAsia="Aptos" w:cstheme="minorHAnsi"/>
          <w:kern w:val="2"/>
          <w14:ligatures w14:val="standardContextual"/>
        </w:rPr>
        <w:t>house and</w:t>
      </w:r>
      <w:r>
        <w:rPr>
          <w:rFonts w:eastAsia="Aptos" w:cstheme="minorHAnsi"/>
          <w:kern w:val="2"/>
          <w14:ligatures w14:val="standardContextual"/>
        </w:rPr>
        <w:t xml:space="preserve"> </w:t>
      </w:r>
      <w:r w:rsidR="007F586F">
        <w:rPr>
          <w:rFonts w:eastAsia="Aptos" w:cstheme="minorHAnsi"/>
          <w:kern w:val="2"/>
          <w14:ligatures w14:val="standardContextual"/>
        </w:rPr>
        <w:t>Savanah</w:t>
      </w:r>
      <w:r>
        <w:rPr>
          <w:rFonts w:eastAsia="Aptos" w:cstheme="minorHAnsi"/>
          <w:kern w:val="2"/>
          <w14:ligatures w14:val="standardContextual"/>
        </w:rPr>
        <w:t xml:space="preserve"> French</w:t>
      </w:r>
      <w:r w:rsidR="007F586F">
        <w:rPr>
          <w:rFonts w:eastAsia="Aptos" w:cstheme="minorHAnsi"/>
          <w:kern w:val="2"/>
          <w14:ligatures w14:val="standardContextual"/>
        </w:rPr>
        <w:t xml:space="preserve"> </w:t>
      </w:r>
      <w:r>
        <w:rPr>
          <w:rFonts w:eastAsia="Aptos" w:cstheme="minorHAnsi"/>
          <w:kern w:val="2"/>
          <w14:ligatures w14:val="standardContextual"/>
        </w:rPr>
        <w:t xml:space="preserve">&amp; </w:t>
      </w:r>
      <w:r w:rsidR="007F586F">
        <w:rPr>
          <w:rFonts w:eastAsia="Aptos" w:cstheme="minorHAnsi"/>
          <w:kern w:val="2"/>
          <w14:ligatures w14:val="standardContextual"/>
        </w:rPr>
        <w:t>C</w:t>
      </w:r>
      <w:r>
        <w:rPr>
          <w:rFonts w:eastAsia="Aptos" w:cstheme="minorHAnsi"/>
          <w:kern w:val="2"/>
          <w14:ligatures w14:val="standardContextual"/>
        </w:rPr>
        <w:t xml:space="preserve">ountry </w:t>
      </w:r>
      <w:bookmarkStart w:id="5" w:name="_Hlk198292946"/>
      <w:r w:rsidR="007F586F">
        <w:rPr>
          <w:rFonts w:eastAsia="Aptos" w:cstheme="minorHAnsi"/>
          <w:kern w:val="2"/>
          <w14:ligatures w14:val="standardContextual"/>
        </w:rPr>
        <w:t xml:space="preserve">were voted too similar. </w:t>
      </w:r>
      <w:bookmarkEnd w:id="5"/>
    </w:p>
    <w:p w14:paraId="488B715D" w14:textId="159CCC14" w:rsidR="00745C3E" w:rsidRDefault="00745C3E" w:rsidP="00411FA3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>Sav</w:t>
      </w:r>
      <w:r w:rsidR="007F586F">
        <w:rPr>
          <w:rFonts w:eastAsia="Aptos" w:cstheme="minorHAnsi"/>
          <w:kern w:val="2"/>
          <w14:ligatures w14:val="standardContextual"/>
        </w:rPr>
        <w:t>anah F</w:t>
      </w:r>
      <w:r>
        <w:rPr>
          <w:rFonts w:eastAsia="Aptos" w:cstheme="minorHAnsi"/>
          <w:kern w:val="2"/>
          <w14:ligatures w14:val="standardContextual"/>
        </w:rPr>
        <w:t>arm</w:t>
      </w:r>
      <w:r w:rsidR="007F586F">
        <w:rPr>
          <w:rFonts w:eastAsia="Aptos" w:cstheme="minorHAnsi"/>
          <w:kern w:val="2"/>
          <w14:ligatures w14:val="standardContextual"/>
        </w:rPr>
        <w:t>house and S</w:t>
      </w:r>
      <w:r>
        <w:rPr>
          <w:rFonts w:eastAsia="Aptos" w:cstheme="minorHAnsi"/>
          <w:kern w:val="2"/>
          <w14:ligatures w14:val="standardContextual"/>
        </w:rPr>
        <w:t>av</w:t>
      </w:r>
      <w:r w:rsidR="007F586F">
        <w:rPr>
          <w:rFonts w:eastAsia="Aptos" w:cstheme="minorHAnsi"/>
          <w:kern w:val="2"/>
          <w14:ligatures w14:val="standardContextual"/>
        </w:rPr>
        <w:t>anah</w:t>
      </w:r>
      <w:r>
        <w:rPr>
          <w:rFonts w:eastAsia="Aptos" w:cstheme="minorHAnsi"/>
          <w:kern w:val="2"/>
          <w14:ligatures w14:val="standardContextual"/>
        </w:rPr>
        <w:t xml:space="preserve"> </w:t>
      </w:r>
      <w:r w:rsidR="007F586F">
        <w:rPr>
          <w:rFonts w:eastAsia="Aptos" w:cstheme="minorHAnsi"/>
          <w:kern w:val="2"/>
          <w14:ligatures w14:val="standardContextual"/>
        </w:rPr>
        <w:t>T</w:t>
      </w:r>
      <w:r>
        <w:rPr>
          <w:rFonts w:eastAsia="Aptos" w:cstheme="minorHAnsi"/>
          <w:kern w:val="2"/>
          <w14:ligatures w14:val="standardContextual"/>
        </w:rPr>
        <w:t>rad</w:t>
      </w:r>
      <w:r w:rsidR="007F586F">
        <w:rPr>
          <w:rFonts w:eastAsia="Aptos" w:cstheme="minorHAnsi"/>
          <w:kern w:val="2"/>
          <w14:ligatures w14:val="standardContextual"/>
        </w:rPr>
        <w:t>itional</w:t>
      </w:r>
      <w:r>
        <w:rPr>
          <w:rFonts w:eastAsia="Aptos" w:cstheme="minorHAnsi"/>
          <w:kern w:val="2"/>
          <w14:ligatures w14:val="standardContextual"/>
        </w:rPr>
        <w:t xml:space="preserve"> </w:t>
      </w:r>
      <w:r w:rsidR="007F586F">
        <w:rPr>
          <w:rFonts w:eastAsia="Aptos" w:cstheme="minorHAnsi"/>
          <w:kern w:val="2"/>
          <w14:ligatures w14:val="standardContextual"/>
        </w:rPr>
        <w:t>were voted too similar.</w:t>
      </w:r>
    </w:p>
    <w:p w14:paraId="0C82EC8F" w14:textId="5E8935D4" w:rsidR="00745C3E" w:rsidRDefault="00745C3E" w:rsidP="00411FA3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>Sav</w:t>
      </w:r>
      <w:r w:rsidR="007F586F">
        <w:rPr>
          <w:rFonts w:eastAsia="Aptos" w:cstheme="minorHAnsi"/>
          <w:kern w:val="2"/>
          <w14:ligatures w14:val="standardContextual"/>
        </w:rPr>
        <w:t>anah</w:t>
      </w:r>
      <w:r>
        <w:rPr>
          <w:rFonts w:eastAsia="Aptos" w:cstheme="minorHAnsi"/>
          <w:kern w:val="2"/>
          <w14:ligatures w14:val="standardContextual"/>
        </w:rPr>
        <w:t xml:space="preserve"> French </w:t>
      </w:r>
      <w:r w:rsidR="007F586F">
        <w:rPr>
          <w:rFonts w:eastAsia="Aptos" w:cstheme="minorHAnsi"/>
          <w:kern w:val="2"/>
          <w14:ligatures w14:val="standardContextual"/>
        </w:rPr>
        <w:t>and S</w:t>
      </w:r>
      <w:r>
        <w:rPr>
          <w:rFonts w:eastAsia="Aptos" w:cstheme="minorHAnsi"/>
          <w:kern w:val="2"/>
          <w14:ligatures w14:val="standardContextual"/>
        </w:rPr>
        <w:t>av</w:t>
      </w:r>
      <w:r w:rsidR="007F586F">
        <w:rPr>
          <w:rFonts w:eastAsia="Aptos" w:cstheme="minorHAnsi"/>
          <w:kern w:val="2"/>
          <w14:ligatures w14:val="standardContextual"/>
        </w:rPr>
        <w:t>annah T</w:t>
      </w:r>
      <w:r>
        <w:rPr>
          <w:rFonts w:eastAsia="Aptos" w:cstheme="minorHAnsi"/>
          <w:kern w:val="2"/>
          <w14:ligatures w14:val="standardContextual"/>
        </w:rPr>
        <w:t>rad</w:t>
      </w:r>
      <w:r w:rsidR="007F586F">
        <w:rPr>
          <w:rFonts w:eastAsia="Aptos" w:cstheme="minorHAnsi"/>
          <w:kern w:val="2"/>
          <w14:ligatures w14:val="standardContextual"/>
        </w:rPr>
        <w:t>itional</w:t>
      </w:r>
      <w:r>
        <w:rPr>
          <w:rFonts w:eastAsia="Aptos" w:cstheme="minorHAnsi"/>
          <w:kern w:val="2"/>
          <w14:ligatures w14:val="standardContextual"/>
        </w:rPr>
        <w:t xml:space="preserve"> </w:t>
      </w:r>
      <w:r w:rsidR="007F586F">
        <w:rPr>
          <w:rFonts w:eastAsia="Aptos" w:cstheme="minorHAnsi"/>
          <w:kern w:val="2"/>
          <w14:ligatures w14:val="standardContextual"/>
        </w:rPr>
        <w:t>were voted too similar.</w:t>
      </w:r>
      <w:r>
        <w:rPr>
          <w:rFonts w:eastAsia="Aptos" w:cstheme="minorHAnsi"/>
          <w:kern w:val="2"/>
          <w14:ligatures w14:val="standardContextual"/>
        </w:rPr>
        <w:br/>
      </w:r>
    </w:p>
    <w:p w14:paraId="6CE29D6A" w14:textId="02E0B5DA" w:rsidR="00745C3E" w:rsidRPr="007F586F" w:rsidRDefault="007F586F" w:rsidP="00411FA3">
      <w:pPr>
        <w:spacing w:after="160" w:line="259" w:lineRule="auto"/>
        <w:rPr>
          <w:rFonts w:eastAsia="Aptos" w:cstheme="minorHAnsi"/>
          <w:kern w:val="2"/>
          <w:u w:val="single"/>
          <w14:ligatures w14:val="standardContextual"/>
        </w:rPr>
      </w:pPr>
      <w:r w:rsidRPr="007F586F">
        <w:rPr>
          <w:rFonts w:eastAsia="Aptos" w:cstheme="minorHAnsi"/>
          <w:kern w:val="2"/>
          <w:u w:val="single"/>
          <w14:ligatures w14:val="standardContextual"/>
        </w:rPr>
        <w:t xml:space="preserve">Area D </w:t>
      </w:r>
      <w:proofErr w:type="spellStart"/>
      <w:r w:rsidRPr="007F586F">
        <w:rPr>
          <w:rFonts w:eastAsia="Aptos" w:cstheme="minorHAnsi"/>
          <w:kern w:val="2"/>
          <w:u w:val="single"/>
          <w14:ligatures w14:val="standardContextual"/>
        </w:rPr>
        <w:t>Antimonotony</w:t>
      </w:r>
      <w:proofErr w:type="spellEnd"/>
      <w:r w:rsidR="00745C3E" w:rsidRPr="007F586F">
        <w:rPr>
          <w:rFonts w:eastAsia="Aptos" w:cstheme="minorHAnsi"/>
          <w:kern w:val="2"/>
          <w:u w:val="single"/>
          <w14:ligatures w14:val="standardContextual"/>
        </w:rPr>
        <w:t xml:space="preserve"> – </w:t>
      </w:r>
      <w:r w:rsidRPr="007F586F">
        <w:rPr>
          <w:rFonts w:eastAsia="Aptos" w:cstheme="minorHAnsi"/>
          <w:kern w:val="2"/>
          <w:u w:val="single"/>
          <w14:ligatures w14:val="standardContextual"/>
        </w:rPr>
        <w:t>proposed models</w:t>
      </w:r>
      <w:r w:rsidR="00745C3E" w:rsidRPr="007F586F">
        <w:rPr>
          <w:rFonts w:eastAsia="Aptos" w:cstheme="minorHAnsi"/>
          <w:kern w:val="2"/>
          <w:u w:val="single"/>
          <w14:ligatures w14:val="standardContextual"/>
        </w:rPr>
        <w:t xml:space="preserve"> to </w:t>
      </w:r>
      <w:r w:rsidRPr="007F586F">
        <w:rPr>
          <w:rFonts w:eastAsia="Aptos" w:cstheme="minorHAnsi"/>
          <w:kern w:val="2"/>
          <w:u w:val="single"/>
          <w14:ligatures w14:val="standardContextual"/>
        </w:rPr>
        <w:t xml:space="preserve">approved models </w:t>
      </w:r>
      <w:r w:rsidR="00745C3E" w:rsidRPr="007F586F">
        <w:rPr>
          <w:rFonts w:eastAsia="Aptos" w:cstheme="minorHAnsi"/>
          <w:kern w:val="2"/>
          <w:u w:val="single"/>
          <w14:ligatures w14:val="standardContextual"/>
        </w:rPr>
        <w:t xml:space="preserve"> </w:t>
      </w:r>
    </w:p>
    <w:p w14:paraId="3007AAF0" w14:textId="1691E686" w:rsidR="00745C3E" w:rsidRDefault="00745C3E" w:rsidP="00411FA3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>Sav</w:t>
      </w:r>
      <w:r w:rsidR="007F586F">
        <w:rPr>
          <w:rFonts w:eastAsia="Aptos" w:cstheme="minorHAnsi"/>
          <w:kern w:val="2"/>
          <w14:ligatures w14:val="standardContextual"/>
        </w:rPr>
        <w:t>anah F</w:t>
      </w:r>
      <w:r>
        <w:rPr>
          <w:rFonts w:eastAsia="Aptos" w:cstheme="minorHAnsi"/>
          <w:kern w:val="2"/>
          <w14:ligatures w14:val="standardContextual"/>
        </w:rPr>
        <w:t>arm</w:t>
      </w:r>
      <w:r w:rsidR="007F586F">
        <w:rPr>
          <w:rFonts w:eastAsia="Aptos" w:cstheme="minorHAnsi"/>
          <w:kern w:val="2"/>
          <w14:ligatures w14:val="standardContextual"/>
        </w:rPr>
        <w:t>house and J</w:t>
      </w:r>
      <w:r>
        <w:rPr>
          <w:rFonts w:eastAsia="Aptos" w:cstheme="minorHAnsi"/>
          <w:kern w:val="2"/>
          <w14:ligatures w14:val="standardContextual"/>
        </w:rPr>
        <w:t>eff</w:t>
      </w:r>
      <w:r w:rsidR="007F586F">
        <w:rPr>
          <w:rFonts w:eastAsia="Aptos" w:cstheme="minorHAnsi"/>
          <w:kern w:val="2"/>
          <w14:ligatures w14:val="standardContextual"/>
        </w:rPr>
        <w:t>erson</w:t>
      </w:r>
      <w:r>
        <w:rPr>
          <w:rFonts w:eastAsia="Aptos" w:cstheme="minorHAnsi"/>
          <w:kern w:val="2"/>
          <w14:ligatures w14:val="standardContextual"/>
        </w:rPr>
        <w:t xml:space="preserve"> </w:t>
      </w:r>
      <w:r w:rsidR="007F586F">
        <w:rPr>
          <w:rFonts w:eastAsia="Aptos" w:cstheme="minorHAnsi"/>
          <w:kern w:val="2"/>
          <w14:ligatures w14:val="standardContextual"/>
        </w:rPr>
        <w:t>F</w:t>
      </w:r>
      <w:r>
        <w:rPr>
          <w:rFonts w:eastAsia="Aptos" w:cstheme="minorHAnsi"/>
          <w:kern w:val="2"/>
          <w14:ligatures w14:val="standardContextual"/>
        </w:rPr>
        <w:t>arm</w:t>
      </w:r>
      <w:r w:rsidR="007F586F">
        <w:rPr>
          <w:rFonts w:eastAsia="Aptos" w:cstheme="minorHAnsi"/>
          <w:kern w:val="2"/>
          <w14:ligatures w14:val="standardContextual"/>
        </w:rPr>
        <w:t>house were voted too similar.</w:t>
      </w:r>
      <w:r>
        <w:rPr>
          <w:rFonts w:eastAsia="Aptos" w:cstheme="minorHAnsi"/>
          <w:kern w:val="2"/>
          <w14:ligatures w14:val="standardContextual"/>
        </w:rPr>
        <w:t xml:space="preserve"> </w:t>
      </w:r>
    </w:p>
    <w:p w14:paraId="46EF4018" w14:textId="10431ED2" w:rsidR="00745C3E" w:rsidRPr="0062534D" w:rsidRDefault="007F586F" w:rsidP="00411FA3">
      <w:pPr>
        <w:spacing w:after="160" w:line="259" w:lineRule="auto"/>
        <w:rPr>
          <w:rFonts w:eastAsia="Aptos" w:cstheme="minorHAnsi"/>
          <w:b/>
          <w:bCs/>
          <w:kern w:val="2"/>
          <w14:ligatures w14:val="standardContextual"/>
        </w:rPr>
      </w:pPr>
      <w:r w:rsidRPr="0062534D">
        <w:rPr>
          <w:rFonts w:eastAsia="Aptos" w:cstheme="minorHAnsi"/>
          <w:b/>
          <w:bCs/>
          <w:kern w:val="2"/>
          <w14:ligatures w14:val="standardContextual"/>
        </w:rPr>
        <w:t xml:space="preserve">Ms. </w:t>
      </w:r>
      <w:r w:rsidR="00745C3E" w:rsidRPr="0062534D">
        <w:rPr>
          <w:rFonts w:eastAsia="Aptos" w:cstheme="minorHAnsi"/>
          <w:b/>
          <w:bCs/>
          <w:kern w:val="2"/>
          <w14:ligatures w14:val="standardContextual"/>
        </w:rPr>
        <w:t xml:space="preserve">Adams </w:t>
      </w:r>
      <w:proofErr w:type="gramStart"/>
      <w:r w:rsidR="00745C3E" w:rsidRPr="0062534D">
        <w:rPr>
          <w:rFonts w:eastAsia="Aptos" w:cstheme="minorHAnsi"/>
          <w:b/>
          <w:bCs/>
          <w:kern w:val="2"/>
          <w14:ligatures w14:val="standardContextual"/>
        </w:rPr>
        <w:t>so</w:t>
      </w:r>
      <w:proofErr w:type="gramEnd"/>
      <w:r w:rsidR="00745C3E" w:rsidRPr="0062534D">
        <w:rPr>
          <w:rFonts w:eastAsia="Aptos" w:cstheme="minorHAnsi"/>
          <w:b/>
          <w:bCs/>
          <w:kern w:val="2"/>
          <w14:ligatures w14:val="standardContextual"/>
        </w:rPr>
        <w:t xml:space="preserve"> moved, </w:t>
      </w:r>
      <w:r w:rsidRPr="0062534D">
        <w:rPr>
          <w:rFonts w:eastAsia="Aptos" w:cstheme="minorHAnsi"/>
          <w:b/>
          <w:bCs/>
          <w:kern w:val="2"/>
          <w14:ligatures w14:val="standardContextual"/>
        </w:rPr>
        <w:t>Mr. S</w:t>
      </w:r>
      <w:r w:rsidR="00745C3E" w:rsidRPr="0062534D">
        <w:rPr>
          <w:rFonts w:eastAsia="Aptos" w:cstheme="minorHAnsi"/>
          <w:b/>
          <w:bCs/>
          <w:kern w:val="2"/>
          <w14:ligatures w14:val="standardContextual"/>
        </w:rPr>
        <w:t xml:space="preserve">trayer seconded, </w:t>
      </w:r>
      <w:r w:rsidRPr="0062534D">
        <w:rPr>
          <w:rFonts w:eastAsia="Aptos" w:cstheme="minorHAnsi"/>
          <w:b/>
          <w:bCs/>
          <w:kern w:val="2"/>
          <w14:ligatures w14:val="standardContextual"/>
        </w:rPr>
        <w:t xml:space="preserve">4-0 vote, </w:t>
      </w:r>
      <w:proofErr w:type="gramStart"/>
      <w:r w:rsidRPr="0062534D">
        <w:rPr>
          <w:rFonts w:eastAsia="Aptos" w:cstheme="minorHAnsi"/>
          <w:b/>
          <w:bCs/>
          <w:kern w:val="2"/>
          <w14:ligatures w14:val="standardContextual"/>
        </w:rPr>
        <w:t>motion</w:t>
      </w:r>
      <w:proofErr w:type="gramEnd"/>
      <w:r w:rsidRPr="0062534D">
        <w:rPr>
          <w:rFonts w:eastAsia="Aptos" w:cstheme="minorHAnsi"/>
          <w:b/>
          <w:bCs/>
          <w:kern w:val="2"/>
          <w14:ligatures w14:val="standardContextual"/>
        </w:rPr>
        <w:t xml:space="preserve"> passed. </w:t>
      </w:r>
    </w:p>
    <w:p w14:paraId="3B78811C" w14:textId="77777777" w:rsidR="000F2203" w:rsidRPr="000F2203" w:rsidRDefault="000F2203" w:rsidP="00411FA3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</w:p>
    <w:p w14:paraId="5FC1BED8" w14:textId="3EB31643" w:rsidR="00411FA3" w:rsidRPr="00411FA3" w:rsidRDefault="00411FA3" w:rsidP="00411FA3">
      <w:pPr>
        <w:spacing w:after="160" w:line="259" w:lineRule="auto"/>
        <w:rPr>
          <w:rFonts w:eastAsia="Aptos" w:cstheme="minorHAnsi"/>
          <w:i/>
          <w:iCs/>
          <w:kern w:val="2"/>
          <w14:ligatures w14:val="standardContextual"/>
        </w:rPr>
      </w:pPr>
      <w:proofErr w:type="spellStart"/>
      <w:r w:rsidRPr="00411FA3">
        <w:rPr>
          <w:rFonts w:eastAsia="Aptos" w:cstheme="minorHAnsi"/>
          <w:i/>
          <w:iCs/>
          <w:kern w:val="2"/>
          <w14:ligatures w14:val="standardContextual"/>
        </w:rPr>
        <w:t>Forestar's</w:t>
      </w:r>
      <w:proofErr w:type="spellEnd"/>
      <w:r w:rsidRPr="00411FA3">
        <w:rPr>
          <w:rFonts w:eastAsia="Aptos" w:cstheme="minorHAnsi"/>
          <w:i/>
          <w:iCs/>
          <w:kern w:val="2"/>
          <w14:ligatures w14:val="standardContextual"/>
        </w:rPr>
        <w:t xml:space="preserve"> request for a recommendation of architectural design for the product line-up for the proposed </w:t>
      </w:r>
      <w:proofErr w:type="spellStart"/>
      <w:r w:rsidRPr="00411FA3">
        <w:rPr>
          <w:rFonts w:eastAsia="Aptos" w:cstheme="minorHAnsi"/>
          <w:i/>
          <w:iCs/>
          <w:kern w:val="2"/>
          <w14:ligatures w14:val="standardContextual"/>
        </w:rPr>
        <w:t>Stonechase</w:t>
      </w:r>
      <w:proofErr w:type="spellEnd"/>
      <w:r w:rsidRPr="00411FA3">
        <w:rPr>
          <w:rFonts w:eastAsia="Aptos" w:cstheme="minorHAnsi"/>
          <w:i/>
          <w:iCs/>
          <w:kern w:val="2"/>
          <w14:ligatures w14:val="standardContextual"/>
        </w:rPr>
        <w:t xml:space="preserve"> neighborhood</w:t>
      </w:r>
    </w:p>
    <w:p w14:paraId="2BD56764" w14:textId="0C92B9CF" w:rsidR="00411FA3" w:rsidRDefault="00A56E08" w:rsidP="00683708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 xml:space="preserve">Petitioner presented for </w:t>
      </w:r>
      <w:proofErr w:type="gramStart"/>
      <w:r>
        <w:rPr>
          <w:rFonts w:eastAsia="Aptos" w:cstheme="minorHAnsi"/>
          <w:kern w:val="2"/>
          <w14:ligatures w14:val="standardContextual"/>
        </w:rPr>
        <w:t xml:space="preserve">the </w:t>
      </w:r>
      <w:proofErr w:type="spellStart"/>
      <w:r>
        <w:rPr>
          <w:rFonts w:eastAsia="Aptos" w:cstheme="minorHAnsi"/>
          <w:kern w:val="2"/>
          <w14:ligatures w14:val="standardContextual"/>
        </w:rPr>
        <w:t>Stonechase</w:t>
      </w:r>
      <w:proofErr w:type="spellEnd"/>
      <w:proofErr w:type="gramEnd"/>
      <w:r>
        <w:rPr>
          <w:rFonts w:eastAsia="Aptos" w:cstheme="minorHAnsi"/>
          <w:kern w:val="2"/>
          <w14:ligatures w14:val="standardContextual"/>
        </w:rPr>
        <w:t xml:space="preserve"> development </w:t>
      </w:r>
    </w:p>
    <w:p w14:paraId="309F51D5" w14:textId="783E7B4F" w:rsidR="00A56E08" w:rsidRDefault="00A56E08" w:rsidP="00683708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>Staff asked the</w:t>
      </w:r>
      <w:r w:rsidR="000E6F69">
        <w:rPr>
          <w:rFonts w:eastAsia="Aptos" w:cstheme="minorHAnsi"/>
          <w:kern w:val="2"/>
          <w14:ligatures w14:val="standardContextual"/>
        </w:rPr>
        <w:t xml:space="preserve"> </w:t>
      </w:r>
      <w:r>
        <w:rPr>
          <w:rFonts w:eastAsia="Aptos" w:cstheme="minorHAnsi"/>
          <w:kern w:val="2"/>
          <w14:ligatures w14:val="standardContextual"/>
        </w:rPr>
        <w:t xml:space="preserve">board if they </w:t>
      </w:r>
      <w:proofErr w:type="gramStart"/>
      <w:r>
        <w:rPr>
          <w:rFonts w:eastAsia="Aptos" w:cstheme="minorHAnsi"/>
          <w:kern w:val="2"/>
          <w14:ligatures w14:val="standardContextual"/>
        </w:rPr>
        <w:t>feel</w:t>
      </w:r>
      <w:proofErr w:type="gramEnd"/>
      <w:r>
        <w:rPr>
          <w:rFonts w:eastAsia="Aptos" w:cstheme="minorHAnsi"/>
          <w:kern w:val="2"/>
          <w14:ligatures w14:val="standardContextual"/>
        </w:rPr>
        <w:t xml:space="preserve"> comfortable moving forward. </w:t>
      </w:r>
    </w:p>
    <w:p w14:paraId="01C72C77" w14:textId="7659F3DC" w:rsidR="00A56E08" w:rsidRDefault="00A56E08" w:rsidP="00683708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t xml:space="preserve">Mr. Strayer stated there is enough </w:t>
      </w:r>
      <w:r w:rsidR="0062534D">
        <w:rPr>
          <w:rFonts w:eastAsia="Aptos" w:cstheme="minorHAnsi"/>
          <w:kern w:val="2"/>
          <w14:ligatures w14:val="standardContextual"/>
        </w:rPr>
        <w:t xml:space="preserve">variety of homes </w:t>
      </w:r>
      <w:r>
        <w:rPr>
          <w:rFonts w:eastAsia="Aptos" w:cstheme="minorHAnsi"/>
          <w:kern w:val="2"/>
          <w14:ligatures w14:val="standardContextual"/>
        </w:rPr>
        <w:t xml:space="preserve">to choose from that it wouldn’t </w:t>
      </w:r>
      <w:proofErr w:type="gramStart"/>
      <w:r>
        <w:rPr>
          <w:rFonts w:eastAsia="Aptos" w:cstheme="minorHAnsi"/>
          <w:kern w:val="2"/>
          <w14:ligatures w14:val="standardContextual"/>
        </w:rPr>
        <w:t>limit</w:t>
      </w:r>
      <w:proofErr w:type="gramEnd"/>
      <w:r>
        <w:rPr>
          <w:rFonts w:eastAsia="Aptos" w:cstheme="minorHAnsi"/>
          <w:kern w:val="2"/>
          <w14:ligatures w14:val="standardContextual"/>
        </w:rPr>
        <w:t xml:space="preserve"> too much. </w:t>
      </w:r>
    </w:p>
    <w:p w14:paraId="55402BD1" w14:textId="73ED450A" w:rsidR="00A56E08" w:rsidRPr="0062534D" w:rsidRDefault="00A56E08" w:rsidP="00683708">
      <w:pPr>
        <w:spacing w:after="160" w:line="259" w:lineRule="auto"/>
        <w:rPr>
          <w:rFonts w:eastAsia="Aptos" w:cstheme="minorHAnsi"/>
          <w:kern w:val="2"/>
          <w14:ligatures w14:val="standardContextual"/>
        </w:rPr>
      </w:pPr>
      <w:r>
        <w:rPr>
          <w:rFonts w:eastAsia="Aptos" w:cstheme="minorHAnsi"/>
          <w:kern w:val="2"/>
          <w14:ligatures w14:val="standardContextual"/>
        </w:rPr>
        <w:lastRenderedPageBreak/>
        <w:t>Burney agreed</w:t>
      </w:r>
      <w:r w:rsidR="00965F96">
        <w:rPr>
          <w:rFonts w:eastAsia="Aptos" w:cstheme="minorHAnsi"/>
          <w:kern w:val="2"/>
          <w14:ligatures w14:val="standardContextual"/>
        </w:rPr>
        <w:t xml:space="preserve"> that</w:t>
      </w:r>
      <w:r>
        <w:rPr>
          <w:rFonts w:eastAsia="Aptos" w:cstheme="minorHAnsi"/>
          <w:kern w:val="2"/>
          <w14:ligatures w14:val="standardContextual"/>
        </w:rPr>
        <w:t xml:space="preserve"> most would be approved. </w:t>
      </w:r>
    </w:p>
    <w:p w14:paraId="7C952A2C" w14:textId="48B6A0CC" w:rsidR="00085A4D" w:rsidRDefault="00085A4D" w:rsidP="00577062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  <w:r w:rsidRPr="00085A4D">
        <w:rPr>
          <w:rFonts w:eastAsia="Aptos" w:cstheme="minorHAnsi"/>
          <w:b/>
          <w:bCs/>
          <w:kern w:val="2"/>
          <w:u w:val="single"/>
          <w14:ligatures w14:val="standardContextual"/>
        </w:rPr>
        <w:t>Next meeting</w:t>
      </w:r>
    </w:p>
    <w:p w14:paraId="1A7F83B8" w14:textId="6F5F68B2" w:rsidR="00B56FEA" w:rsidRPr="0062534D" w:rsidRDefault="00A56E08" w:rsidP="00577062">
      <w:pPr>
        <w:spacing w:after="160" w:line="259" w:lineRule="auto"/>
        <w:rPr>
          <w:rFonts w:eastAsia="Aptos" w:cstheme="minorHAnsi"/>
          <w:b/>
          <w:bCs/>
          <w:kern w:val="2"/>
          <w14:ligatures w14:val="standardContextual"/>
        </w:rPr>
      </w:pPr>
      <w:r w:rsidRPr="0062534D">
        <w:rPr>
          <w:rFonts w:eastAsia="Aptos" w:cstheme="minorHAnsi"/>
          <w:b/>
          <w:bCs/>
          <w:kern w:val="2"/>
          <w14:ligatures w14:val="standardContextual"/>
        </w:rPr>
        <w:t xml:space="preserve">Strayer moved to adjourn. </w:t>
      </w:r>
    </w:p>
    <w:p w14:paraId="3244D618" w14:textId="418436AF" w:rsidR="00D96B24" w:rsidRDefault="00212A17" w:rsidP="00577062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  <w:proofErr w:type="gramStart"/>
      <w:r w:rsidRPr="00212A17">
        <w:rPr>
          <w:rFonts w:eastAsia="Aptos" w:cstheme="minorHAnsi"/>
          <w:kern w:val="2"/>
          <w14:ligatures w14:val="standardContextual"/>
        </w:rPr>
        <w:t>Meeting</w:t>
      </w:r>
      <w:proofErr w:type="gramEnd"/>
      <w:r w:rsidRPr="00212A17">
        <w:rPr>
          <w:rFonts w:eastAsia="Aptos" w:cstheme="minorHAnsi"/>
          <w:kern w:val="2"/>
          <w14:ligatures w14:val="standardContextual"/>
        </w:rPr>
        <w:t xml:space="preserve"> was adjourned. </w:t>
      </w:r>
    </w:p>
    <w:p w14:paraId="11BA51E0" w14:textId="77777777" w:rsidR="00D96B24" w:rsidRDefault="00D96B24" w:rsidP="00577062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</w:p>
    <w:p w14:paraId="3FC659E7" w14:textId="77777777" w:rsidR="00D96B24" w:rsidRDefault="00D96B24" w:rsidP="00577062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</w:p>
    <w:p w14:paraId="72492BB6" w14:textId="77777777" w:rsidR="00D96B24" w:rsidRDefault="00D96B24" w:rsidP="00577062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</w:p>
    <w:p w14:paraId="48674B80" w14:textId="77777777" w:rsidR="00D96B24" w:rsidRDefault="00D96B24" w:rsidP="00577062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</w:p>
    <w:p w14:paraId="49319196" w14:textId="77777777" w:rsidR="00D96B24" w:rsidRDefault="00D96B24" w:rsidP="00577062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</w:p>
    <w:p w14:paraId="0E48A8B2" w14:textId="77777777" w:rsidR="001A7B18" w:rsidRPr="00085A4D" w:rsidRDefault="001A7B18" w:rsidP="00577062">
      <w:pPr>
        <w:spacing w:after="160" w:line="259" w:lineRule="auto"/>
        <w:rPr>
          <w:rFonts w:eastAsia="Aptos" w:cstheme="minorHAnsi"/>
          <w:b/>
          <w:bCs/>
          <w:kern w:val="2"/>
          <w:u w:val="single"/>
          <w14:ligatures w14:val="standardContextual"/>
        </w:rPr>
      </w:pPr>
    </w:p>
    <w:p w14:paraId="60D4D10B" w14:textId="0DAAF9B1" w:rsidR="006F5BCB" w:rsidRPr="005E4EFC" w:rsidRDefault="006F5BCB" w:rsidP="00B56FEA">
      <w:pPr>
        <w:spacing w:after="160" w:line="259" w:lineRule="auto"/>
        <w:rPr>
          <w:rFonts w:eastAsia="Aptos" w:cstheme="minorHAnsi"/>
          <w:kern w:val="2"/>
          <w:vertAlign w:val="superscript"/>
          <w14:ligatures w14:val="standardContextual"/>
        </w:rPr>
      </w:pPr>
    </w:p>
    <w:sectPr w:rsidR="006F5BCB" w:rsidRPr="005E4EFC" w:rsidSect="006F5BCB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2160" w:right="1440" w:bottom="2160" w:left="1440" w:header="864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9E8C8" w14:textId="77777777" w:rsidR="005631DE" w:rsidRDefault="005631DE" w:rsidP="00D31887">
      <w:r>
        <w:separator/>
      </w:r>
    </w:p>
  </w:endnote>
  <w:endnote w:type="continuationSeparator" w:id="0">
    <w:p w14:paraId="34A08B17" w14:textId="77777777" w:rsidR="005631DE" w:rsidRDefault="005631DE" w:rsidP="00D3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venir Black">
    <w:altName w:val="Calibri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393C0" w14:textId="5A60AA8E" w:rsidR="00D31887" w:rsidRPr="00D31887" w:rsidRDefault="00D31887" w:rsidP="00D31887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6280 </w:t>
    </w:r>
    <w:r w:rsidR="00A74F0D">
      <w:rPr>
        <w:rFonts w:ascii="Avenir Black" w:hAnsi="Avenir Black"/>
        <w:b/>
        <w:bCs/>
        <w:color w:val="2B3857"/>
        <w:sz w:val="20"/>
        <w:szCs w:val="20"/>
      </w:rPr>
      <w:t>VAIL RD</w:t>
    </w: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 MCCORDSVILLE, IN 46055 | (317) 335-5113 | WWW.MCCORDSVILLE.ORG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CCE07" w14:textId="3EE9A528" w:rsidR="00783C74" w:rsidRPr="00D31887" w:rsidRDefault="00783C74" w:rsidP="00783C74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6280 </w:t>
    </w:r>
    <w:r w:rsidR="00A74F0D">
      <w:rPr>
        <w:rFonts w:ascii="Avenir Black" w:hAnsi="Avenir Black"/>
        <w:b/>
        <w:bCs/>
        <w:color w:val="2B3857"/>
        <w:sz w:val="20"/>
        <w:szCs w:val="20"/>
      </w:rPr>
      <w:t>VAIL RD</w:t>
    </w:r>
    <w:r w:rsidRPr="00D31887">
      <w:rPr>
        <w:rFonts w:ascii="Avenir Black" w:hAnsi="Avenir Black"/>
        <w:b/>
        <w:bCs/>
        <w:color w:val="2B3857"/>
        <w:sz w:val="20"/>
        <w:szCs w:val="20"/>
      </w:rPr>
      <w:t xml:space="preserve"> MCCORDSVILLE, IN 46055 | (317) 335-5113 | WWW.MCCORDSVILLE.ORG</w:t>
    </w:r>
  </w:p>
  <w:p w14:paraId="51E898DD" w14:textId="77777777" w:rsidR="00783C74" w:rsidRPr="00783C74" w:rsidRDefault="00783C74" w:rsidP="00783C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7FF97A" w14:textId="77777777" w:rsidR="005631DE" w:rsidRDefault="005631DE" w:rsidP="00D31887">
      <w:r>
        <w:separator/>
      </w:r>
    </w:p>
  </w:footnote>
  <w:footnote w:type="continuationSeparator" w:id="0">
    <w:p w14:paraId="670BC518" w14:textId="77777777" w:rsidR="005631DE" w:rsidRDefault="005631DE" w:rsidP="00D3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468B5" w14:textId="77777777" w:rsidR="00D31887" w:rsidRDefault="00D31887" w:rsidP="00D31887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F7919" w14:textId="77777777" w:rsidR="006F5BCB" w:rsidRDefault="006F5BCB" w:rsidP="006F5BCB">
    <w:pPr>
      <w:pStyle w:val="Header"/>
      <w:jc w:val="center"/>
    </w:pPr>
    <w:r>
      <w:rPr>
        <w:noProof/>
      </w:rPr>
      <w:drawing>
        <wp:inline distT="0" distB="0" distL="0" distR="0" wp14:anchorId="0686E094" wp14:editId="7F622ECE">
          <wp:extent cx="3007040" cy="1219200"/>
          <wp:effectExtent l="0" t="0" r="3175" b="0"/>
          <wp:docPr id="4" name="Picture 4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9464" cy="1240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24D43"/>
    <w:multiLevelType w:val="multilevel"/>
    <w:tmpl w:val="77D47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5385031">
    <w:abstractNumId w:val="0"/>
    <w:lvlOverride w:ilvl="0">
      <w:startOverride w:val="1"/>
    </w:lvlOverride>
  </w:num>
  <w:num w:numId="2" w16cid:durableId="132673904">
    <w:abstractNumId w:val="0"/>
    <w:lvlOverride w:ilvl="0">
      <w:startOverride w:val="2"/>
    </w:lvlOverride>
  </w:num>
  <w:num w:numId="3" w16cid:durableId="999190615">
    <w:abstractNumId w:val="0"/>
    <w:lvlOverride w:ilvl="0">
      <w:startOverride w:val="3"/>
    </w:lvlOverride>
  </w:num>
  <w:num w:numId="4" w16cid:durableId="476382313">
    <w:abstractNumId w:val="0"/>
    <w:lvlOverride w:ilvl="0">
      <w:startOverride w:val="4"/>
    </w:lvlOverride>
  </w:num>
  <w:num w:numId="5" w16cid:durableId="1231574209">
    <w:abstractNumId w:val="0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F0D"/>
    <w:rsid w:val="0004114B"/>
    <w:rsid w:val="00042FAC"/>
    <w:rsid w:val="00043FD7"/>
    <w:rsid w:val="00061BA3"/>
    <w:rsid w:val="00066DDD"/>
    <w:rsid w:val="000838F2"/>
    <w:rsid w:val="00085627"/>
    <w:rsid w:val="00085A4D"/>
    <w:rsid w:val="00092B68"/>
    <w:rsid w:val="000C550B"/>
    <w:rsid w:val="000E6F69"/>
    <w:rsid w:val="000F2203"/>
    <w:rsid w:val="00104537"/>
    <w:rsid w:val="001158DB"/>
    <w:rsid w:val="00123857"/>
    <w:rsid w:val="00166228"/>
    <w:rsid w:val="001664EB"/>
    <w:rsid w:val="0018640C"/>
    <w:rsid w:val="001A7B18"/>
    <w:rsid w:val="001C0848"/>
    <w:rsid w:val="001C161E"/>
    <w:rsid w:val="00212A17"/>
    <w:rsid w:val="00214ED9"/>
    <w:rsid w:val="002222B6"/>
    <w:rsid w:val="00273EC3"/>
    <w:rsid w:val="002D3526"/>
    <w:rsid w:val="002F7A55"/>
    <w:rsid w:val="00313938"/>
    <w:rsid w:val="00313A69"/>
    <w:rsid w:val="00314E1E"/>
    <w:rsid w:val="00316F81"/>
    <w:rsid w:val="003354D3"/>
    <w:rsid w:val="003431DE"/>
    <w:rsid w:val="00364026"/>
    <w:rsid w:val="0037040B"/>
    <w:rsid w:val="003823A4"/>
    <w:rsid w:val="00382EB7"/>
    <w:rsid w:val="00390560"/>
    <w:rsid w:val="003A2341"/>
    <w:rsid w:val="003A33F1"/>
    <w:rsid w:val="003A5B81"/>
    <w:rsid w:val="003B3C8B"/>
    <w:rsid w:val="003F62E0"/>
    <w:rsid w:val="00411FA3"/>
    <w:rsid w:val="00426A81"/>
    <w:rsid w:val="00481A8E"/>
    <w:rsid w:val="00487493"/>
    <w:rsid w:val="00492386"/>
    <w:rsid w:val="004975AB"/>
    <w:rsid w:val="004C01F7"/>
    <w:rsid w:val="004C0BDE"/>
    <w:rsid w:val="004D49CA"/>
    <w:rsid w:val="004D7AB7"/>
    <w:rsid w:val="004E4613"/>
    <w:rsid w:val="00503AE1"/>
    <w:rsid w:val="0054342D"/>
    <w:rsid w:val="0054699F"/>
    <w:rsid w:val="005517A5"/>
    <w:rsid w:val="005628D8"/>
    <w:rsid w:val="005631DE"/>
    <w:rsid w:val="00577062"/>
    <w:rsid w:val="005A75D1"/>
    <w:rsid w:val="005B0FF2"/>
    <w:rsid w:val="005E4EFC"/>
    <w:rsid w:val="00620F93"/>
    <w:rsid w:val="00620FBD"/>
    <w:rsid w:val="0062534D"/>
    <w:rsid w:val="00665B80"/>
    <w:rsid w:val="00683708"/>
    <w:rsid w:val="006864B1"/>
    <w:rsid w:val="006C2456"/>
    <w:rsid w:val="006C401E"/>
    <w:rsid w:val="006C52A6"/>
    <w:rsid w:val="006C6345"/>
    <w:rsid w:val="006D3C5A"/>
    <w:rsid w:val="006E3157"/>
    <w:rsid w:val="006F5BCB"/>
    <w:rsid w:val="00704CD0"/>
    <w:rsid w:val="00710B22"/>
    <w:rsid w:val="007407B0"/>
    <w:rsid w:val="00744E4E"/>
    <w:rsid w:val="00745C3E"/>
    <w:rsid w:val="00772FBB"/>
    <w:rsid w:val="007737F5"/>
    <w:rsid w:val="00783C74"/>
    <w:rsid w:val="00790383"/>
    <w:rsid w:val="007A3C4B"/>
    <w:rsid w:val="007F586F"/>
    <w:rsid w:val="00801760"/>
    <w:rsid w:val="00851BF6"/>
    <w:rsid w:val="008677BC"/>
    <w:rsid w:val="00884AC7"/>
    <w:rsid w:val="008F0C66"/>
    <w:rsid w:val="008F2DB9"/>
    <w:rsid w:val="00923C08"/>
    <w:rsid w:val="00965F96"/>
    <w:rsid w:val="009C7CC9"/>
    <w:rsid w:val="009D7C1E"/>
    <w:rsid w:val="009F3D53"/>
    <w:rsid w:val="00A07119"/>
    <w:rsid w:val="00A2548D"/>
    <w:rsid w:val="00A42005"/>
    <w:rsid w:val="00A46AEB"/>
    <w:rsid w:val="00A50AEC"/>
    <w:rsid w:val="00A56E08"/>
    <w:rsid w:val="00A6147C"/>
    <w:rsid w:val="00A72ACF"/>
    <w:rsid w:val="00A74F0D"/>
    <w:rsid w:val="00A76F11"/>
    <w:rsid w:val="00A8184E"/>
    <w:rsid w:val="00A8784E"/>
    <w:rsid w:val="00AB620A"/>
    <w:rsid w:val="00AC52ED"/>
    <w:rsid w:val="00AD5D74"/>
    <w:rsid w:val="00AE096A"/>
    <w:rsid w:val="00AF5941"/>
    <w:rsid w:val="00B42098"/>
    <w:rsid w:val="00B45E7C"/>
    <w:rsid w:val="00B47FCA"/>
    <w:rsid w:val="00B56FEA"/>
    <w:rsid w:val="00B72616"/>
    <w:rsid w:val="00B80E37"/>
    <w:rsid w:val="00B814E9"/>
    <w:rsid w:val="00BD0BDA"/>
    <w:rsid w:val="00C40F38"/>
    <w:rsid w:val="00C41B96"/>
    <w:rsid w:val="00C453A8"/>
    <w:rsid w:val="00C52D84"/>
    <w:rsid w:val="00C657E4"/>
    <w:rsid w:val="00CC051C"/>
    <w:rsid w:val="00CD5CFE"/>
    <w:rsid w:val="00D01F32"/>
    <w:rsid w:val="00D12327"/>
    <w:rsid w:val="00D25599"/>
    <w:rsid w:val="00D27277"/>
    <w:rsid w:val="00D31887"/>
    <w:rsid w:val="00D77AE0"/>
    <w:rsid w:val="00D96B24"/>
    <w:rsid w:val="00DA2247"/>
    <w:rsid w:val="00DA2BF7"/>
    <w:rsid w:val="00DA305B"/>
    <w:rsid w:val="00DE4168"/>
    <w:rsid w:val="00DF09FE"/>
    <w:rsid w:val="00E27541"/>
    <w:rsid w:val="00E33EC5"/>
    <w:rsid w:val="00E5330D"/>
    <w:rsid w:val="00E73351"/>
    <w:rsid w:val="00E76DB8"/>
    <w:rsid w:val="00E81024"/>
    <w:rsid w:val="00E86DCC"/>
    <w:rsid w:val="00F40822"/>
    <w:rsid w:val="00F800F6"/>
    <w:rsid w:val="00FE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CCB73"/>
  <w15:chartTrackingRefBased/>
  <w15:docId w15:val="{3647FAD3-7359-4C69-9EBB-93E6F08A8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887"/>
  </w:style>
  <w:style w:type="paragraph" w:styleId="Footer">
    <w:name w:val="footer"/>
    <w:basedOn w:val="Normal"/>
    <w:link w:val="Foot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41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Planning%20&amp;%20Building\---%20Administration\Branding\McCordsville_Letterhead_2022-12-23.dotx" TargetMode="Externa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McCordsville_Letterhead_2022-12-23</Template>
  <TotalTime>208</TotalTime>
  <Pages>6</Pages>
  <Words>1077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Crum</dc:creator>
  <cp:keywords/>
  <dc:description/>
  <cp:lastModifiedBy>Allyson Hamlin</cp:lastModifiedBy>
  <cp:revision>6</cp:revision>
  <dcterms:created xsi:type="dcterms:W3CDTF">2025-04-15T20:57:00Z</dcterms:created>
  <dcterms:modified xsi:type="dcterms:W3CDTF">2025-05-16T17:08:00Z</dcterms:modified>
</cp:coreProperties>
</file>