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52258" w14:textId="77777777" w:rsidR="00D31887" w:rsidRDefault="00D31887"/>
    <w:p w14:paraId="4C737305" w14:textId="77777777" w:rsidR="006F5BCB" w:rsidRDefault="006F5BCB"/>
    <w:p w14:paraId="61CFA58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60D06C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6CC8D920" w14:textId="3C476B3F" w:rsidR="007B44CC" w:rsidRDefault="00764397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February 20</w:t>
      </w:r>
      <w:r w:rsidR="00465581" w:rsidRPr="00465581">
        <w:rPr>
          <w:rFonts w:ascii="Calibri" w:eastAsia="Aptos" w:hAnsi="Calibri" w:cs="Calibri"/>
          <w:b/>
          <w:vertAlign w:val="superscript"/>
        </w:rPr>
        <w:t>th</w:t>
      </w:r>
      <w:r w:rsidR="0017045F">
        <w:rPr>
          <w:rFonts w:ascii="Calibri" w:eastAsia="Aptos" w:hAnsi="Calibri" w:cs="Calibri"/>
          <w:b/>
        </w:rPr>
        <w:t>,</w:t>
      </w:r>
      <w:r w:rsidR="007B44CC">
        <w:rPr>
          <w:rFonts w:ascii="Calibri" w:eastAsia="Aptos" w:hAnsi="Calibri" w:cs="Calibri"/>
          <w:b/>
        </w:rPr>
        <w:t xml:space="preserve"> 2</w:t>
      </w:r>
      <w:r w:rsidR="007B44CC" w:rsidRPr="006F7A0C">
        <w:rPr>
          <w:rFonts w:ascii="Calibri" w:eastAsia="Aptos" w:hAnsi="Calibri" w:cs="Calibri"/>
          <w:b/>
        </w:rPr>
        <w:t>02</w:t>
      </w:r>
      <w:r w:rsidR="00C83CB1">
        <w:rPr>
          <w:rFonts w:ascii="Calibri" w:eastAsia="Aptos" w:hAnsi="Calibri" w:cs="Calibri"/>
          <w:b/>
        </w:rPr>
        <w:t>5</w:t>
      </w:r>
    </w:p>
    <w:p w14:paraId="703E97AF" w14:textId="404CEB6F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9:</w:t>
      </w:r>
      <w:r w:rsidR="0046785E">
        <w:rPr>
          <w:rFonts w:ascii="Calibri" w:eastAsia="Aptos" w:hAnsi="Calibri" w:cs="Calibri"/>
          <w:b/>
        </w:rPr>
        <w:t>0</w:t>
      </w:r>
      <w:r w:rsidR="00BE42E0">
        <w:rPr>
          <w:rFonts w:ascii="Calibri" w:eastAsia="Aptos" w:hAnsi="Calibri" w:cs="Calibri"/>
          <w:b/>
        </w:rPr>
        <w:t>1</w:t>
      </w:r>
      <w:r>
        <w:rPr>
          <w:rFonts w:ascii="Calibri" w:eastAsia="Aptos" w:hAnsi="Calibri" w:cs="Calibri"/>
          <w:b/>
        </w:rPr>
        <w:t xml:space="preserve"> AM</w:t>
      </w:r>
    </w:p>
    <w:p w14:paraId="2C4E068B" w14:textId="77777777" w:rsidR="007B44CC" w:rsidRPr="006F7A0C" w:rsidRDefault="007B44CC" w:rsidP="007B44CC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30671E4D" w14:textId="696D0206" w:rsidR="002774F8" w:rsidRDefault="007B44CC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>
        <w:rPr>
          <w:rFonts w:ascii="Calibri" w:eastAsia="Aptos" w:hAnsi="Calibri" w:cs="Calibri"/>
          <w:kern w:val="2"/>
          <w14:ligatures w14:val="standardContextual"/>
        </w:rPr>
        <w:t>Josh Earl</w:t>
      </w:r>
      <w:r w:rsidR="008569B0">
        <w:rPr>
          <w:rFonts w:ascii="Calibri" w:eastAsia="Aptos" w:hAnsi="Calibri" w:cs="Calibri"/>
          <w:kern w:val="2"/>
          <w14:ligatures w14:val="standardContextual"/>
        </w:rPr>
        <w:t xml:space="preserve"> (Vernon Township)</w:t>
      </w:r>
      <w:r>
        <w:rPr>
          <w:rFonts w:ascii="Calibri" w:eastAsia="Aptos" w:hAnsi="Calibri" w:cs="Calibri"/>
          <w:kern w:val="2"/>
          <w14:ligatures w14:val="standardContextual"/>
        </w:rPr>
        <w:t>,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Ron Crider,</w:t>
      </w:r>
      <w:r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Pr="006F7A0C">
        <w:rPr>
          <w:rFonts w:ascii="Calibri" w:eastAsia="Aptos" w:hAnsi="Calibri" w:cs="Calibri"/>
          <w:kern w:val="2"/>
          <w14:ligatures w14:val="standardContextual"/>
        </w:rPr>
        <w:t>Erik Pullum</w:t>
      </w:r>
      <w:r>
        <w:rPr>
          <w:rFonts w:ascii="Calibri" w:eastAsia="Aptos" w:hAnsi="Calibri" w:cs="Calibri"/>
          <w:kern w:val="2"/>
          <w14:ligatures w14:val="standardContextual"/>
        </w:rPr>
        <w:t>, Derek Shelton, Steve Gips</w:t>
      </w:r>
      <w:r w:rsidR="006A2A90">
        <w:rPr>
          <w:rFonts w:ascii="Calibri" w:eastAsia="Aptos" w:hAnsi="Calibri" w:cs="Calibri"/>
          <w:kern w:val="2"/>
          <w14:ligatures w14:val="standardContextual"/>
        </w:rPr>
        <w:t>on</w:t>
      </w:r>
      <w:r w:rsidR="00BE42E0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BE42E0" w:rsidRPr="00BE42E0">
        <w:rPr>
          <w:rFonts w:ascii="Calibri" w:eastAsia="Aptos" w:hAnsi="Calibri" w:cs="Calibri"/>
          <w:kern w:val="2"/>
          <w14:ligatures w14:val="standardContextual"/>
        </w:rPr>
        <w:t>Mark Witsman</w:t>
      </w:r>
      <w:r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="00A6117A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  <w:r w:rsidR="006A2A90">
        <w:rPr>
          <w:rFonts w:ascii="Calibri" w:eastAsia="Aptos" w:hAnsi="Calibri" w:cs="Calibri"/>
          <w:kern w:val="2"/>
          <w14:ligatures w14:val="standardContextual"/>
        </w:rPr>
        <w:t>Ryan Crum</w:t>
      </w:r>
      <w:r w:rsidR="00C85EE7">
        <w:rPr>
          <w:rFonts w:ascii="Calibri" w:eastAsia="Aptos" w:hAnsi="Calibri" w:cs="Calibri"/>
          <w:kern w:val="2"/>
          <w14:ligatures w14:val="standardContextual"/>
        </w:rPr>
        <w:t>, Buck Creek Township</w:t>
      </w:r>
      <w:r w:rsidR="00D04465">
        <w:rPr>
          <w:rFonts w:ascii="Calibri" w:eastAsia="Aptos" w:hAnsi="Calibri" w:cs="Calibri"/>
          <w:kern w:val="2"/>
          <w14:ligatures w14:val="standardContextual"/>
        </w:rPr>
        <w:t xml:space="preserve"> Andy Ebbert, Chief Paul Casey, </w:t>
      </w:r>
    </w:p>
    <w:p w14:paraId="485DC09D" w14:textId="1ED0194B" w:rsidR="007B44CC" w:rsidRDefault="007B44CC" w:rsidP="007B44C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1B83477F" w14:textId="77777777" w:rsidR="008B6AD8" w:rsidRDefault="007B44CC" w:rsidP="008B6AD8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</w:p>
    <w:p w14:paraId="005218E9" w14:textId="645A845D" w:rsidR="0046785E" w:rsidRPr="00D04465" w:rsidRDefault="00D04465" w:rsidP="007B44CC">
      <w:pPr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D04465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Mr. Earl made a motion to approve the January minutes, Mr. Pullum seconded, unanimous vote. </w:t>
      </w:r>
      <w:r w:rsidRPr="00D04465">
        <w:rPr>
          <w:rFonts w:ascii="Calibri" w:eastAsia="Aptos" w:hAnsi="Calibri" w:cs="Calibri"/>
          <w:b/>
          <w:bCs/>
          <w:kern w:val="2"/>
          <w14:ligatures w14:val="standardContextual"/>
        </w:rPr>
        <w:br/>
      </w:r>
    </w:p>
    <w:p w14:paraId="72BBCE41" w14:textId="7C2FC98E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  <w:r w:rsidR="00A6117A" w:rsidRPr="007E5EF7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None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</w:p>
    <w:p w14:paraId="4DF6534A" w14:textId="77777777" w:rsidR="007B44CC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550A012D" w14:textId="7385B2BB" w:rsidR="00EA6BBC" w:rsidRDefault="00C85EE7" w:rsidP="007B44CC">
      <w:pPr>
        <w:rPr>
          <w:rFonts w:ascii="Calibri" w:eastAsia="Aptos" w:hAnsi="Calibri" w:cs="Calibri"/>
          <w:i/>
          <w:iCs/>
          <w:kern w:val="2"/>
          <w:sz w:val="22"/>
          <w:szCs w:val="22"/>
          <w14:ligatures w14:val="standardContextual"/>
        </w:rPr>
      </w:pPr>
      <w:r w:rsidRPr="00C85EE7">
        <w:rPr>
          <w:rFonts w:ascii="Calibri" w:eastAsia="Aptos" w:hAnsi="Calibri" w:cs="Calibri"/>
          <w:i/>
          <w:iCs/>
          <w:kern w:val="2"/>
          <w:sz w:val="22"/>
          <w:szCs w:val="22"/>
          <w14:ligatures w14:val="standardContextual"/>
        </w:rPr>
        <w:t>Alexander Ridge II PUD Concept Plan</w:t>
      </w:r>
    </w:p>
    <w:p w14:paraId="44ECCFB9" w14:textId="77777777" w:rsidR="00C85EE7" w:rsidRDefault="00C85EE7" w:rsidP="007B44CC">
      <w:pPr>
        <w:rPr>
          <w:rFonts w:ascii="Calibri" w:eastAsia="Aptos" w:hAnsi="Calibri" w:cs="Calibri"/>
          <w:i/>
          <w:iCs/>
          <w:kern w:val="2"/>
          <w:sz w:val="22"/>
          <w:szCs w:val="22"/>
          <w14:ligatures w14:val="standardContextual"/>
        </w:rPr>
      </w:pPr>
    </w:p>
    <w:p w14:paraId="446D752A" w14:textId="5186CC17" w:rsidR="00EA6BBC" w:rsidRDefault="00D04465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Mr. Witsman presented the proposed new neighborhood. </w:t>
      </w:r>
    </w:p>
    <w:p w14:paraId="1510AAFB" w14:textId="77777777" w:rsidR="00D04465" w:rsidRDefault="00D04465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213DF692" w14:textId="0BF61684" w:rsidR="00D04465" w:rsidRDefault="00D04465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Mr. Earl asked if the walking path would continue in front of the homestead that is staying. </w:t>
      </w:r>
      <w:r w:rsidR="002C3166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br/>
      </w:r>
    </w:p>
    <w:p w14:paraId="1593896F" w14:textId="7ACA8677" w:rsidR="00D04465" w:rsidRDefault="00D04465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Mr. Crider asked about the length of the roads. </w:t>
      </w:r>
      <w:r w:rsidR="002C3166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br/>
      </w:r>
    </w:p>
    <w:p w14:paraId="02D61E90" w14:textId="4480DD35" w:rsidR="00D04465" w:rsidRDefault="00D04465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Mr. Earl asked if the </w:t>
      </w:r>
      <w:proofErr w:type="spellStart"/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culde</w:t>
      </w:r>
      <w:proofErr w:type="spellEnd"/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-sac is appropriate radius for turning the fire trucks in. </w:t>
      </w:r>
    </w:p>
    <w:p w14:paraId="5947352C" w14:textId="77777777" w:rsidR="00D04465" w:rsidRDefault="00D04465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0A48779D" w14:textId="56C7E277" w:rsidR="00D04465" w:rsidRDefault="00D04465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Buck Creek arrived to the meeting. </w:t>
      </w:r>
    </w:p>
    <w:p w14:paraId="56D11F83" w14:textId="77777777" w:rsidR="00D04465" w:rsidRDefault="00D04465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76DBB828" w14:textId="328916D3" w:rsidR="00D04465" w:rsidRDefault="00D04465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Discussion about water tiles. </w:t>
      </w:r>
    </w:p>
    <w:p w14:paraId="73394259" w14:textId="77777777" w:rsidR="002C3166" w:rsidRDefault="002C3166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56E657CC" w14:textId="5F20E4CB" w:rsidR="002C3166" w:rsidRDefault="002C3166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Discussion on what amenities are in the neighborhood. </w:t>
      </w:r>
    </w:p>
    <w:p w14:paraId="6D621337" w14:textId="591430F2" w:rsidR="002C3166" w:rsidRDefault="002C3166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br/>
        <w:t xml:space="preserve">Mr. Shelton asked about an update for the traffic light in front of the elementary school. </w:t>
      </w:r>
    </w:p>
    <w:p w14:paraId="70E8083C" w14:textId="77777777" w:rsidR="002C3166" w:rsidRDefault="002C3166" w:rsidP="007B44CC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20DD2ADF" w14:textId="3E2BDFEC" w:rsidR="002C3166" w:rsidRDefault="002C3166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 xml:space="preserve">Mr. Witsman spoke on the details and studies that needed to be done, funding is still being raised for this as well, developer would cover a hawk signal and the town would fund the remaining portion of the traffic light. Target date would be summer of 2026. </w:t>
      </w:r>
    </w:p>
    <w:p w14:paraId="1CCF1F04" w14:textId="77777777" w:rsidR="00EA6BBC" w:rsidRPr="00184360" w:rsidRDefault="00EA6BB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</w:p>
    <w:p w14:paraId="26912455" w14:textId="77777777" w:rsidR="00D04465" w:rsidRDefault="00D04465">
      <w:pPr>
        <w:rPr>
          <w:b/>
          <w:bCs/>
        </w:rPr>
      </w:pPr>
    </w:p>
    <w:p w14:paraId="061CA1C0" w14:textId="77777777" w:rsidR="00D04465" w:rsidRDefault="00D04465">
      <w:pPr>
        <w:rPr>
          <w:b/>
          <w:bCs/>
        </w:rPr>
      </w:pPr>
    </w:p>
    <w:p w14:paraId="0C7A019F" w14:textId="292B8867" w:rsidR="00D04465" w:rsidRDefault="001B3D36">
      <w:pPr>
        <w:rPr>
          <w:b/>
          <w:bCs/>
        </w:rPr>
      </w:pPr>
      <w:r w:rsidRPr="00B410A3">
        <w:rPr>
          <w:b/>
          <w:bCs/>
        </w:rPr>
        <w:t xml:space="preserve">Mr. </w:t>
      </w:r>
      <w:r w:rsidR="007C5F9E" w:rsidRPr="00B410A3">
        <w:rPr>
          <w:b/>
          <w:bCs/>
        </w:rPr>
        <w:t xml:space="preserve">Earl </w:t>
      </w:r>
      <w:r w:rsidRPr="00B410A3">
        <w:rPr>
          <w:b/>
          <w:bCs/>
        </w:rPr>
        <w:t xml:space="preserve">motioned </w:t>
      </w:r>
      <w:r w:rsidR="007C5F9E" w:rsidRPr="00B410A3">
        <w:rPr>
          <w:b/>
          <w:bCs/>
        </w:rPr>
        <w:t xml:space="preserve">to adjourn, </w:t>
      </w:r>
      <w:r w:rsidRPr="00B410A3">
        <w:rPr>
          <w:b/>
          <w:bCs/>
        </w:rPr>
        <w:t>Mr. P</w:t>
      </w:r>
      <w:r w:rsidR="007C5F9E" w:rsidRPr="00B410A3">
        <w:rPr>
          <w:b/>
          <w:bCs/>
        </w:rPr>
        <w:t>ullum seconded</w:t>
      </w:r>
      <w:r w:rsidR="00D04465">
        <w:rPr>
          <w:b/>
          <w:bCs/>
        </w:rPr>
        <w:t xml:space="preserve">. </w:t>
      </w:r>
      <w:r w:rsidR="00D04465">
        <w:rPr>
          <w:b/>
          <w:bCs/>
        </w:rPr>
        <w:br/>
      </w:r>
    </w:p>
    <w:p w14:paraId="31BB38CC" w14:textId="5A96BA14" w:rsidR="00D04465" w:rsidRPr="00D04465" w:rsidRDefault="00D04465">
      <w:pPr>
        <w:rPr>
          <w:b/>
          <w:bCs/>
        </w:rPr>
      </w:pPr>
      <w:r>
        <w:rPr>
          <w:b/>
          <w:bCs/>
        </w:rPr>
        <w:t xml:space="preserve">Meeting was adjourned. </w:t>
      </w:r>
    </w:p>
    <w:sectPr w:rsidR="00D04465" w:rsidRPr="00D04465" w:rsidSect="006F5BC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85B43" w14:textId="77777777" w:rsidR="00892BE4" w:rsidRDefault="00892BE4" w:rsidP="00D31887">
      <w:r>
        <w:separator/>
      </w:r>
    </w:p>
  </w:endnote>
  <w:endnote w:type="continuationSeparator" w:id="0">
    <w:p w14:paraId="17E08137" w14:textId="77777777" w:rsidR="00892BE4" w:rsidRDefault="00892BE4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A4B1" w14:textId="77777777" w:rsidR="00892BE4" w:rsidRDefault="00892BE4" w:rsidP="00D31887">
      <w:r>
        <w:separator/>
      </w:r>
    </w:p>
  </w:footnote>
  <w:footnote w:type="continuationSeparator" w:id="0">
    <w:p w14:paraId="0CAE7B88" w14:textId="77777777" w:rsidR="00892BE4" w:rsidRDefault="00892BE4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0132B"/>
    <w:rsid w:val="00043FD7"/>
    <w:rsid w:val="000737F4"/>
    <w:rsid w:val="00096D55"/>
    <w:rsid w:val="00145153"/>
    <w:rsid w:val="0017045F"/>
    <w:rsid w:val="001B3D36"/>
    <w:rsid w:val="001C02AA"/>
    <w:rsid w:val="001D638F"/>
    <w:rsid w:val="002068B0"/>
    <w:rsid w:val="002774F8"/>
    <w:rsid w:val="002B0C7E"/>
    <w:rsid w:val="002C3166"/>
    <w:rsid w:val="003122EF"/>
    <w:rsid w:val="00323272"/>
    <w:rsid w:val="00397344"/>
    <w:rsid w:val="003C5049"/>
    <w:rsid w:val="003D625D"/>
    <w:rsid w:val="00465581"/>
    <w:rsid w:val="0046785E"/>
    <w:rsid w:val="00487493"/>
    <w:rsid w:val="005771B3"/>
    <w:rsid w:val="005874A1"/>
    <w:rsid w:val="00592A9F"/>
    <w:rsid w:val="005C5A87"/>
    <w:rsid w:val="00605A02"/>
    <w:rsid w:val="00663D5E"/>
    <w:rsid w:val="00665B80"/>
    <w:rsid w:val="00691FC0"/>
    <w:rsid w:val="006A2A90"/>
    <w:rsid w:val="006C52A6"/>
    <w:rsid w:val="006C6345"/>
    <w:rsid w:val="006F5BCB"/>
    <w:rsid w:val="0074429A"/>
    <w:rsid w:val="00753061"/>
    <w:rsid w:val="00764397"/>
    <w:rsid w:val="00783C74"/>
    <w:rsid w:val="007B44CC"/>
    <w:rsid w:val="007C5F9E"/>
    <w:rsid w:val="007D0C22"/>
    <w:rsid w:val="007E5EF7"/>
    <w:rsid w:val="00856436"/>
    <w:rsid w:val="008569B0"/>
    <w:rsid w:val="00892BE4"/>
    <w:rsid w:val="008B5FAF"/>
    <w:rsid w:val="008B6AD8"/>
    <w:rsid w:val="008F775A"/>
    <w:rsid w:val="009436C4"/>
    <w:rsid w:val="009C0001"/>
    <w:rsid w:val="00A07119"/>
    <w:rsid w:val="00A6117A"/>
    <w:rsid w:val="00A74F0D"/>
    <w:rsid w:val="00A85DFA"/>
    <w:rsid w:val="00A945B2"/>
    <w:rsid w:val="00B34B80"/>
    <w:rsid w:val="00B410A3"/>
    <w:rsid w:val="00B42098"/>
    <w:rsid w:val="00B42B33"/>
    <w:rsid w:val="00B96335"/>
    <w:rsid w:val="00BB680A"/>
    <w:rsid w:val="00BE42E0"/>
    <w:rsid w:val="00C01CFF"/>
    <w:rsid w:val="00C52314"/>
    <w:rsid w:val="00C73927"/>
    <w:rsid w:val="00C83CB1"/>
    <w:rsid w:val="00C85EE7"/>
    <w:rsid w:val="00D04465"/>
    <w:rsid w:val="00D31599"/>
    <w:rsid w:val="00D31887"/>
    <w:rsid w:val="00DC1688"/>
    <w:rsid w:val="00DE7946"/>
    <w:rsid w:val="00E044A0"/>
    <w:rsid w:val="00E56E9C"/>
    <w:rsid w:val="00EA6BBC"/>
    <w:rsid w:val="00EB792C"/>
    <w:rsid w:val="00F75F5C"/>
    <w:rsid w:val="00FB784B"/>
    <w:rsid w:val="00FE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87956F8A-36F6-4E06-B71B-2ACB378A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D0CA5-C2F4-49E9-8D96-27A3E0AA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47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3</cp:revision>
  <dcterms:created xsi:type="dcterms:W3CDTF">2025-02-20T13:31:00Z</dcterms:created>
  <dcterms:modified xsi:type="dcterms:W3CDTF">2025-02-20T14:17:00Z</dcterms:modified>
</cp:coreProperties>
</file>