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57175A8E" w:rsidR="007B44CC" w:rsidRDefault="00D31599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January</w:t>
      </w:r>
      <w:r w:rsidR="00465581">
        <w:rPr>
          <w:rFonts w:ascii="Calibri" w:eastAsia="Aptos" w:hAnsi="Calibri" w:cs="Calibri"/>
          <w:b/>
        </w:rPr>
        <w:t xml:space="preserve"> 1</w:t>
      </w:r>
      <w:r>
        <w:rPr>
          <w:rFonts w:ascii="Calibri" w:eastAsia="Aptos" w:hAnsi="Calibri" w:cs="Calibri"/>
          <w:b/>
        </w:rPr>
        <w:t>6</w:t>
      </w:r>
      <w:r w:rsidR="00465581" w:rsidRPr="00465581">
        <w:rPr>
          <w:rFonts w:ascii="Calibri" w:eastAsia="Aptos" w:hAnsi="Calibri" w:cs="Calibri"/>
          <w:b/>
          <w:vertAlign w:val="superscript"/>
        </w:rPr>
        <w:t>th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024</w:t>
      </w:r>
    </w:p>
    <w:p w14:paraId="703E97AF" w14:textId="404CEB6F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46785E">
        <w:rPr>
          <w:rFonts w:ascii="Calibri" w:eastAsia="Aptos" w:hAnsi="Calibri" w:cs="Calibri"/>
          <w:b/>
        </w:rPr>
        <w:t>0</w:t>
      </w:r>
      <w:r w:rsidR="00BE42E0">
        <w:rPr>
          <w:rFonts w:ascii="Calibri" w:eastAsia="Aptos" w:hAnsi="Calibri" w:cs="Calibri"/>
          <w:b/>
        </w:rPr>
        <w:t>1</w:t>
      </w:r>
      <w:r>
        <w:rPr>
          <w:rFonts w:ascii="Calibri" w:eastAsia="Aptos" w:hAnsi="Calibri" w:cs="Calibri"/>
          <w:b/>
        </w:rPr>
        <w:t xml:space="preserve">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7355E86D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>,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Gipson</w:t>
      </w:r>
      <w:r w:rsidR="009C0001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9C0001" w:rsidRPr="009C0001">
        <w:rPr>
          <w:rFonts w:ascii="Calibri" w:eastAsia="Aptos" w:hAnsi="Calibri" w:cs="Calibri"/>
          <w:kern w:val="2"/>
          <w14:ligatures w14:val="standardContextual"/>
        </w:rPr>
        <w:t xml:space="preserve">Ryan Crum, </w:t>
      </w:r>
      <w:r w:rsidR="00145153">
        <w:rPr>
          <w:rFonts w:ascii="Calibri" w:eastAsia="Aptos" w:hAnsi="Calibri" w:cs="Calibri"/>
          <w:kern w:val="2"/>
          <w14:ligatures w14:val="standardContextual"/>
        </w:rPr>
        <w:t>Assistant Chief Aaron Watts</w:t>
      </w:r>
      <w:r w:rsidR="002774F8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C</w:t>
      </w:r>
      <w:r w:rsidR="00145153">
        <w:rPr>
          <w:rFonts w:ascii="Calibri" w:eastAsia="Aptos" w:hAnsi="Calibri" w:cs="Calibri"/>
          <w:kern w:val="2"/>
          <w14:ligatures w14:val="standardContextual"/>
        </w:rPr>
        <w:t>ole Rainbolt</w:t>
      </w:r>
      <w:r w:rsidR="00BE42E0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BE42E0" w:rsidRPr="00BE42E0">
        <w:rPr>
          <w:rFonts w:ascii="Calibri" w:eastAsia="Aptos" w:hAnsi="Calibri" w:cs="Calibri"/>
          <w:kern w:val="2"/>
          <w14:ligatures w14:val="standardContextual"/>
        </w:rPr>
        <w:t>Mark Witsman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Andy Ebbert (Buckcreek Township)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B83477F" w14:textId="77777777" w:rsidR="008B6AD8" w:rsidRDefault="007B44CC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50543C74" w14:textId="6AA3D49E" w:rsidR="0017045F" w:rsidRPr="008B6AD8" w:rsidRDefault="00BE42E0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t>Mr.</w:t>
      </w:r>
      <w:r w:rsidR="0046785E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Earl, </w:t>
      </w:r>
      <w:r w:rsidR="0046785E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motioned to approve </w:t>
      </w:r>
      <w:r w:rsidR="008B6AD8">
        <w:rPr>
          <w:rFonts w:ascii="Calibri" w:eastAsia="Aptos" w:hAnsi="Calibri" w:cs="Calibri"/>
          <w:b/>
          <w:bCs/>
          <w:kern w:val="2"/>
          <w14:ligatures w14:val="standardContextual"/>
        </w:rPr>
        <w:t>December</w:t>
      </w:r>
      <w:r w:rsidR="0046785E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minutes,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Mr. Gipson </w:t>
      </w:r>
      <w:r w:rsidR="0046785E">
        <w:rPr>
          <w:rFonts w:ascii="Calibri" w:eastAsia="Aptos" w:hAnsi="Calibri" w:cs="Calibri"/>
          <w:b/>
          <w:bCs/>
          <w:kern w:val="2"/>
          <w14:ligatures w14:val="standardContextual"/>
        </w:rPr>
        <w:t>seconded, the board voted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6/0</w:t>
      </w:r>
      <w:r w:rsidR="0046785E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. </w:t>
      </w:r>
      <w:r w:rsidR="00753061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Assistant Chief Watts and Mr. Rainbolt abstained from voting. </w:t>
      </w:r>
    </w:p>
    <w:p w14:paraId="005218E9" w14:textId="77777777" w:rsidR="0046785E" w:rsidRDefault="0046785E" w:rsidP="007B44CC">
      <w:pPr>
        <w:rPr>
          <w:rFonts w:ascii="Calibri" w:eastAsia="Aptos" w:hAnsi="Calibri" w:cs="Calibri"/>
          <w:kern w:val="2"/>
          <w14:ligatures w14:val="standardContextual"/>
        </w:rPr>
      </w:pP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247ED866" w14:textId="5749494F" w:rsidR="00A85DFA" w:rsidRDefault="008B6AD8">
      <w:pPr>
        <w:rPr>
          <w:i/>
          <w:iCs/>
        </w:rPr>
      </w:pPr>
      <w:r w:rsidRPr="008B6AD8">
        <w:rPr>
          <w:i/>
          <w:iCs/>
        </w:rPr>
        <w:t xml:space="preserve">Creekside PUD Concept Plan </w:t>
      </w:r>
    </w:p>
    <w:p w14:paraId="2ACF756D" w14:textId="77777777" w:rsidR="008B6AD8" w:rsidRDefault="008B6AD8">
      <w:pPr>
        <w:rPr>
          <w:i/>
          <w:iCs/>
        </w:rPr>
      </w:pPr>
    </w:p>
    <w:p w14:paraId="3A01C1AA" w14:textId="438C4626" w:rsidR="00753061" w:rsidRPr="00BE42E0" w:rsidRDefault="00BE42E0">
      <w:r w:rsidRPr="00BE42E0">
        <w:t>Caitlin Dopher</w:t>
      </w:r>
      <w:r w:rsidR="001B3D36">
        <w:t>,</w:t>
      </w:r>
      <w:r w:rsidRPr="00BE42E0">
        <w:t xml:space="preserve"> land acquisition manager with Drees </w:t>
      </w:r>
      <w:r w:rsidR="00B410A3">
        <w:t>H</w:t>
      </w:r>
      <w:r w:rsidRPr="00BE42E0">
        <w:t xml:space="preserve">omes presented the concept plan. </w:t>
      </w:r>
    </w:p>
    <w:p w14:paraId="7D8D3745" w14:textId="77777777" w:rsidR="00753061" w:rsidRDefault="00753061"/>
    <w:p w14:paraId="433333A7" w14:textId="7DCEFBF8" w:rsidR="00BE42E0" w:rsidRDefault="00BE42E0">
      <w:r>
        <w:t>Mr. Gipson asked details about the sanitary, would go north to VBS. Location of lift station</w:t>
      </w:r>
      <w:r w:rsidR="00592A9F">
        <w:t xml:space="preserve"> discussion. </w:t>
      </w:r>
    </w:p>
    <w:p w14:paraId="47576D46" w14:textId="77777777" w:rsidR="00592A9F" w:rsidRDefault="00592A9F"/>
    <w:p w14:paraId="4C992D3A" w14:textId="62B3AD37" w:rsidR="00592A9F" w:rsidRDefault="00592A9F">
      <w:r>
        <w:t xml:space="preserve">Mr. Witsman commented on accessing Block 1 and widening 750, spoke on a </w:t>
      </w:r>
      <w:r w:rsidR="0000132B">
        <w:t>roundabout</w:t>
      </w:r>
      <w:r>
        <w:t xml:space="preserve"> at </w:t>
      </w:r>
      <w:r w:rsidR="001B3D36">
        <w:t>C</w:t>
      </w:r>
      <w:r>
        <w:t xml:space="preserve">arroll &amp; 750 </w:t>
      </w:r>
      <w:r w:rsidR="001B3D36">
        <w:t xml:space="preserve">in the future </w:t>
      </w:r>
      <w:r>
        <w:t xml:space="preserve">and would need to remember that further on </w:t>
      </w:r>
      <w:r w:rsidR="001B3D36">
        <w:t xml:space="preserve">during </w:t>
      </w:r>
      <w:r>
        <w:t>the process</w:t>
      </w:r>
      <w:r w:rsidR="001B3D36">
        <w:t xml:space="preserve">. </w:t>
      </w:r>
    </w:p>
    <w:p w14:paraId="4CF3EBA5" w14:textId="77777777" w:rsidR="00592A9F" w:rsidRDefault="00592A9F"/>
    <w:p w14:paraId="630718E9" w14:textId="7C5ADC7A" w:rsidR="00592A9F" w:rsidRDefault="00592A9F">
      <w:r>
        <w:t>Mr. Crum spoke on Block 1 access</w:t>
      </w:r>
      <w:r w:rsidR="001B3D36">
        <w:t>, it</w:t>
      </w:r>
      <w:r>
        <w:t xml:space="preserve"> would eventually be a right in </w:t>
      </w:r>
      <w:r w:rsidR="0000132B">
        <w:t>right-out</w:t>
      </w:r>
      <w:r>
        <w:t xml:space="preserve"> </w:t>
      </w:r>
      <w:r w:rsidR="001B3D36">
        <w:t>scenario</w:t>
      </w:r>
      <w:r>
        <w:t xml:space="preserve"> and the town would like to have that conversation with</w:t>
      </w:r>
      <w:r w:rsidR="001B3D36">
        <w:t xml:space="preserve"> the land owner. </w:t>
      </w:r>
    </w:p>
    <w:p w14:paraId="36DEE466" w14:textId="77777777" w:rsidR="00592A9F" w:rsidRDefault="00592A9F"/>
    <w:p w14:paraId="5D5EA82D" w14:textId="444D945D" w:rsidR="00592A9F" w:rsidRDefault="00B410A3">
      <w:r>
        <w:br/>
      </w:r>
      <w:r>
        <w:br/>
      </w:r>
      <w:r w:rsidR="00592A9F">
        <w:lastRenderedPageBreak/>
        <w:t xml:space="preserve">Mr. Rainbolt spoke on a few ditches </w:t>
      </w:r>
      <w:r w:rsidR="007C5F9E">
        <w:t>and t</w:t>
      </w:r>
      <w:r w:rsidR="001B3D36">
        <w:t>i</w:t>
      </w:r>
      <w:r w:rsidR="007C5F9E">
        <w:t xml:space="preserve">les </w:t>
      </w:r>
      <w:r w:rsidR="00592A9F">
        <w:t>that would need approval to change</w:t>
      </w:r>
      <w:r w:rsidR="007C5F9E">
        <w:t xml:space="preserve"> from the Hancock county drainage board</w:t>
      </w:r>
      <w:r w:rsidR="001B3D36">
        <w:t xml:space="preserve">. </w:t>
      </w:r>
      <w:r w:rsidR="00691FC0">
        <w:t>In-depth conversation</w:t>
      </w:r>
      <w:r w:rsidR="001B3D36">
        <w:t xml:space="preserve"> took place on these tiles and drainage easements. Mr. Rainbolt recommended them to speak with Mr. Coughenor with further questions. </w:t>
      </w:r>
    </w:p>
    <w:p w14:paraId="11CC3175" w14:textId="4723A1EB" w:rsidR="007C5F9E" w:rsidRDefault="007C5F9E"/>
    <w:p w14:paraId="390AE6E5" w14:textId="7A3C0789" w:rsidR="007C5F9E" w:rsidRPr="00B410A3" w:rsidRDefault="001B3D36">
      <w:pPr>
        <w:rPr>
          <w:b/>
          <w:bCs/>
        </w:rPr>
      </w:pPr>
      <w:r w:rsidRPr="00B410A3">
        <w:rPr>
          <w:b/>
          <w:bCs/>
        </w:rPr>
        <w:t xml:space="preserve">Mr. </w:t>
      </w:r>
      <w:r w:rsidR="007C5F9E" w:rsidRPr="00B410A3">
        <w:rPr>
          <w:b/>
          <w:bCs/>
        </w:rPr>
        <w:t xml:space="preserve">Earl </w:t>
      </w:r>
      <w:r w:rsidRPr="00B410A3">
        <w:rPr>
          <w:b/>
          <w:bCs/>
        </w:rPr>
        <w:t xml:space="preserve">motioned </w:t>
      </w:r>
      <w:r w:rsidR="007C5F9E" w:rsidRPr="00B410A3">
        <w:rPr>
          <w:b/>
          <w:bCs/>
        </w:rPr>
        <w:t xml:space="preserve">to adjourn, </w:t>
      </w:r>
      <w:r w:rsidRPr="00B410A3">
        <w:rPr>
          <w:b/>
          <w:bCs/>
        </w:rPr>
        <w:t>Mr. P</w:t>
      </w:r>
      <w:r w:rsidR="007C5F9E" w:rsidRPr="00B410A3">
        <w:rPr>
          <w:b/>
          <w:bCs/>
        </w:rPr>
        <w:t>ullum seconded</w:t>
      </w:r>
      <w:r w:rsidRPr="00B410A3">
        <w:rPr>
          <w:b/>
          <w:bCs/>
        </w:rPr>
        <w:t xml:space="preserve">. </w:t>
      </w:r>
    </w:p>
    <w:p w14:paraId="7A08A979" w14:textId="77777777" w:rsidR="00592A9F" w:rsidRDefault="00592A9F"/>
    <w:p w14:paraId="602E2B28" w14:textId="77777777" w:rsidR="00592A9F" w:rsidRPr="00BE42E0" w:rsidRDefault="00592A9F"/>
    <w:sectPr w:rsidR="00592A9F" w:rsidRPr="00BE42E0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5B43" w14:textId="77777777" w:rsidR="00892BE4" w:rsidRDefault="00892BE4" w:rsidP="00D31887">
      <w:r>
        <w:separator/>
      </w:r>
    </w:p>
  </w:endnote>
  <w:endnote w:type="continuationSeparator" w:id="0">
    <w:p w14:paraId="17E08137" w14:textId="77777777" w:rsidR="00892BE4" w:rsidRDefault="00892BE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A4B1" w14:textId="77777777" w:rsidR="00892BE4" w:rsidRDefault="00892BE4" w:rsidP="00D31887">
      <w:r>
        <w:separator/>
      </w:r>
    </w:p>
  </w:footnote>
  <w:footnote w:type="continuationSeparator" w:id="0">
    <w:p w14:paraId="0CAE7B88" w14:textId="77777777" w:rsidR="00892BE4" w:rsidRDefault="00892BE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0132B"/>
    <w:rsid w:val="00043FD7"/>
    <w:rsid w:val="000737F4"/>
    <w:rsid w:val="00096D55"/>
    <w:rsid w:val="00145153"/>
    <w:rsid w:val="0017045F"/>
    <w:rsid w:val="001B3D36"/>
    <w:rsid w:val="001C02AA"/>
    <w:rsid w:val="001D638F"/>
    <w:rsid w:val="002068B0"/>
    <w:rsid w:val="002774F8"/>
    <w:rsid w:val="002B0C7E"/>
    <w:rsid w:val="003122EF"/>
    <w:rsid w:val="00323272"/>
    <w:rsid w:val="00397344"/>
    <w:rsid w:val="003C5049"/>
    <w:rsid w:val="003D625D"/>
    <w:rsid w:val="00465581"/>
    <w:rsid w:val="0046785E"/>
    <w:rsid w:val="00487493"/>
    <w:rsid w:val="005771B3"/>
    <w:rsid w:val="005874A1"/>
    <w:rsid w:val="00592A9F"/>
    <w:rsid w:val="005C5A87"/>
    <w:rsid w:val="00605A02"/>
    <w:rsid w:val="00663D5E"/>
    <w:rsid w:val="00665B80"/>
    <w:rsid w:val="00691FC0"/>
    <w:rsid w:val="006C52A6"/>
    <w:rsid w:val="006C6345"/>
    <w:rsid w:val="006F5BCB"/>
    <w:rsid w:val="0074429A"/>
    <w:rsid w:val="00753061"/>
    <w:rsid w:val="00783C74"/>
    <w:rsid w:val="007B44CC"/>
    <w:rsid w:val="007C5F9E"/>
    <w:rsid w:val="007D0C22"/>
    <w:rsid w:val="007E5EF7"/>
    <w:rsid w:val="00856436"/>
    <w:rsid w:val="008569B0"/>
    <w:rsid w:val="00892BE4"/>
    <w:rsid w:val="008B5FAF"/>
    <w:rsid w:val="008B6AD8"/>
    <w:rsid w:val="008F775A"/>
    <w:rsid w:val="009436C4"/>
    <w:rsid w:val="009C0001"/>
    <w:rsid w:val="00A07119"/>
    <w:rsid w:val="00A6117A"/>
    <w:rsid w:val="00A74F0D"/>
    <w:rsid w:val="00A85DFA"/>
    <w:rsid w:val="00A945B2"/>
    <w:rsid w:val="00B34B80"/>
    <w:rsid w:val="00B410A3"/>
    <w:rsid w:val="00B42098"/>
    <w:rsid w:val="00B42B33"/>
    <w:rsid w:val="00B96335"/>
    <w:rsid w:val="00BB680A"/>
    <w:rsid w:val="00BE42E0"/>
    <w:rsid w:val="00C01CFF"/>
    <w:rsid w:val="00C52314"/>
    <w:rsid w:val="00C73927"/>
    <w:rsid w:val="00D31599"/>
    <w:rsid w:val="00D31887"/>
    <w:rsid w:val="00DC1688"/>
    <w:rsid w:val="00DE7946"/>
    <w:rsid w:val="00E044A0"/>
    <w:rsid w:val="00E56E9C"/>
    <w:rsid w:val="00EB792C"/>
    <w:rsid w:val="00F75F5C"/>
    <w:rsid w:val="00FB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87956F8A-36F6-4E06-B71B-2ACB378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167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9</cp:revision>
  <dcterms:created xsi:type="dcterms:W3CDTF">2025-01-16T13:24:00Z</dcterms:created>
  <dcterms:modified xsi:type="dcterms:W3CDTF">2025-02-12T18:36:00Z</dcterms:modified>
</cp:coreProperties>
</file>