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52258" w14:textId="77777777" w:rsidR="00D31887" w:rsidRDefault="00D31887"/>
    <w:p w14:paraId="689AECDF" w14:textId="77777777" w:rsidR="00BF793C" w:rsidRPr="0029463A" w:rsidRDefault="00BF793C" w:rsidP="00BF793C">
      <w:pPr>
        <w:jc w:val="center"/>
        <w:rPr>
          <w:rFonts w:ascii="Calibri" w:hAnsi="Calibri" w:cs="Calibri"/>
          <w:b/>
          <w:bCs/>
        </w:rPr>
      </w:pPr>
      <w:r w:rsidRPr="0029463A">
        <w:rPr>
          <w:rFonts w:ascii="Calibri" w:hAnsi="Calibri" w:cs="Calibri"/>
          <w:b/>
          <w:bCs/>
        </w:rPr>
        <w:t>McCordsville Plan Commission</w:t>
      </w:r>
    </w:p>
    <w:p w14:paraId="1A7E23FF" w14:textId="77777777" w:rsidR="00BF793C" w:rsidRPr="0029463A" w:rsidRDefault="00BF793C" w:rsidP="00BF793C">
      <w:pPr>
        <w:jc w:val="center"/>
        <w:rPr>
          <w:rFonts w:ascii="Calibri" w:hAnsi="Calibri" w:cs="Calibri"/>
          <w:b/>
          <w:bCs/>
        </w:rPr>
      </w:pPr>
      <w:r w:rsidRPr="0029463A">
        <w:rPr>
          <w:rFonts w:ascii="Calibri" w:hAnsi="Calibri" w:cs="Calibri"/>
          <w:b/>
          <w:bCs/>
        </w:rPr>
        <w:t>Meeting Minutes</w:t>
      </w:r>
    </w:p>
    <w:p w14:paraId="7437A036" w14:textId="1C7343DB" w:rsidR="00BF793C" w:rsidRDefault="008C43E5" w:rsidP="00BF793C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January 28</w:t>
      </w:r>
      <w:r w:rsidRPr="008C43E5">
        <w:rPr>
          <w:rFonts w:ascii="Calibri" w:hAnsi="Calibri" w:cs="Calibri"/>
          <w:b/>
          <w:bCs/>
          <w:vertAlign w:val="superscript"/>
        </w:rPr>
        <w:t>th</w:t>
      </w:r>
      <w:r w:rsidR="00BF793C" w:rsidRPr="0029463A">
        <w:rPr>
          <w:rFonts w:ascii="Calibri" w:hAnsi="Calibri" w:cs="Calibri"/>
          <w:b/>
          <w:bCs/>
        </w:rPr>
        <w:t>, 202</w:t>
      </w:r>
      <w:r w:rsidR="0009016B">
        <w:rPr>
          <w:rFonts w:ascii="Calibri" w:hAnsi="Calibri" w:cs="Calibri"/>
          <w:b/>
          <w:bCs/>
        </w:rPr>
        <w:t>5</w:t>
      </w:r>
    </w:p>
    <w:p w14:paraId="150A28C3" w14:textId="549F0F7B" w:rsidR="00BF793C" w:rsidRPr="0029463A" w:rsidRDefault="00BF793C" w:rsidP="00BF793C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7:</w:t>
      </w:r>
      <w:r w:rsidR="007758E0">
        <w:rPr>
          <w:rFonts w:ascii="Calibri" w:hAnsi="Calibri" w:cs="Calibri"/>
          <w:b/>
          <w:bCs/>
        </w:rPr>
        <w:t>18</w:t>
      </w:r>
      <w:r>
        <w:rPr>
          <w:rFonts w:ascii="Calibri" w:hAnsi="Calibri" w:cs="Calibri"/>
          <w:b/>
          <w:bCs/>
        </w:rPr>
        <w:t xml:space="preserve"> PM</w:t>
      </w:r>
      <w:r>
        <w:rPr>
          <w:rFonts w:ascii="Calibri" w:hAnsi="Calibri" w:cs="Calibri"/>
          <w:b/>
          <w:bCs/>
        </w:rPr>
        <w:br/>
      </w:r>
    </w:p>
    <w:p w14:paraId="41CA7F1B" w14:textId="0EC9113A" w:rsidR="00BF793C" w:rsidRPr="0029463A" w:rsidRDefault="00BF793C" w:rsidP="00BF793C">
      <w:pPr>
        <w:rPr>
          <w:rFonts w:ascii="Calibri" w:hAnsi="Calibri" w:cs="Calibri"/>
          <w:b/>
          <w:bCs/>
          <w:u w:val="single"/>
        </w:rPr>
      </w:pPr>
      <w:r w:rsidRPr="0029463A">
        <w:rPr>
          <w:rFonts w:ascii="Calibri" w:hAnsi="Calibri" w:cs="Calibri"/>
          <w:b/>
          <w:bCs/>
          <w:u w:val="single"/>
        </w:rPr>
        <w:t>Members Present:</w:t>
      </w:r>
      <w:r w:rsidRPr="0029463A">
        <w:rPr>
          <w:rFonts w:ascii="Calibri" w:hAnsi="Calibri" w:cs="Calibri"/>
          <w:b/>
          <w:bCs/>
        </w:rPr>
        <w:t xml:space="preserve"> </w:t>
      </w:r>
      <w:r w:rsidRPr="0029463A">
        <w:rPr>
          <w:rFonts w:ascii="Calibri" w:hAnsi="Calibri" w:cs="Calibri"/>
        </w:rPr>
        <w:t xml:space="preserve">Devin Stettler, Brian Hurley, Katie </w:t>
      </w:r>
      <w:r w:rsidR="001E0AC7">
        <w:rPr>
          <w:rFonts w:ascii="Calibri" w:hAnsi="Calibri" w:cs="Calibri"/>
        </w:rPr>
        <w:t>R</w:t>
      </w:r>
      <w:r w:rsidR="006517B7">
        <w:rPr>
          <w:rFonts w:ascii="Calibri" w:hAnsi="Calibri" w:cs="Calibri"/>
        </w:rPr>
        <w:t>ichert</w:t>
      </w:r>
      <w:r>
        <w:rPr>
          <w:rFonts w:ascii="Calibri" w:hAnsi="Calibri" w:cs="Calibri"/>
        </w:rPr>
        <w:t xml:space="preserve">, </w:t>
      </w:r>
      <w:r w:rsidRPr="00FA01D0">
        <w:rPr>
          <w:rFonts w:ascii="Calibri" w:hAnsi="Calibri" w:cs="Calibri"/>
        </w:rPr>
        <w:t>Sco</w:t>
      </w:r>
      <w:r>
        <w:rPr>
          <w:rFonts w:ascii="Calibri" w:hAnsi="Calibri" w:cs="Calibri"/>
        </w:rPr>
        <w:t>t</w:t>
      </w:r>
      <w:r w:rsidRPr="00FA01D0">
        <w:rPr>
          <w:rFonts w:ascii="Calibri" w:hAnsi="Calibri" w:cs="Calibri"/>
        </w:rPr>
        <w:t>t Shipley</w:t>
      </w:r>
      <w:r>
        <w:rPr>
          <w:rFonts w:ascii="Calibri" w:hAnsi="Calibri" w:cs="Calibri"/>
        </w:rPr>
        <w:t>, Br</w:t>
      </w:r>
      <w:r w:rsidR="00CE1C67">
        <w:rPr>
          <w:rFonts w:ascii="Calibri" w:hAnsi="Calibri" w:cs="Calibri"/>
        </w:rPr>
        <w:t>i</w:t>
      </w:r>
      <w:r>
        <w:rPr>
          <w:rFonts w:ascii="Calibri" w:hAnsi="Calibri" w:cs="Calibri"/>
        </w:rPr>
        <w:t>anne Schneckenberger</w:t>
      </w:r>
      <w:r w:rsidR="002F3D78">
        <w:rPr>
          <w:rFonts w:ascii="Calibri" w:hAnsi="Calibri" w:cs="Calibri"/>
        </w:rPr>
        <w:t>, Dr. John Price, Chad Gooding</w:t>
      </w:r>
    </w:p>
    <w:p w14:paraId="107B067A" w14:textId="27CE5D60" w:rsidR="00BF793C" w:rsidRPr="0029463A" w:rsidRDefault="00BF793C" w:rsidP="00BF793C">
      <w:pPr>
        <w:rPr>
          <w:rFonts w:ascii="Calibri" w:hAnsi="Calibri" w:cs="Calibri"/>
          <w:b/>
          <w:bCs/>
          <w:u w:val="single"/>
        </w:rPr>
      </w:pPr>
      <w:r w:rsidRPr="0029463A">
        <w:rPr>
          <w:rFonts w:ascii="Calibri" w:hAnsi="Calibri" w:cs="Calibri"/>
          <w:b/>
          <w:bCs/>
          <w:u w:val="single"/>
        </w:rPr>
        <w:t>Members Absent</w:t>
      </w:r>
      <w:r>
        <w:rPr>
          <w:rFonts w:ascii="Calibri" w:hAnsi="Calibri" w:cs="Calibri"/>
          <w:b/>
          <w:bCs/>
          <w:u w:val="single"/>
        </w:rPr>
        <w:t>:</w:t>
      </w:r>
      <w:r>
        <w:rPr>
          <w:rFonts w:ascii="Calibri" w:hAnsi="Calibri" w:cs="Calibri"/>
        </w:rPr>
        <w:t xml:space="preserve"> </w:t>
      </w:r>
    </w:p>
    <w:p w14:paraId="5AB43DBA" w14:textId="39DEFCE2" w:rsidR="00BF793C" w:rsidRPr="0029463A" w:rsidRDefault="00BF793C" w:rsidP="00BF793C">
      <w:pPr>
        <w:rPr>
          <w:rFonts w:ascii="Calibri" w:hAnsi="Calibri" w:cs="Calibri"/>
          <w:b/>
          <w:bCs/>
          <w:u w:val="single"/>
        </w:rPr>
      </w:pPr>
      <w:r w:rsidRPr="0029463A">
        <w:rPr>
          <w:rFonts w:ascii="Calibri" w:hAnsi="Calibri" w:cs="Calibri"/>
          <w:b/>
          <w:bCs/>
          <w:u w:val="single"/>
        </w:rPr>
        <w:t>Other members present:</w:t>
      </w:r>
      <w:r w:rsidRPr="0029463A">
        <w:rPr>
          <w:rFonts w:ascii="Calibri" w:hAnsi="Calibri" w:cs="Calibri"/>
        </w:rPr>
        <w:t xml:space="preserve"> Ryan Crum, Allyson Hamlin</w:t>
      </w:r>
      <w:r>
        <w:rPr>
          <w:rFonts w:ascii="Calibri" w:hAnsi="Calibri" w:cs="Calibri"/>
        </w:rPr>
        <w:t xml:space="preserve">, </w:t>
      </w:r>
      <w:r w:rsidRPr="0039294D">
        <w:rPr>
          <w:rFonts w:ascii="Calibri" w:hAnsi="Calibri" w:cs="Calibri"/>
        </w:rPr>
        <w:t>Beth Copeland – Legal counsel</w:t>
      </w:r>
      <w:r w:rsidR="0009016B">
        <w:rPr>
          <w:rFonts w:ascii="Calibri" w:hAnsi="Calibri" w:cs="Calibri"/>
        </w:rPr>
        <w:t xml:space="preserve"> </w:t>
      </w:r>
    </w:p>
    <w:p w14:paraId="4FB0E661" w14:textId="77777777" w:rsidR="00BF793C" w:rsidRDefault="00BF793C" w:rsidP="00BF793C">
      <w:pPr>
        <w:rPr>
          <w:rFonts w:ascii="Calibri" w:hAnsi="Calibri" w:cs="Calibri"/>
          <w:b/>
          <w:bCs/>
        </w:rPr>
      </w:pPr>
    </w:p>
    <w:p w14:paraId="508300F6" w14:textId="2C634976" w:rsidR="00BF793C" w:rsidRDefault="007758E0" w:rsidP="00BF793C">
      <w:pPr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t xml:space="preserve">Election of Officers </w:t>
      </w:r>
      <w:r w:rsidR="00D70028">
        <w:rPr>
          <w:rFonts w:ascii="Calibri" w:hAnsi="Calibri" w:cs="Calibri"/>
          <w:b/>
          <w:bCs/>
          <w:u w:val="single"/>
        </w:rPr>
        <w:br/>
      </w:r>
    </w:p>
    <w:p w14:paraId="18897129" w14:textId="6EEA44EE" w:rsidR="007758E0" w:rsidRPr="00D70028" w:rsidRDefault="007758E0" w:rsidP="00BF793C">
      <w:pPr>
        <w:rPr>
          <w:rFonts w:ascii="Calibri" w:hAnsi="Calibri" w:cs="Calibri"/>
          <w:b/>
          <w:bCs/>
        </w:rPr>
      </w:pPr>
      <w:r w:rsidRPr="00D70028">
        <w:rPr>
          <w:rFonts w:ascii="Calibri" w:hAnsi="Calibri" w:cs="Calibri"/>
          <w:b/>
          <w:bCs/>
        </w:rPr>
        <w:t xml:space="preserve">Ms. Schneckenberger made a motion to nominate Mr. Stettler as president, Mr. Shipley seconded, unanimous vote. </w:t>
      </w:r>
      <w:r w:rsidR="00D70028" w:rsidRPr="00D70028">
        <w:rPr>
          <w:rFonts w:ascii="Calibri" w:hAnsi="Calibri" w:cs="Calibri"/>
          <w:b/>
          <w:bCs/>
        </w:rPr>
        <w:br/>
      </w:r>
    </w:p>
    <w:p w14:paraId="078B9AEE" w14:textId="7A09C3DA" w:rsidR="007758E0" w:rsidRPr="00D70028" w:rsidRDefault="007758E0" w:rsidP="00BF793C">
      <w:pPr>
        <w:rPr>
          <w:rFonts w:ascii="Calibri" w:hAnsi="Calibri" w:cs="Calibri"/>
          <w:b/>
          <w:bCs/>
        </w:rPr>
      </w:pPr>
      <w:r w:rsidRPr="00045BA8">
        <w:rPr>
          <w:rFonts w:ascii="Calibri" w:hAnsi="Calibri" w:cs="Calibri"/>
          <w:b/>
          <w:bCs/>
        </w:rPr>
        <w:t xml:space="preserve">Mr. Stettler motioned to nominate Ms. Schneckenberger as vice presented, </w:t>
      </w:r>
      <w:r w:rsidR="00045BA8">
        <w:rPr>
          <w:rFonts w:ascii="Calibri" w:hAnsi="Calibri" w:cs="Calibri"/>
          <w:b/>
          <w:bCs/>
        </w:rPr>
        <w:t>Dr. Price seconded</w:t>
      </w:r>
      <w:r w:rsidRPr="00045BA8">
        <w:rPr>
          <w:rFonts w:ascii="Calibri" w:hAnsi="Calibri" w:cs="Calibri"/>
          <w:b/>
          <w:bCs/>
        </w:rPr>
        <w:t>, unanimous vote.</w:t>
      </w:r>
      <w:r w:rsidRPr="00D70028">
        <w:rPr>
          <w:rFonts w:ascii="Calibri" w:hAnsi="Calibri" w:cs="Calibri"/>
          <w:b/>
          <w:bCs/>
        </w:rPr>
        <w:t xml:space="preserve"> </w:t>
      </w:r>
    </w:p>
    <w:p w14:paraId="4CDB4A66" w14:textId="2ED43BB0" w:rsidR="00BF793C" w:rsidRPr="00CD04CB" w:rsidRDefault="00D70028" w:rsidP="00BF793C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br/>
      </w:r>
      <w:r w:rsidR="00BF793C" w:rsidRPr="000E39A8">
        <w:rPr>
          <w:rFonts w:ascii="Calibri" w:hAnsi="Calibri" w:cs="Calibri"/>
          <w:b/>
          <w:bCs/>
          <w:u w:val="single"/>
        </w:rPr>
        <w:t xml:space="preserve">Approval of Minutes </w:t>
      </w:r>
      <w:r w:rsidR="00CD04CB">
        <w:rPr>
          <w:rFonts w:ascii="Calibri" w:hAnsi="Calibri" w:cs="Calibri"/>
          <w:b/>
          <w:bCs/>
          <w:u w:val="single"/>
        </w:rPr>
        <w:br/>
      </w:r>
      <w:r w:rsidR="00EA2D1C">
        <w:rPr>
          <w:rFonts w:ascii="Calibri" w:hAnsi="Calibri" w:cs="Calibri"/>
          <w:b/>
          <w:bCs/>
          <w:u w:val="single"/>
        </w:rPr>
        <w:br/>
      </w:r>
      <w:r w:rsidR="00CD04CB" w:rsidRPr="00CD04CB">
        <w:rPr>
          <w:rFonts w:ascii="Calibri" w:hAnsi="Calibri" w:cs="Calibri"/>
          <w:b/>
          <w:bCs/>
        </w:rPr>
        <w:t xml:space="preserve">Ms. Richert </w:t>
      </w:r>
      <w:r w:rsidR="007758E0" w:rsidRPr="00CD04CB">
        <w:rPr>
          <w:rFonts w:ascii="Calibri" w:hAnsi="Calibri" w:cs="Calibri"/>
          <w:b/>
          <w:bCs/>
        </w:rPr>
        <w:t xml:space="preserve">motioned to approve, </w:t>
      </w:r>
      <w:r w:rsidR="00CD04CB" w:rsidRPr="00CD04CB">
        <w:rPr>
          <w:rFonts w:ascii="Calibri" w:hAnsi="Calibri" w:cs="Calibri"/>
          <w:b/>
          <w:bCs/>
        </w:rPr>
        <w:t xml:space="preserve">Ms. Schneckenberger </w:t>
      </w:r>
      <w:r w:rsidR="007758E0" w:rsidRPr="00CD04CB">
        <w:rPr>
          <w:rFonts w:ascii="Calibri" w:hAnsi="Calibri" w:cs="Calibri"/>
          <w:b/>
          <w:bCs/>
        </w:rPr>
        <w:t xml:space="preserve">seconded, unanimous vote. </w:t>
      </w:r>
    </w:p>
    <w:p w14:paraId="70DB961E" w14:textId="6F26FB06" w:rsidR="00877ABE" w:rsidRPr="00CD04CB" w:rsidRDefault="00BF793C" w:rsidP="00BF793C">
      <w:pPr>
        <w:shd w:val="clear" w:color="auto" w:fill="FFFFFF"/>
        <w:spacing w:before="100" w:beforeAutospacing="1" w:after="100" w:afterAutospacing="1"/>
        <w:rPr>
          <w:rFonts w:ascii="Calibri" w:hAnsi="Calibri" w:cs="Calibri"/>
          <w:b/>
          <w:bCs/>
          <w:u w:val="single"/>
        </w:rPr>
      </w:pPr>
      <w:r w:rsidRPr="0029463A">
        <w:rPr>
          <w:rFonts w:ascii="Calibri" w:hAnsi="Calibri" w:cs="Calibri"/>
          <w:b/>
          <w:bCs/>
          <w:u w:val="single"/>
        </w:rPr>
        <w:t>Old business</w:t>
      </w:r>
      <w:r w:rsidR="00CD04CB">
        <w:rPr>
          <w:rFonts w:ascii="Calibri" w:hAnsi="Calibri" w:cs="Calibri"/>
          <w:b/>
          <w:bCs/>
          <w:u w:val="single"/>
        </w:rPr>
        <w:br/>
      </w:r>
      <w:r w:rsidR="00CD04CB" w:rsidRPr="00CD04CB">
        <w:rPr>
          <w:rFonts w:ascii="Calibri" w:hAnsi="Calibri" w:cs="Calibri"/>
        </w:rPr>
        <w:t>None.</w:t>
      </w:r>
      <w:r w:rsidRPr="0029463A">
        <w:rPr>
          <w:rFonts w:ascii="Calibri" w:hAnsi="Calibri" w:cs="Calibri"/>
          <w:b/>
          <w:bCs/>
          <w:u w:val="single"/>
        </w:rPr>
        <w:t xml:space="preserve"> </w:t>
      </w:r>
    </w:p>
    <w:p w14:paraId="73E73CAF" w14:textId="77777777" w:rsidR="00BF793C" w:rsidRDefault="00BF793C" w:rsidP="00BF793C">
      <w:pPr>
        <w:rPr>
          <w:rFonts w:ascii="Calibri" w:hAnsi="Calibri" w:cs="Calibri"/>
          <w:b/>
          <w:bCs/>
          <w:u w:val="single"/>
        </w:rPr>
      </w:pPr>
      <w:r w:rsidRPr="006A3CD5">
        <w:rPr>
          <w:rFonts w:ascii="Calibri" w:hAnsi="Calibri" w:cs="Calibri"/>
          <w:b/>
          <w:bCs/>
          <w:u w:val="single"/>
        </w:rPr>
        <w:t xml:space="preserve">New Business </w:t>
      </w:r>
    </w:p>
    <w:p w14:paraId="69513EAE" w14:textId="77777777" w:rsidR="00877ABE" w:rsidRDefault="00877ABE" w:rsidP="00BF793C">
      <w:pPr>
        <w:rPr>
          <w:rFonts w:ascii="Calibri" w:hAnsi="Calibri" w:cs="Calibri"/>
          <w:b/>
          <w:bCs/>
          <w:u w:val="single"/>
        </w:rPr>
      </w:pPr>
    </w:p>
    <w:p w14:paraId="2DB0CB10" w14:textId="6D1BB7DD" w:rsidR="00877ABE" w:rsidRDefault="00877ABE" w:rsidP="00877ABE">
      <w:pPr>
        <w:rPr>
          <w:rFonts w:ascii="Calibri" w:hAnsi="Calibri" w:cs="Calibri"/>
          <w:i/>
          <w:iCs/>
        </w:rPr>
      </w:pPr>
      <w:r w:rsidRPr="00877ABE">
        <w:rPr>
          <w:rFonts w:ascii="Calibri" w:hAnsi="Calibri" w:cs="Calibri"/>
          <w:i/>
          <w:iCs/>
        </w:rPr>
        <w:t>Planning &amp; Building Department's request for appointments to the Architectural Review Committee (ARC)</w:t>
      </w:r>
      <w:r w:rsidR="007758E0">
        <w:rPr>
          <w:rFonts w:ascii="Calibri" w:hAnsi="Calibri" w:cs="Calibri"/>
          <w:i/>
          <w:iCs/>
        </w:rPr>
        <w:br/>
      </w:r>
    </w:p>
    <w:p w14:paraId="5633F06C" w14:textId="1FB28BB1" w:rsidR="007758E0" w:rsidRDefault="007758E0" w:rsidP="00877ABE">
      <w:pPr>
        <w:rPr>
          <w:rFonts w:ascii="Calibri" w:hAnsi="Calibri" w:cs="Calibri"/>
        </w:rPr>
      </w:pPr>
      <w:r>
        <w:rPr>
          <w:rFonts w:ascii="Calibri" w:hAnsi="Calibri" w:cs="Calibri"/>
        </w:rPr>
        <w:t>Staff presented the</w:t>
      </w:r>
      <w:r w:rsidR="00CD04CB">
        <w:rPr>
          <w:rFonts w:ascii="Calibri" w:hAnsi="Calibri" w:cs="Calibri"/>
        </w:rPr>
        <w:t xml:space="preserve"> ARC</w:t>
      </w:r>
      <w:r>
        <w:rPr>
          <w:rFonts w:ascii="Calibri" w:hAnsi="Calibri" w:cs="Calibri"/>
        </w:rPr>
        <w:t xml:space="preserve"> recommendations to the board. </w:t>
      </w:r>
      <w:r>
        <w:rPr>
          <w:rFonts w:ascii="Calibri" w:hAnsi="Calibri" w:cs="Calibri"/>
        </w:rPr>
        <w:br/>
      </w:r>
    </w:p>
    <w:p w14:paraId="5F05703D" w14:textId="7977CD17" w:rsidR="007758E0" w:rsidRPr="007758E0" w:rsidRDefault="007758E0" w:rsidP="00877ABE">
      <w:pPr>
        <w:rPr>
          <w:rFonts w:ascii="Calibri" w:hAnsi="Calibri" w:cs="Calibri"/>
          <w:b/>
          <w:bCs/>
        </w:rPr>
      </w:pPr>
      <w:r w:rsidRPr="007758E0">
        <w:rPr>
          <w:rFonts w:ascii="Calibri" w:hAnsi="Calibri" w:cs="Calibri"/>
          <w:b/>
          <w:bCs/>
        </w:rPr>
        <w:t xml:space="preserve">Ms. Schneckenberger made a motion to approve as presented, Mr. Hurley seconded, unanimous vote. </w:t>
      </w:r>
    </w:p>
    <w:p w14:paraId="688FDB2E" w14:textId="77777777" w:rsidR="007758E0" w:rsidRPr="00877ABE" w:rsidRDefault="007758E0" w:rsidP="00877ABE">
      <w:pPr>
        <w:rPr>
          <w:rFonts w:ascii="Calibri" w:hAnsi="Calibri" w:cs="Calibri"/>
          <w:i/>
          <w:iCs/>
        </w:rPr>
      </w:pPr>
    </w:p>
    <w:p w14:paraId="0B737878" w14:textId="77777777" w:rsidR="00877ABE" w:rsidRPr="00877ABE" w:rsidRDefault="00877ABE" w:rsidP="00877ABE">
      <w:pPr>
        <w:rPr>
          <w:rFonts w:ascii="Calibri" w:hAnsi="Calibri" w:cs="Calibri"/>
          <w:i/>
          <w:iCs/>
        </w:rPr>
      </w:pPr>
      <w:r w:rsidRPr="00877ABE">
        <w:rPr>
          <w:rFonts w:ascii="Calibri" w:hAnsi="Calibri" w:cs="Calibri"/>
          <w:i/>
          <w:iCs/>
        </w:rPr>
        <w:lastRenderedPageBreak/>
        <w:t>Planning &amp; Building Department's request to approve rescheduling of the October and November Plan Commission meetings to October 28th and November 25th.</w:t>
      </w:r>
    </w:p>
    <w:p w14:paraId="67E13B14" w14:textId="77777777" w:rsidR="00877ABE" w:rsidRDefault="00877ABE" w:rsidP="00877ABE">
      <w:pPr>
        <w:rPr>
          <w:rFonts w:ascii="Calibri" w:hAnsi="Calibri" w:cs="Calibri"/>
          <w:i/>
          <w:iCs/>
        </w:rPr>
      </w:pPr>
    </w:p>
    <w:p w14:paraId="181D2719" w14:textId="18EFA213" w:rsidR="007758E0" w:rsidRPr="00CD04CB" w:rsidRDefault="007758E0" w:rsidP="00877ABE">
      <w:pPr>
        <w:rPr>
          <w:rFonts w:ascii="Calibri" w:hAnsi="Calibri" w:cs="Calibri"/>
          <w:b/>
          <w:bCs/>
        </w:rPr>
      </w:pPr>
      <w:r w:rsidRPr="00CD04CB">
        <w:rPr>
          <w:rFonts w:ascii="Calibri" w:hAnsi="Calibri" w:cs="Calibri"/>
          <w:b/>
          <w:bCs/>
        </w:rPr>
        <w:t xml:space="preserve">Ms. Schneckenberger motioned to approve, Ms. Richert seconded, unanimous vote. </w:t>
      </w:r>
      <w:r w:rsidR="00CD04CB" w:rsidRPr="00CD04CB">
        <w:rPr>
          <w:rFonts w:ascii="Calibri" w:hAnsi="Calibri" w:cs="Calibri"/>
          <w:b/>
          <w:bCs/>
        </w:rPr>
        <w:br/>
      </w:r>
    </w:p>
    <w:p w14:paraId="77BD5A39" w14:textId="1288FF35" w:rsidR="00045BA8" w:rsidRDefault="007758E0" w:rsidP="00877ABE">
      <w:pPr>
        <w:rPr>
          <w:rFonts w:ascii="Calibri" w:hAnsi="Calibri" w:cs="Calibri"/>
        </w:rPr>
      </w:pPr>
      <w:r w:rsidRPr="00CD04CB">
        <w:rPr>
          <w:rFonts w:ascii="Calibri" w:hAnsi="Calibri" w:cs="Calibri"/>
        </w:rPr>
        <w:t xml:space="preserve">Dr. Price </w:t>
      </w:r>
      <w:r w:rsidR="00CD04CB">
        <w:rPr>
          <w:rFonts w:ascii="Calibri" w:hAnsi="Calibri" w:cs="Calibri"/>
        </w:rPr>
        <w:t xml:space="preserve">had questions about the scheduling deadline. </w:t>
      </w:r>
    </w:p>
    <w:p w14:paraId="1671ECDD" w14:textId="77777777" w:rsidR="00045BA8" w:rsidRDefault="00045BA8" w:rsidP="00877ABE">
      <w:pPr>
        <w:rPr>
          <w:rFonts w:ascii="Calibri" w:hAnsi="Calibri" w:cs="Calibri"/>
        </w:rPr>
      </w:pPr>
    </w:p>
    <w:p w14:paraId="19C48317" w14:textId="58B3D2A1" w:rsidR="00045BA8" w:rsidRPr="00045BA8" w:rsidRDefault="00045BA8" w:rsidP="00877ABE">
      <w:pPr>
        <w:rPr>
          <w:rFonts w:ascii="Calibri" w:hAnsi="Calibri" w:cs="Calibri"/>
          <w:b/>
          <w:bCs/>
        </w:rPr>
      </w:pPr>
      <w:r w:rsidRPr="00045BA8">
        <w:rPr>
          <w:rFonts w:ascii="Calibri" w:hAnsi="Calibri" w:cs="Calibri"/>
          <w:b/>
          <w:bCs/>
        </w:rPr>
        <w:t xml:space="preserve">Dr. Price made a motion to </w:t>
      </w:r>
      <w:r>
        <w:rPr>
          <w:rFonts w:ascii="Calibri" w:hAnsi="Calibri" w:cs="Calibri"/>
          <w:b/>
          <w:bCs/>
        </w:rPr>
        <w:t>add a</w:t>
      </w:r>
      <w:r w:rsidRPr="00045BA8">
        <w:rPr>
          <w:rFonts w:ascii="Calibri" w:hAnsi="Calibri" w:cs="Calibri"/>
          <w:b/>
          <w:bCs/>
        </w:rPr>
        <w:t xml:space="preserve"> submission</w:t>
      </w:r>
      <w:r>
        <w:rPr>
          <w:rFonts w:ascii="Calibri" w:hAnsi="Calibri" w:cs="Calibri"/>
          <w:b/>
          <w:bCs/>
        </w:rPr>
        <w:t xml:space="preserve"> of documents</w:t>
      </w:r>
      <w:r w:rsidRPr="00045BA8">
        <w:rPr>
          <w:rFonts w:ascii="Calibri" w:hAnsi="Calibri" w:cs="Calibri"/>
          <w:b/>
          <w:bCs/>
        </w:rPr>
        <w:t xml:space="preserve"> deadline</w:t>
      </w:r>
      <w:r>
        <w:rPr>
          <w:rFonts w:ascii="Calibri" w:hAnsi="Calibri" w:cs="Calibri"/>
          <w:b/>
          <w:bCs/>
        </w:rPr>
        <w:t xml:space="preserve"> for the Plan Commission at 4 PM on Friday afternoon prior to the meeting</w:t>
      </w:r>
      <w:r w:rsidRPr="00045BA8">
        <w:rPr>
          <w:rFonts w:ascii="Calibri" w:hAnsi="Calibri" w:cs="Calibri"/>
          <w:b/>
          <w:bCs/>
        </w:rPr>
        <w:t xml:space="preserve">. </w:t>
      </w:r>
    </w:p>
    <w:p w14:paraId="659DA59D" w14:textId="77777777" w:rsidR="00045BA8" w:rsidRDefault="00045BA8" w:rsidP="00877ABE">
      <w:pPr>
        <w:rPr>
          <w:rFonts w:ascii="Calibri" w:hAnsi="Calibri" w:cs="Calibri"/>
        </w:rPr>
      </w:pPr>
    </w:p>
    <w:p w14:paraId="4B14C492" w14:textId="77777777" w:rsidR="004A421C" w:rsidRDefault="00045BA8" w:rsidP="00877ABE">
      <w:pPr>
        <w:rPr>
          <w:rFonts w:ascii="Calibri" w:hAnsi="Calibri" w:cs="Calibri"/>
        </w:rPr>
      </w:pPr>
      <w:r w:rsidRPr="00045BA8">
        <w:rPr>
          <w:rFonts w:ascii="Calibri" w:hAnsi="Calibri" w:cs="Calibri"/>
        </w:rPr>
        <w:t xml:space="preserve">A discussion took place on the schedule for application deadlines. </w:t>
      </w:r>
      <w:r>
        <w:rPr>
          <w:rFonts w:ascii="Calibri" w:hAnsi="Calibri" w:cs="Calibri"/>
        </w:rPr>
        <w:t xml:space="preserve">The board requested that this be brought back to the next meeting to discuss. </w:t>
      </w:r>
      <w:r w:rsidR="00CD04CB">
        <w:rPr>
          <w:rFonts w:ascii="Calibri" w:hAnsi="Calibri" w:cs="Calibri"/>
        </w:rPr>
        <w:t xml:space="preserve"> </w:t>
      </w:r>
    </w:p>
    <w:p w14:paraId="35962186" w14:textId="4E16464B" w:rsidR="00CD04CB" w:rsidRPr="004A421C" w:rsidRDefault="00045BA8" w:rsidP="00877ABE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br/>
      </w:r>
      <w:r w:rsidR="004A421C">
        <w:rPr>
          <w:rFonts w:ascii="Calibri" w:hAnsi="Calibri" w:cs="Calibri"/>
          <w:b/>
          <w:bCs/>
        </w:rPr>
        <w:t xml:space="preserve">Dr. Price withdrew his motion. </w:t>
      </w:r>
    </w:p>
    <w:p w14:paraId="47C637A3" w14:textId="77777777" w:rsidR="007758E0" w:rsidRPr="00877ABE" w:rsidRDefault="007758E0" w:rsidP="00877ABE">
      <w:pPr>
        <w:rPr>
          <w:rFonts w:ascii="Calibri" w:hAnsi="Calibri" w:cs="Calibri"/>
          <w:i/>
          <w:iCs/>
        </w:rPr>
      </w:pPr>
    </w:p>
    <w:p w14:paraId="32516D73" w14:textId="46A463E7" w:rsidR="00877ABE" w:rsidRDefault="00877ABE" w:rsidP="00877ABE">
      <w:pPr>
        <w:rPr>
          <w:rFonts w:ascii="Calibri" w:hAnsi="Calibri" w:cs="Calibri"/>
          <w:i/>
          <w:iCs/>
        </w:rPr>
      </w:pPr>
      <w:r w:rsidRPr="00877ABE">
        <w:rPr>
          <w:rFonts w:ascii="Calibri" w:hAnsi="Calibri" w:cs="Calibri"/>
          <w:i/>
          <w:iCs/>
        </w:rPr>
        <w:t>McCord Square Review Board (MSRB) Update</w:t>
      </w:r>
    </w:p>
    <w:p w14:paraId="247C49C4" w14:textId="77777777" w:rsidR="007758E0" w:rsidRDefault="007758E0" w:rsidP="00877ABE">
      <w:pPr>
        <w:rPr>
          <w:rFonts w:ascii="Calibri" w:hAnsi="Calibri" w:cs="Calibri"/>
          <w:i/>
          <w:iCs/>
        </w:rPr>
      </w:pPr>
    </w:p>
    <w:p w14:paraId="609755BA" w14:textId="39BC590D" w:rsidR="00D70028" w:rsidRDefault="00CD04CB" w:rsidP="00877ABE">
      <w:pPr>
        <w:rPr>
          <w:rFonts w:ascii="Calibri" w:hAnsi="Calibri" w:cs="Calibri"/>
        </w:rPr>
      </w:pPr>
      <w:r>
        <w:rPr>
          <w:rFonts w:ascii="Calibri" w:hAnsi="Calibri" w:cs="Calibri"/>
        </w:rPr>
        <w:t>Staff presented Taco Bell to the board</w:t>
      </w:r>
      <w:r w:rsidR="00D70028">
        <w:rPr>
          <w:rFonts w:ascii="Calibri" w:hAnsi="Calibri" w:cs="Calibri"/>
        </w:rPr>
        <w:t xml:space="preserve">. </w:t>
      </w:r>
      <w:r w:rsidR="00D70028">
        <w:rPr>
          <w:rFonts w:ascii="Calibri" w:hAnsi="Calibri" w:cs="Calibri"/>
        </w:rPr>
        <w:br/>
      </w:r>
    </w:p>
    <w:p w14:paraId="74414460" w14:textId="77777777" w:rsidR="00D70028" w:rsidRDefault="00D70028" w:rsidP="00877ABE">
      <w:pPr>
        <w:rPr>
          <w:rFonts w:ascii="Calibri" w:hAnsi="Calibri" w:cs="Calibri"/>
        </w:rPr>
      </w:pPr>
    </w:p>
    <w:p w14:paraId="1E172692" w14:textId="4247FF22" w:rsidR="00D70028" w:rsidRPr="00D70028" w:rsidRDefault="00D70028" w:rsidP="00D70028">
      <w:pPr>
        <w:rPr>
          <w:rFonts w:ascii="Calibri" w:hAnsi="Calibri" w:cs="Calibri"/>
          <w:i/>
          <w:iCs/>
        </w:rPr>
      </w:pPr>
      <w:r w:rsidRPr="00D70028">
        <w:rPr>
          <w:rFonts w:ascii="Calibri" w:hAnsi="Calibri" w:cs="Calibri"/>
          <w:i/>
          <w:iCs/>
        </w:rPr>
        <w:t>Comprehensive Plan Update</w:t>
      </w:r>
      <w:r>
        <w:rPr>
          <w:rFonts w:ascii="Calibri" w:hAnsi="Calibri" w:cs="Calibri"/>
          <w:i/>
          <w:iCs/>
        </w:rPr>
        <w:br/>
      </w:r>
      <w:r>
        <w:rPr>
          <w:rFonts w:ascii="Calibri" w:hAnsi="Calibri" w:cs="Calibri"/>
          <w:i/>
          <w:iCs/>
        </w:rPr>
        <w:br/>
      </w:r>
      <w:r>
        <w:rPr>
          <w:rFonts w:ascii="Calibri" w:hAnsi="Calibri" w:cs="Calibri"/>
        </w:rPr>
        <w:t xml:space="preserve">Staff gave an update on the timeline and process for the Comprehensive Plan. </w:t>
      </w:r>
      <w:r>
        <w:rPr>
          <w:rFonts w:ascii="Calibri" w:hAnsi="Calibri" w:cs="Calibri"/>
          <w:i/>
          <w:iCs/>
        </w:rPr>
        <w:br/>
      </w:r>
    </w:p>
    <w:p w14:paraId="1F646056" w14:textId="77777777" w:rsidR="00D70028" w:rsidRPr="00D70028" w:rsidRDefault="00D70028" w:rsidP="00D70028">
      <w:pPr>
        <w:rPr>
          <w:rFonts w:ascii="Calibri" w:hAnsi="Calibri" w:cs="Calibri"/>
          <w:i/>
          <w:iCs/>
        </w:rPr>
      </w:pPr>
    </w:p>
    <w:p w14:paraId="37102D0C" w14:textId="24C57036" w:rsidR="00D70028" w:rsidRPr="00D70028" w:rsidRDefault="00D70028" w:rsidP="00D70028">
      <w:pPr>
        <w:rPr>
          <w:rFonts w:ascii="Calibri" w:hAnsi="Calibri" w:cs="Calibri"/>
          <w:i/>
          <w:iCs/>
        </w:rPr>
      </w:pPr>
      <w:r w:rsidRPr="00D70028">
        <w:rPr>
          <w:rFonts w:ascii="Calibri" w:hAnsi="Calibri" w:cs="Calibri"/>
          <w:i/>
          <w:iCs/>
        </w:rPr>
        <w:t>Annual Plan Commission Training Session</w:t>
      </w:r>
      <w:r>
        <w:rPr>
          <w:rFonts w:ascii="Calibri" w:hAnsi="Calibri" w:cs="Calibri"/>
          <w:i/>
          <w:iCs/>
        </w:rPr>
        <w:br/>
      </w:r>
    </w:p>
    <w:p w14:paraId="393D8E83" w14:textId="68D1E7F5" w:rsidR="00877ABE" w:rsidRDefault="00346E17" w:rsidP="00877ABE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Ms. Copeland shared the main important items for training purposes. </w:t>
      </w:r>
    </w:p>
    <w:p w14:paraId="76CAC969" w14:textId="77777777" w:rsidR="00346E17" w:rsidRDefault="00346E17" w:rsidP="00877ABE">
      <w:pPr>
        <w:rPr>
          <w:rFonts w:ascii="Calibri" w:hAnsi="Calibri" w:cs="Calibri"/>
          <w:i/>
          <w:iCs/>
        </w:rPr>
      </w:pPr>
    </w:p>
    <w:p w14:paraId="05A7B9D6" w14:textId="42393F53" w:rsidR="001E6AD8" w:rsidRDefault="001E6AD8" w:rsidP="00877ABE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Dr. John Price made a comment about consistency when it comes to </w:t>
      </w:r>
      <w:r w:rsidR="00045BA8">
        <w:rPr>
          <w:rFonts w:ascii="Calibri" w:hAnsi="Calibri" w:cs="Calibri"/>
        </w:rPr>
        <w:t xml:space="preserve">the title of </w:t>
      </w:r>
      <w:r>
        <w:rPr>
          <w:rFonts w:ascii="Calibri" w:hAnsi="Calibri" w:cs="Calibri"/>
        </w:rPr>
        <w:t>Plan Commissi</w:t>
      </w:r>
      <w:r w:rsidR="0090294D">
        <w:rPr>
          <w:rFonts w:ascii="Calibri" w:hAnsi="Calibri" w:cs="Calibri"/>
        </w:rPr>
        <w:t xml:space="preserve">on. </w:t>
      </w:r>
    </w:p>
    <w:p w14:paraId="1E69E52E" w14:textId="77777777" w:rsidR="001E6AD8" w:rsidRPr="00877ABE" w:rsidRDefault="001E6AD8" w:rsidP="00877ABE">
      <w:pPr>
        <w:rPr>
          <w:rFonts w:ascii="Calibri" w:hAnsi="Calibri" w:cs="Calibri"/>
          <w:i/>
          <w:iCs/>
        </w:rPr>
      </w:pPr>
    </w:p>
    <w:p w14:paraId="30683DC5" w14:textId="6EADD8CE" w:rsidR="00AC60A8" w:rsidRPr="00045BA8" w:rsidRDefault="001B7FFE">
      <w:pPr>
        <w:rPr>
          <w:b/>
          <w:bCs/>
          <w:u w:val="single"/>
        </w:rPr>
      </w:pPr>
      <w:r w:rsidRPr="001B7FFE">
        <w:rPr>
          <w:b/>
          <w:bCs/>
          <w:u w:val="single"/>
        </w:rPr>
        <w:t xml:space="preserve">Next Meeting </w:t>
      </w:r>
      <w:r w:rsidR="001E6AD8">
        <w:rPr>
          <w:b/>
          <w:bCs/>
          <w:u w:val="single"/>
        </w:rPr>
        <w:br/>
      </w:r>
      <w:r w:rsidR="00346E17">
        <w:t>February 18</w:t>
      </w:r>
      <w:r w:rsidR="00346E17" w:rsidRPr="00346E17">
        <w:rPr>
          <w:vertAlign w:val="superscript"/>
        </w:rPr>
        <w:t>th</w:t>
      </w:r>
      <w:r w:rsidR="00346E17">
        <w:t xml:space="preserve"> </w:t>
      </w:r>
    </w:p>
    <w:p w14:paraId="55CD5D04" w14:textId="79BD6B0B" w:rsidR="001E6AD8" w:rsidRDefault="001E6AD8"/>
    <w:p w14:paraId="6E528C71" w14:textId="601FBB38" w:rsidR="001E6AD8" w:rsidRPr="00045BA8" w:rsidRDefault="001E6AD8">
      <w:pPr>
        <w:rPr>
          <w:b/>
          <w:bCs/>
        </w:rPr>
      </w:pPr>
      <w:r w:rsidRPr="00045BA8">
        <w:rPr>
          <w:b/>
          <w:bCs/>
        </w:rPr>
        <w:t>M</w:t>
      </w:r>
      <w:r w:rsidR="0074057D" w:rsidRPr="00045BA8">
        <w:rPr>
          <w:b/>
          <w:bCs/>
        </w:rPr>
        <w:t>s</w:t>
      </w:r>
      <w:r w:rsidR="00045BA8" w:rsidRPr="00045BA8">
        <w:rPr>
          <w:b/>
          <w:bCs/>
        </w:rPr>
        <w:t>. Schneckenberger m</w:t>
      </w:r>
      <w:r w:rsidRPr="00045BA8">
        <w:rPr>
          <w:b/>
          <w:bCs/>
        </w:rPr>
        <w:t>ade a motion to adjourn the meeting,</w:t>
      </w:r>
      <w:r w:rsidR="0074057D" w:rsidRPr="00045BA8">
        <w:rPr>
          <w:b/>
          <w:bCs/>
        </w:rPr>
        <w:t xml:space="preserve"> </w:t>
      </w:r>
      <w:r w:rsidR="0090294D">
        <w:rPr>
          <w:b/>
          <w:bCs/>
        </w:rPr>
        <w:t>Ms. Richert</w:t>
      </w:r>
      <w:r w:rsidRPr="00045BA8">
        <w:rPr>
          <w:b/>
          <w:bCs/>
        </w:rPr>
        <w:t xml:space="preserve"> seconded, unanimous vote. </w:t>
      </w:r>
    </w:p>
    <w:p w14:paraId="12D9F311" w14:textId="77777777" w:rsidR="001E6AD8" w:rsidRDefault="001E6AD8"/>
    <w:p w14:paraId="34D88E9E" w14:textId="64936994" w:rsidR="001E6AD8" w:rsidRPr="007758E0" w:rsidRDefault="001E6AD8">
      <w:r>
        <w:t xml:space="preserve">Meeting adjourned. </w:t>
      </w:r>
    </w:p>
    <w:sectPr w:rsidR="001E6AD8" w:rsidRPr="007758E0" w:rsidSect="006F5BCB">
      <w:headerReference w:type="default" r:id="rId6"/>
      <w:footerReference w:type="default" r:id="rId7"/>
      <w:headerReference w:type="first" r:id="rId8"/>
      <w:footerReference w:type="first" r:id="rId9"/>
      <w:pgSz w:w="12240" w:h="15840"/>
      <w:pgMar w:top="2160" w:right="1440" w:bottom="2160" w:left="1440" w:header="864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C1253E" w14:textId="77777777" w:rsidR="00942422" w:rsidRDefault="00942422" w:rsidP="00D31887">
      <w:r>
        <w:separator/>
      </w:r>
    </w:p>
  </w:endnote>
  <w:endnote w:type="continuationSeparator" w:id="0">
    <w:p w14:paraId="34C507D1" w14:textId="77777777" w:rsidR="00942422" w:rsidRDefault="00942422" w:rsidP="00D3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lack">
    <w:altName w:val="Calibri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393C0" w14:textId="5A60AA8E" w:rsidR="00D31887" w:rsidRPr="00D31887" w:rsidRDefault="00D31887" w:rsidP="00D31887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6280 </w:t>
    </w:r>
    <w:r w:rsidR="00A74F0D">
      <w:rPr>
        <w:rFonts w:ascii="Avenir Black" w:hAnsi="Avenir Black"/>
        <w:b/>
        <w:bCs/>
        <w:color w:val="2B3857"/>
        <w:sz w:val="20"/>
        <w:szCs w:val="20"/>
      </w:rPr>
      <w:t>VAIL RD</w:t>
    </w: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 MCCORDSVILLE, IN 46055 | (317) 335-5113 | WWW.MCCORDSVILLE.ORG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CCE07" w14:textId="3EE9A528" w:rsidR="00783C74" w:rsidRPr="00D31887" w:rsidRDefault="00783C74" w:rsidP="00783C74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6280 </w:t>
    </w:r>
    <w:r w:rsidR="00A74F0D">
      <w:rPr>
        <w:rFonts w:ascii="Avenir Black" w:hAnsi="Avenir Black"/>
        <w:b/>
        <w:bCs/>
        <w:color w:val="2B3857"/>
        <w:sz w:val="20"/>
        <w:szCs w:val="20"/>
      </w:rPr>
      <w:t>VAIL RD</w:t>
    </w: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 MCCORDSVILLE, IN 46055 | (317) 335-5113 | WWW.MCCORDSVILLE.ORG</w:t>
    </w:r>
  </w:p>
  <w:p w14:paraId="51E898DD" w14:textId="77777777" w:rsidR="00783C74" w:rsidRPr="00783C74" w:rsidRDefault="00783C74" w:rsidP="00783C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8A5FD" w14:textId="77777777" w:rsidR="00942422" w:rsidRDefault="00942422" w:rsidP="00D31887">
      <w:r>
        <w:separator/>
      </w:r>
    </w:p>
  </w:footnote>
  <w:footnote w:type="continuationSeparator" w:id="0">
    <w:p w14:paraId="02D68360" w14:textId="77777777" w:rsidR="00942422" w:rsidRDefault="00942422" w:rsidP="00D3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468B5" w14:textId="77777777" w:rsidR="00D31887" w:rsidRDefault="00D31887" w:rsidP="00D31887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F7919" w14:textId="77777777" w:rsidR="006F5BCB" w:rsidRDefault="006F5BCB" w:rsidP="006F5BCB">
    <w:pPr>
      <w:pStyle w:val="Header"/>
      <w:jc w:val="center"/>
    </w:pPr>
    <w:r>
      <w:rPr>
        <w:noProof/>
      </w:rPr>
      <w:drawing>
        <wp:inline distT="0" distB="0" distL="0" distR="0" wp14:anchorId="0686E094" wp14:editId="7F622ECE">
          <wp:extent cx="3007040" cy="1219200"/>
          <wp:effectExtent l="0" t="0" r="3175" b="0"/>
          <wp:docPr id="4" name="Picture 4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9464" cy="1240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F0D"/>
    <w:rsid w:val="00043FD7"/>
    <w:rsid w:val="00045BA8"/>
    <w:rsid w:val="0009016B"/>
    <w:rsid w:val="000C18B2"/>
    <w:rsid w:val="000E6DA4"/>
    <w:rsid w:val="00123FAF"/>
    <w:rsid w:val="00125DC2"/>
    <w:rsid w:val="001379E7"/>
    <w:rsid w:val="001B7FFE"/>
    <w:rsid w:val="001E0AC7"/>
    <w:rsid w:val="001E6AD8"/>
    <w:rsid w:val="00200D45"/>
    <w:rsid w:val="00250C96"/>
    <w:rsid w:val="00272F45"/>
    <w:rsid w:val="00290D05"/>
    <w:rsid w:val="002A0324"/>
    <w:rsid w:val="002C08E6"/>
    <w:rsid w:val="002C4215"/>
    <w:rsid w:val="002D1246"/>
    <w:rsid w:val="002F3D78"/>
    <w:rsid w:val="00346E17"/>
    <w:rsid w:val="0039294D"/>
    <w:rsid w:val="00453489"/>
    <w:rsid w:val="00481A8E"/>
    <w:rsid w:val="00487493"/>
    <w:rsid w:val="00497EEF"/>
    <w:rsid w:val="004A421C"/>
    <w:rsid w:val="004C3361"/>
    <w:rsid w:val="005C5A87"/>
    <w:rsid w:val="00620F93"/>
    <w:rsid w:val="006517B7"/>
    <w:rsid w:val="00665B80"/>
    <w:rsid w:val="00687291"/>
    <w:rsid w:val="006C52A6"/>
    <w:rsid w:val="006C6345"/>
    <w:rsid w:val="006F3584"/>
    <w:rsid w:val="006F5BCB"/>
    <w:rsid w:val="0074057D"/>
    <w:rsid w:val="007758E0"/>
    <w:rsid w:val="00783C74"/>
    <w:rsid w:val="007919D3"/>
    <w:rsid w:val="007A14C2"/>
    <w:rsid w:val="0087677D"/>
    <w:rsid w:val="00877ABE"/>
    <w:rsid w:val="00894061"/>
    <w:rsid w:val="008C43E5"/>
    <w:rsid w:val="00900332"/>
    <w:rsid w:val="0090294D"/>
    <w:rsid w:val="00942422"/>
    <w:rsid w:val="00945347"/>
    <w:rsid w:val="009B00B5"/>
    <w:rsid w:val="00A07119"/>
    <w:rsid w:val="00A11332"/>
    <w:rsid w:val="00A74F0D"/>
    <w:rsid w:val="00A76F11"/>
    <w:rsid w:val="00AA0D16"/>
    <w:rsid w:val="00AC60A8"/>
    <w:rsid w:val="00AD221C"/>
    <w:rsid w:val="00B42098"/>
    <w:rsid w:val="00B47FCA"/>
    <w:rsid w:val="00BB5883"/>
    <w:rsid w:val="00BD029F"/>
    <w:rsid w:val="00BF793C"/>
    <w:rsid w:val="00C57CAA"/>
    <w:rsid w:val="00C60CF9"/>
    <w:rsid w:val="00CB2FFD"/>
    <w:rsid w:val="00CD04CB"/>
    <w:rsid w:val="00CE1C67"/>
    <w:rsid w:val="00D31887"/>
    <w:rsid w:val="00D70028"/>
    <w:rsid w:val="00D732BE"/>
    <w:rsid w:val="00D926F3"/>
    <w:rsid w:val="00DB40F7"/>
    <w:rsid w:val="00E102B6"/>
    <w:rsid w:val="00E154E6"/>
    <w:rsid w:val="00E16127"/>
    <w:rsid w:val="00EA2D1C"/>
    <w:rsid w:val="00EB2C55"/>
    <w:rsid w:val="00EC5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CCB73"/>
  <w15:chartTrackingRefBased/>
  <w15:docId w15:val="{9F93BF8F-1431-454E-B3AE-18F079438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887"/>
  </w:style>
  <w:style w:type="paragraph" w:styleId="Footer">
    <w:name w:val="footer"/>
    <w:basedOn w:val="Normal"/>
    <w:link w:val="Foot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Planning%20&amp;%20Building\---%20Administration\Branding\McCordsville_Letterhead_2022-12-23.dotx" TargetMode="Externa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McCordsville_Letterhead_2022-12-23</Template>
  <TotalTime>186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Crum</dc:creator>
  <cp:keywords/>
  <dc:description/>
  <cp:lastModifiedBy>Allyson Hamlin</cp:lastModifiedBy>
  <cp:revision>2</cp:revision>
  <dcterms:created xsi:type="dcterms:W3CDTF">2025-01-28T23:49:00Z</dcterms:created>
  <dcterms:modified xsi:type="dcterms:W3CDTF">2025-02-12T18:34:00Z</dcterms:modified>
</cp:coreProperties>
</file>