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52258" w14:textId="77777777" w:rsidR="00D31887" w:rsidRDefault="00D31887"/>
    <w:p w14:paraId="4C737305" w14:textId="77777777" w:rsidR="006F5BCB" w:rsidRDefault="006F5BCB"/>
    <w:p w14:paraId="61CFA580" w14:textId="77777777" w:rsidR="007B44CC" w:rsidRPr="006F7A0C" w:rsidRDefault="007B44CC" w:rsidP="007B44C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Technical Advisory Committee</w:t>
      </w:r>
    </w:p>
    <w:p w14:paraId="760D06C0" w14:textId="77777777" w:rsidR="007B44CC" w:rsidRPr="006F7A0C" w:rsidRDefault="007B44CC" w:rsidP="007B44C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Meeting Minutes</w:t>
      </w:r>
    </w:p>
    <w:p w14:paraId="6CC8D920" w14:textId="43FDB02E" w:rsidR="007B44CC" w:rsidRDefault="00465581" w:rsidP="007B44C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>December 19</w:t>
      </w:r>
      <w:r w:rsidRPr="00465581">
        <w:rPr>
          <w:rFonts w:ascii="Calibri" w:eastAsia="Aptos" w:hAnsi="Calibri" w:cs="Calibri"/>
          <w:b/>
          <w:vertAlign w:val="superscript"/>
        </w:rPr>
        <w:t>th</w:t>
      </w:r>
      <w:r w:rsidR="0017045F">
        <w:rPr>
          <w:rFonts w:ascii="Calibri" w:eastAsia="Aptos" w:hAnsi="Calibri" w:cs="Calibri"/>
          <w:b/>
        </w:rPr>
        <w:t>,</w:t>
      </w:r>
      <w:r w:rsidR="007B44CC">
        <w:rPr>
          <w:rFonts w:ascii="Calibri" w:eastAsia="Aptos" w:hAnsi="Calibri" w:cs="Calibri"/>
          <w:b/>
        </w:rPr>
        <w:t xml:space="preserve"> 2</w:t>
      </w:r>
      <w:r w:rsidR="007B44CC" w:rsidRPr="006F7A0C">
        <w:rPr>
          <w:rFonts w:ascii="Calibri" w:eastAsia="Aptos" w:hAnsi="Calibri" w:cs="Calibri"/>
          <w:b/>
        </w:rPr>
        <w:t>024</w:t>
      </w:r>
    </w:p>
    <w:p w14:paraId="703E97AF" w14:textId="1846E10E" w:rsidR="007B44CC" w:rsidRPr="006F7A0C" w:rsidRDefault="007B44CC" w:rsidP="007B44C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>9:</w:t>
      </w:r>
      <w:r w:rsidR="0046785E">
        <w:rPr>
          <w:rFonts w:ascii="Calibri" w:eastAsia="Aptos" w:hAnsi="Calibri" w:cs="Calibri"/>
          <w:b/>
        </w:rPr>
        <w:t>06</w:t>
      </w:r>
      <w:r>
        <w:rPr>
          <w:rFonts w:ascii="Calibri" w:eastAsia="Aptos" w:hAnsi="Calibri" w:cs="Calibri"/>
          <w:b/>
        </w:rPr>
        <w:t xml:space="preserve"> AM</w:t>
      </w:r>
    </w:p>
    <w:p w14:paraId="2C4E068B" w14:textId="77777777" w:rsidR="007B44CC" w:rsidRPr="006F7A0C" w:rsidRDefault="007B44CC" w:rsidP="007B44CC">
      <w:pPr>
        <w:rPr>
          <w:rFonts w:ascii="Calibri" w:eastAsia="Aptos" w:hAnsi="Calibri" w:cs="Calibri"/>
        </w:rPr>
      </w:pPr>
      <w:r w:rsidRPr="001F0E46">
        <w:rPr>
          <w:rFonts w:ascii="Calibri" w:eastAsia="Aptos" w:hAnsi="Calibri" w:cs="Calibri"/>
          <w:b/>
          <w:bCs/>
        </w:rPr>
        <w:t>Roll Call:</w:t>
      </w:r>
      <w:r>
        <w:rPr>
          <w:rFonts w:ascii="Calibri" w:eastAsia="Aptos" w:hAnsi="Calibri" w:cs="Calibri"/>
        </w:rPr>
        <w:t xml:space="preserve"> Allyson Hamlin</w:t>
      </w:r>
    </w:p>
    <w:p w14:paraId="30671E4D" w14:textId="1094FB1B" w:rsidR="002774F8" w:rsidRDefault="007B44CC" w:rsidP="007B44CC">
      <w:pPr>
        <w:spacing w:after="160" w:line="259" w:lineRule="auto"/>
        <w:rPr>
          <w:rFonts w:ascii="Calibri" w:eastAsia="Aptos" w:hAnsi="Calibri" w:cs="Calibri"/>
          <w:b/>
          <w:bCs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Present:</w:t>
      </w:r>
      <w:r w:rsidRPr="00D523EE">
        <w:rPr>
          <w:rFonts w:ascii="Calibri" w:eastAsia="Aptos" w:hAnsi="Calibri" w:cs="Calibri"/>
          <w:kern w:val="2"/>
          <w14:ligatures w14:val="standardContextual"/>
        </w:rPr>
        <w:t xml:space="preserve"> </w:t>
      </w:r>
      <w:r>
        <w:rPr>
          <w:rFonts w:ascii="Calibri" w:eastAsia="Aptos" w:hAnsi="Calibri" w:cs="Calibri"/>
          <w:kern w:val="2"/>
          <w14:ligatures w14:val="standardContextual"/>
        </w:rPr>
        <w:t>Josh Earl</w:t>
      </w:r>
      <w:r w:rsidR="008569B0">
        <w:rPr>
          <w:rFonts w:ascii="Calibri" w:eastAsia="Aptos" w:hAnsi="Calibri" w:cs="Calibri"/>
          <w:kern w:val="2"/>
          <w14:ligatures w14:val="standardContextual"/>
        </w:rPr>
        <w:t xml:space="preserve"> (Vernon Township)</w:t>
      </w:r>
      <w:r>
        <w:rPr>
          <w:rFonts w:ascii="Calibri" w:eastAsia="Aptos" w:hAnsi="Calibri" w:cs="Calibri"/>
          <w:kern w:val="2"/>
          <w14:ligatures w14:val="standardContextual"/>
        </w:rPr>
        <w:t>,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 Ron Crider,</w:t>
      </w:r>
      <w:r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Pr="006F7A0C">
        <w:rPr>
          <w:rFonts w:ascii="Calibri" w:eastAsia="Aptos" w:hAnsi="Calibri" w:cs="Calibri"/>
          <w:kern w:val="2"/>
          <w14:ligatures w14:val="standardContextual"/>
        </w:rPr>
        <w:t>Erik Pullum</w:t>
      </w:r>
      <w:r>
        <w:rPr>
          <w:rFonts w:ascii="Calibri" w:eastAsia="Aptos" w:hAnsi="Calibri" w:cs="Calibri"/>
          <w:kern w:val="2"/>
          <w14:ligatures w14:val="standardContextual"/>
        </w:rPr>
        <w:t>, Derek Shelton, Steve Gipson</w:t>
      </w:r>
      <w:r w:rsidR="009C0001">
        <w:rPr>
          <w:rFonts w:ascii="Calibri" w:eastAsia="Aptos" w:hAnsi="Calibri" w:cs="Calibri"/>
          <w:kern w:val="2"/>
          <w14:ligatures w14:val="standardContextual"/>
        </w:rPr>
        <w:t xml:space="preserve">, </w:t>
      </w:r>
      <w:r w:rsidR="009C0001" w:rsidRPr="009C0001">
        <w:rPr>
          <w:rFonts w:ascii="Calibri" w:eastAsia="Aptos" w:hAnsi="Calibri" w:cs="Calibri"/>
          <w:kern w:val="2"/>
          <w14:ligatures w14:val="standardContextual"/>
        </w:rPr>
        <w:t xml:space="preserve">Ryan Crum, Chief </w:t>
      </w:r>
      <w:r w:rsidR="009C0001">
        <w:rPr>
          <w:rFonts w:ascii="Calibri" w:eastAsia="Aptos" w:hAnsi="Calibri" w:cs="Calibri"/>
          <w:kern w:val="2"/>
          <w14:ligatures w14:val="standardContextual"/>
        </w:rPr>
        <w:t>Jim Bell</w:t>
      </w:r>
      <w:r w:rsidR="002774F8">
        <w:rPr>
          <w:rFonts w:ascii="Calibri" w:eastAsia="Aptos" w:hAnsi="Calibri" w:cs="Calibri"/>
          <w:kern w:val="2"/>
          <w14:ligatures w14:val="standardContextual"/>
        </w:rPr>
        <w:t xml:space="preserve">, </w:t>
      </w:r>
      <w:r w:rsidR="002774F8" w:rsidRPr="002774F8">
        <w:rPr>
          <w:rFonts w:ascii="Calibri" w:eastAsia="Aptos" w:hAnsi="Calibri" w:cs="Calibri"/>
          <w:kern w:val="2"/>
          <w14:ligatures w14:val="standardContextual"/>
        </w:rPr>
        <w:t>Chad Coughenour</w:t>
      </w:r>
      <w:r w:rsidR="002774F8">
        <w:rPr>
          <w:rFonts w:ascii="Calibri" w:eastAsia="Aptos" w:hAnsi="Calibri" w:cs="Calibri"/>
          <w:kern w:val="2"/>
          <w14:ligatures w14:val="standardContextual"/>
        </w:rPr>
        <w:t xml:space="preserve"> </w:t>
      </w:r>
      <w:r>
        <w:rPr>
          <w:rFonts w:ascii="Calibri" w:eastAsia="Aptos" w:hAnsi="Calibri" w:cs="Calibri"/>
          <w:kern w:val="2"/>
          <w14:ligatures w14:val="standardContextual"/>
        </w:rPr>
        <w:br/>
      </w: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Absent:</w:t>
      </w:r>
      <w:r w:rsidR="00A6117A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</w:t>
      </w:r>
      <w:r w:rsidR="002774F8" w:rsidRPr="002774F8">
        <w:rPr>
          <w:rFonts w:ascii="Calibri" w:eastAsia="Aptos" w:hAnsi="Calibri" w:cs="Calibri"/>
          <w:kern w:val="2"/>
          <w14:ligatures w14:val="standardContextual"/>
        </w:rPr>
        <w:t>Andy Ebbert (</w:t>
      </w:r>
      <w:proofErr w:type="spellStart"/>
      <w:r w:rsidR="002774F8" w:rsidRPr="002774F8">
        <w:rPr>
          <w:rFonts w:ascii="Calibri" w:eastAsia="Aptos" w:hAnsi="Calibri" w:cs="Calibri"/>
          <w:kern w:val="2"/>
          <w14:ligatures w14:val="standardContextual"/>
        </w:rPr>
        <w:t>Buckcreek</w:t>
      </w:r>
      <w:proofErr w:type="spellEnd"/>
      <w:r w:rsidR="002774F8" w:rsidRPr="002774F8">
        <w:rPr>
          <w:rFonts w:ascii="Calibri" w:eastAsia="Aptos" w:hAnsi="Calibri" w:cs="Calibri"/>
          <w:kern w:val="2"/>
          <w14:ligatures w14:val="standardContextual"/>
        </w:rPr>
        <w:t xml:space="preserve"> Township)</w:t>
      </w:r>
      <w:r w:rsidR="0046785E">
        <w:rPr>
          <w:rFonts w:ascii="Calibri" w:eastAsia="Aptos" w:hAnsi="Calibri" w:cs="Calibri"/>
          <w:kern w:val="2"/>
          <w14:ligatures w14:val="standardContextual"/>
        </w:rPr>
        <w:t xml:space="preserve">, Mark Witsman </w:t>
      </w:r>
    </w:p>
    <w:p w14:paraId="485DC09D" w14:textId="1ED0194B" w:rsidR="007B44CC" w:rsidRDefault="007B44CC" w:rsidP="007B44CC">
      <w:pPr>
        <w:spacing w:after="160" w:line="259" w:lineRule="auto"/>
        <w:rPr>
          <w:rFonts w:ascii="Calibri" w:eastAsia="Aptos" w:hAnsi="Calibri" w:cs="Calibri"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Other Members: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 Allyson Hamlin</w:t>
      </w:r>
    </w:p>
    <w:p w14:paraId="4FB310C4" w14:textId="77777777" w:rsidR="007B44CC" w:rsidRDefault="007B44CC" w:rsidP="007B44CC">
      <w:pPr>
        <w:spacing w:after="160" w:line="259" w:lineRule="auto"/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</w:pPr>
      <w:r w:rsidRPr="00C6217F"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  <w:t>Approval of minutes</w:t>
      </w:r>
    </w:p>
    <w:p w14:paraId="50543C74" w14:textId="3D305317" w:rsidR="0017045F" w:rsidRDefault="0046785E" w:rsidP="007B44CC">
      <w:pPr>
        <w:rPr>
          <w:rFonts w:ascii="Calibri" w:eastAsia="Aptos" w:hAnsi="Calibri" w:cs="Calibri"/>
          <w:b/>
          <w:bCs/>
          <w:kern w:val="2"/>
          <w14:ligatures w14:val="standardContextual"/>
        </w:rPr>
      </w:pPr>
      <w:r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Mr. Earl motioned to approve November minutes, Chief Casey seconded, the board voted unanimously. </w:t>
      </w:r>
    </w:p>
    <w:p w14:paraId="005218E9" w14:textId="77777777" w:rsidR="0046785E" w:rsidRDefault="0046785E" w:rsidP="007B44CC">
      <w:pPr>
        <w:rPr>
          <w:rFonts w:ascii="Calibri" w:eastAsia="Aptos" w:hAnsi="Calibri" w:cs="Calibri"/>
          <w:kern w:val="2"/>
          <w14:ligatures w14:val="standardContextual"/>
        </w:rPr>
      </w:pPr>
    </w:p>
    <w:p w14:paraId="72BBCE41" w14:textId="7C2FC98E" w:rsidR="007B44CC" w:rsidRPr="00184360" w:rsidRDefault="007B44CC" w:rsidP="007B44CC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Old Business</w:t>
      </w:r>
      <w:r w:rsidR="00096D55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br/>
      </w:r>
      <w:r w:rsidR="00A6117A" w:rsidRPr="007E5EF7"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>None</w:t>
      </w:r>
      <w:r w:rsidR="00096D55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br/>
      </w:r>
    </w:p>
    <w:p w14:paraId="4DF6534A" w14:textId="77777777" w:rsidR="007B44CC" w:rsidRPr="00184360" w:rsidRDefault="007B44CC" w:rsidP="007B44CC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New Business</w:t>
      </w:r>
    </w:p>
    <w:p w14:paraId="4858497C" w14:textId="2BA8B34B" w:rsidR="00B42B33" w:rsidRDefault="00B42B33">
      <w:pPr>
        <w:rPr>
          <w:i/>
          <w:iCs/>
        </w:rPr>
      </w:pPr>
      <w:r w:rsidRPr="00B42B33">
        <w:rPr>
          <w:i/>
          <w:iCs/>
        </w:rPr>
        <w:t>Gatherings at Aurora Section 3 Development Plan &amp; Secondary Plat</w:t>
      </w:r>
    </w:p>
    <w:p w14:paraId="339AAA4F" w14:textId="014FABCF" w:rsidR="0046785E" w:rsidRDefault="0046785E">
      <w:r>
        <w:br/>
        <w:t xml:space="preserve">Mr. Crider requested a three way stop on Split Rail Road. </w:t>
      </w:r>
    </w:p>
    <w:p w14:paraId="3B72CDC7" w14:textId="77777777" w:rsidR="0046785E" w:rsidRDefault="0046785E"/>
    <w:p w14:paraId="689C3AB2" w14:textId="323435F0" w:rsidR="0046785E" w:rsidRPr="0046785E" w:rsidRDefault="0046785E">
      <w:pPr>
        <w:rPr>
          <w:b/>
          <w:bCs/>
        </w:rPr>
      </w:pPr>
      <w:r w:rsidRPr="0046785E">
        <w:rPr>
          <w:b/>
          <w:bCs/>
        </w:rPr>
        <w:t xml:space="preserve">Motion to approve contingent on edits made, Mr. Earl first, Chief Casey second, the board voted unanimously.  </w:t>
      </w:r>
    </w:p>
    <w:p w14:paraId="640A39B3" w14:textId="77777777" w:rsidR="00B42B33" w:rsidRDefault="00B42B33">
      <w:pPr>
        <w:rPr>
          <w:i/>
          <w:iCs/>
        </w:rPr>
      </w:pPr>
    </w:p>
    <w:p w14:paraId="2FC5A595" w14:textId="106C2E30" w:rsidR="00B42B33" w:rsidRDefault="00B42B33">
      <w:pPr>
        <w:rPr>
          <w:i/>
          <w:iCs/>
        </w:rPr>
      </w:pPr>
      <w:r w:rsidRPr="00B42B33">
        <w:rPr>
          <w:i/>
          <w:iCs/>
        </w:rPr>
        <w:t>Jacobi Farms Section 1 Development Plan &amp; Secondary Plat</w:t>
      </w:r>
    </w:p>
    <w:p w14:paraId="79C8F8F2" w14:textId="77777777" w:rsidR="00B42B33" w:rsidRDefault="00B42B33">
      <w:pPr>
        <w:rPr>
          <w:i/>
          <w:iCs/>
        </w:rPr>
      </w:pPr>
    </w:p>
    <w:p w14:paraId="1CB097BA" w14:textId="5CD0DE2A" w:rsidR="00B42B33" w:rsidRDefault="0046785E">
      <w:r>
        <w:t xml:space="preserve">Petitioner wanted clarification on lift station details during the interim of the build, requesting another meeting to discuss those details. </w:t>
      </w:r>
    </w:p>
    <w:p w14:paraId="50FF32B4" w14:textId="77777777" w:rsidR="00B34B80" w:rsidRDefault="00B34B80"/>
    <w:p w14:paraId="307DCE3A" w14:textId="24997F85" w:rsidR="00B34B80" w:rsidRDefault="00B34B80">
      <w:r>
        <w:t xml:space="preserve">Mr. Crider had concerns about the </w:t>
      </w:r>
      <w:proofErr w:type="spellStart"/>
      <w:r>
        <w:t>round about</w:t>
      </w:r>
      <w:proofErr w:type="spellEnd"/>
      <w:r>
        <w:t xml:space="preserve">. The petitioner stated it would be a traffic circle. </w:t>
      </w:r>
    </w:p>
    <w:p w14:paraId="1F6CC353" w14:textId="77777777" w:rsidR="00B34B80" w:rsidRDefault="00B34B80"/>
    <w:p w14:paraId="256FD1AB" w14:textId="529BFE63" w:rsidR="00B34B80" w:rsidRDefault="00B34B80">
      <w:r>
        <w:lastRenderedPageBreak/>
        <w:t xml:space="preserve">Discussion took place on the traffic circle, pedestrian crossing and setting up a future meeting to discuss those items more in depth. </w:t>
      </w:r>
    </w:p>
    <w:p w14:paraId="56B7981B" w14:textId="06662FE9" w:rsidR="00B34B80" w:rsidRDefault="00B34B80"/>
    <w:p w14:paraId="148C0644" w14:textId="17978F5E" w:rsidR="00B34B80" w:rsidRDefault="00BB680A">
      <w:r w:rsidRPr="00BB680A">
        <w:t xml:space="preserve">Mr. </w:t>
      </w:r>
      <w:proofErr w:type="spellStart"/>
      <w:r w:rsidRPr="00BB680A">
        <w:t>C</w:t>
      </w:r>
      <w:r>
        <w:t>o</w:t>
      </w:r>
      <w:r w:rsidRPr="00BB680A">
        <w:t>ughenor</w:t>
      </w:r>
      <w:proofErr w:type="spellEnd"/>
      <w:r w:rsidRPr="00BB680A">
        <w:t xml:space="preserve"> spoke on the regulated drain. </w:t>
      </w:r>
    </w:p>
    <w:p w14:paraId="0A142E9E" w14:textId="77777777" w:rsidR="00BB680A" w:rsidRDefault="00BB680A"/>
    <w:p w14:paraId="01872920" w14:textId="79E68589" w:rsidR="00BB680A" w:rsidRDefault="00BB680A">
      <w:r>
        <w:t xml:space="preserve">Mr. Shelton questioned about entrance and exits for buses and for safety vehicles. </w:t>
      </w:r>
    </w:p>
    <w:p w14:paraId="12D00C3D" w14:textId="77777777" w:rsidR="00BB680A" w:rsidRDefault="00BB680A"/>
    <w:p w14:paraId="05784042" w14:textId="479B49AB" w:rsidR="00BB680A" w:rsidRPr="00BB680A" w:rsidRDefault="00BB680A">
      <w:r>
        <w:t xml:space="preserve">Petitioner spoke on the other parts of the development would be filing soon and those areas would help with entrances and exits. </w:t>
      </w:r>
    </w:p>
    <w:p w14:paraId="1109CE24" w14:textId="77777777" w:rsidR="00B42B33" w:rsidRDefault="00B42B33">
      <w:pPr>
        <w:rPr>
          <w:i/>
          <w:iCs/>
        </w:rPr>
      </w:pPr>
    </w:p>
    <w:p w14:paraId="39DAB1E9" w14:textId="19194C06" w:rsidR="00B42B33" w:rsidRPr="005874A1" w:rsidRDefault="00BB680A">
      <w:r>
        <w:t xml:space="preserve">Staff spoke on speaking with LMS on what is required for their entrances when they begin. </w:t>
      </w:r>
    </w:p>
    <w:p w14:paraId="008C7DC9" w14:textId="77777777" w:rsidR="00B42B33" w:rsidRDefault="00B42B33">
      <w:pPr>
        <w:rPr>
          <w:i/>
          <w:iCs/>
        </w:rPr>
      </w:pPr>
    </w:p>
    <w:p w14:paraId="0AC8D36D" w14:textId="12139233" w:rsidR="003122EF" w:rsidRPr="007E5EF7" w:rsidRDefault="005874A1">
      <w:pPr>
        <w:rPr>
          <w:b/>
          <w:bCs/>
        </w:rPr>
      </w:pPr>
      <w:r>
        <w:rPr>
          <w:b/>
          <w:bCs/>
        </w:rPr>
        <w:t xml:space="preserve">Staff made a motion contingent on comments being addressed. </w:t>
      </w:r>
      <w:r w:rsidR="007E5EF7" w:rsidRPr="007E5EF7">
        <w:rPr>
          <w:b/>
          <w:bCs/>
        </w:rPr>
        <w:t xml:space="preserve">Mr. </w:t>
      </w:r>
      <w:r w:rsidR="003122EF" w:rsidRPr="007E5EF7">
        <w:rPr>
          <w:b/>
          <w:bCs/>
        </w:rPr>
        <w:t xml:space="preserve">Earl motioned to adjourn, </w:t>
      </w:r>
      <w:r w:rsidR="007E5EF7" w:rsidRPr="007E5EF7">
        <w:rPr>
          <w:b/>
          <w:bCs/>
        </w:rPr>
        <w:t>Mr. Pullum</w:t>
      </w:r>
      <w:r w:rsidR="003122EF" w:rsidRPr="007E5EF7">
        <w:rPr>
          <w:b/>
          <w:bCs/>
        </w:rPr>
        <w:t xml:space="preserve"> seconded</w:t>
      </w:r>
      <w:r w:rsidR="007E5EF7" w:rsidRPr="007E5EF7">
        <w:rPr>
          <w:b/>
          <w:bCs/>
        </w:rPr>
        <w:t>, the board voted unanimously.</w:t>
      </w:r>
    </w:p>
    <w:p w14:paraId="083E36D3" w14:textId="77777777" w:rsidR="005874A1" w:rsidRDefault="005874A1"/>
    <w:p w14:paraId="3ED7561E" w14:textId="515795CF" w:rsidR="005874A1" w:rsidRPr="00C01CFF" w:rsidRDefault="005874A1">
      <w:r>
        <w:t xml:space="preserve">Chief motioned to adjourn, </w:t>
      </w:r>
      <w:r w:rsidR="00C52314">
        <w:t>Mr. E</w:t>
      </w:r>
      <w:r>
        <w:t xml:space="preserve">arl seconded. </w:t>
      </w:r>
    </w:p>
    <w:p w14:paraId="247ED866" w14:textId="77777777" w:rsidR="00A85DFA" w:rsidRPr="00C01CFF" w:rsidRDefault="00A85DFA"/>
    <w:sectPr w:rsidR="00A85DFA" w:rsidRPr="00C01CFF" w:rsidSect="006F5BCB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2160" w:right="1440" w:bottom="2160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85B43" w14:textId="77777777" w:rsidR="00892BE4" w:rsidRDefault="00892BE4" w:rsidP="00D31887">
      <w:r>
        <w:separator/>
      </w:r>
    </w:p>
  </w:endnote>
  <w:endnote w:type="continuationSeparator" w:id="0">
    <w:p w14:paraId="17E08137" w14:textId="77777777" w:rsidR="00892BE4" w:rsidRDefault="00892BE4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393C0" w14:textId="5A60AA8E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CCE07" w14:textId="3EE9A528" w:rsidR="00783C74" w:rsidRPr="00D31887" w:rsidRDefault="00783C74" w:rsidP="00783C74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  <w:p w14:paraId="51E898DD" w14:textId="77777777" w:rsidR="00783C74" w:rsidRPr="00783C74" w:rsidRDefault="00783C74" w:rsidP="0078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2A4B1" w14:textId="77777777" w:rsidR="00892BE4" w:rsidRDefault="00892BE4" w:rsidP="00D31887">
      <w:r>
        <w:separator/>
      </w:r>
    </w:p>
  </w:footnote>
  <w:footnote w:type="continuationSeparator" w:id="0">
    <w:p w14:paraId="0CAE7B88" w14:textId="77777777" w:rsidR="00892BE4" w:rsidRDefault="00892BE4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468B5" w14:textId="77777777" w:rsidR="00D31887" w:rsidRDefault="00D31887" w:rsidP="00D3188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F7919" w14:textId="77777777" w:rsidR="006F5BCB" w:rsidRDefault="006F5BCB" w:rsidP="006F5BCB">
    <w:pPr>
      <w:pStyle w:val="Header"/>
      <w:jc w:val="center"/>
    </w:pPr>
    <w:r>
      <w:rPr>
        <w:noProof/>
      </w:rPr>
      <w:drawing>
        <wp:inline distT="0" distB="0" distL="0" distR="0" wp14:anchorId="0686E094" wp14:editId="7F622ECE">
          <wp:extent cx="3007040" cy="1219200"/>
          <wp:effectExtent l="0" t="0" r="3175" b="0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0D"/>
    <w:rsid w:val="00043FD7"/>
    <w:rsid w:val="000737F4"/>
    <w:rsid w:val="00096D55"/>
    <w:rsid w:val="0017045F"/>
    <w:rsid w:val="001C02AA"/>
    <w:rsid w:val="001D638F"/>
    <w:rsid w:val="002068B0"/>
    <w:rsid w:val="002774F8"/>
    <w:rsid w:val="002B0C7E"/>
    <w:rsid w:val="003122EF"/>
    <w:rsid w:val="003C5049"/>
    <w:rsid w:val="00465581"/>
    <w:rsid w:val="0046785E"/>
    <w:rsid w:val="005771B3"/>
    <w:rsid w:val="005874A1"/>
    <w:rsid w:val="005C5A87"/>
    <w:rsid w:val="00605A02"/>
    <w:rsid w:val="00663D5E"/>
    <w:rsid w:val="00665B80"/>
    <w:rsid w:val="006C52A6"/>
    <w:rsid w:val="006C6345"/>
    <w:rsid w:val="006F5BCB"/>
    <w:rsid w:val="0074429A"/>
    <w:rsid w:val="00783C74"/>
    <w:rsid w:val="007B44CC"/>
    <w:rsid w:val="007D0C22"/>
    <w:rsid w:val="007E5EF7"/>
    <w:rsid w:val="00856436"/>
    <w:rsid w:val="008569B0"/>
    <w:rsid w:val="00892BE4"/>
    <w:rsid w:val="008B5FAF"/>
    <w:rsid w:val="008F775A"/>
    <w:rsid w:val="009436C4"/>
    <w:rsid w:val="009C0001"/>
    <w:rsid w:val="00A07119"/>
    <w:rsid w:val="00A6117A"/>
    <w:rsid w:val="00A74F0D"/>
    <w:rsid w:val="00A85DFA"/>
    <w:rsid w:val="00A945B2"/>
    <w:rsid w:val="00B34B80"/>
    <w:rsid w:val="00B42098"/>
    <w:rsid w:val="00B42B33"/>
    <w:rsid w:val="00B96335"/>
    <w:rsid w:val="00BB680A"/>
    <w:rsid w:val="00C01CFF"/>
    <w:rsid w:val="00C52314"/>
    <w:rsid w:val="00D31887"/>
    <w:rsid w:val="00DC1688"/>
    <w:rsid w:val="00DE7946"/>
    <w:rsid w:val="00E044A0"/>
    <w:rsid w:val="00E56E9C"/>
    <w:rsid w:val="00EB792C"/>
    <w:rsid w:val="00F75F5C"/>
    <w:rsid w:val="00FB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CB73"/>
  <w15:chartTrackingRefBased/>
  <w15:docId w15:val="{87956F8A-36F6-4E06-B71B-2ACB378AA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lanning%20&amp;%20Building\---%20Administration\Branding\McCordsville_Letterhead_2022-12-23.dotx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McCordsville_Letterhead_2022-12-23</Template>
  <TotalTime>530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Crum</dc:creator>
  <cp:keywords/>
  <dc:description/>
  <cp:lastModifiedBy>Allyson Hamlin</cp:lastModifiedBy>
  <cp:revision>2</cp:revision>
  <dcterms:created xsi:type="dcterms:W3CDTF">2024-12-19T13:44:00Z</dcterms:created>
  <dcterms:modified xsi:type="dcterms:W3CDTF">2025-01-13T20:09:00Z</dcterms:modified>
</cp:coreProperties>
</file>